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946"/>
        <w:gridCol w:w="1558"/>
      </w:tblGrid>
      <w:tr w:rsidR="00AA14F6" w:rsidRPr="00AA14F6" w14:paraId="32BE3549" w14:textId="77777777" w:rsidTr="003B378D">
        <w:trPr>
          <w:trHeight w:val="397"/>
          <w:jc w:val="center"/>
        </w:trPr>
        <w:tc>
          <w:tcPr>
            <w:tcW w:w="8504" w:type="dxa"/>
            <w:gridSpan w:val="2"/>
            <w:tcBorders>
              <w:top w:val="single" w:sz="4" w:space="0" w:color="auto"/>
              <w:bottom w:val="single" w:sz="4" w:space="0" w:color="auto"/>
            </w:tcBorders>
            <w:tcMar>
              <w:top w:w="57" w:type="dxa"/>
              <w:bottom w:w="57" w:type="dxa"/>
            </w:tcMar>
            <w:vAlign w:val="center"/>
          </w:tcPr>
          <w:p w14:paraId="6B40DF2A" w14:textId="698F1F98" w:rsidR="00AA14F6" w:rsidRPr="003B378D" w:rsidRDefault="00D869F3" w:rsidP="005F7543">
            <w:pPr>
              <w:jc w:val="left"/>
              <w:rPr>
                <w:rFonts w:cs="Arial"/>
                <w:bCs/>
                <w:caps/>
                <w:color w:val="000000" w:themeColor="text1"/>
                <w:sz w:val="30"/>
                <w:szCs w:val="30"/>
              </w:rPr>
            </w:pPr>
            <w:sdt>
              <w:sdtPr>
                <w:rPr>
                  <w:rFonts w:cs="Arial"/>
                  <w:bCs/>
                  <w:caps/>
                  <w:color w:val="000000" w:themeColor="text1"/>
                  <w:sz w:val="30"/>
                  <w:szCs w:val="30"/>
                </w:rPr>
                <w:alias w:val="Číslo přílohy"/>
                <w:tag w:val="PrilCislo"/>
                <w:id w:val="-64426397"/>
                <w:placeholder>
                  <w:docPart w:val="0842CD71C9E94474AB914EBFB41654DB"/>
                </w:placeholder>
                <w:text/>
              </w:sdtPr>
              <w:sdtEndPr/>
              <w:sdtContent>
                <w:r w:rsidR="00533C2E">
                  <w:rPr>
                    <w:rFonts w:cs="Arial"/>
                    <w:bCs/>
                    <w:caps/>
                    <w:color w:val="000000" w:themeColor="text1"/>
                    <w:sz w:val="30"/>
                    <w:szCs w:val="30"/>
                  </w:rPr>
                  <w:t>A</w:t>
                </w:r>
              </w:sdtContent>
            </w:sdt>
            <w:r w:rsidR="005F7543">
              <w:rPr>
                <w:rFonts w:cs="Arial"/>
                <w:bCs/>
                <w:caps/>
                <w:color w:val="000000" w:themeColor="text1"/>
                <w:sz w:val="30"/>
                <w:szCs w:val="30"/>
              </w:rPr>
              <w:t xml:space="preserve">  </w:t>
            </w:r>
            <w:r w:rsidR="003B378D" w:rsidRPr="003B378D">
              <w:rPr>
                <w:rFonts w:cs="Arial"/>
                <w:bCs/>
                <w:caps/>
                <w:color w:val="000000" w:themeColor="text1"/>
                <w:sz w:val="30"/>
                <w:szCs w:val="30"/>
              </w:rPr>
              <w:t xml:space="preserve"> </w:t>
            </w:r>
            <w:sdt>
              <w:sdtPr>
                <w:rPr>
                  <w:rFonts w:cs="Arial"/>
                  <w:bCs/>
                  <w:caps/>
                  <w:color w:val="000000" w:themeColor="text1"/>
                  <w:sz w:val="30"/>
                  <w:szCs w:val="30"/>
                </w:rPr>
                <w:alias w:val="Název přílohy"/>
                <w:tag w:val="PrilNaz"/>
                <w:id w:val="-1395199336"/>
                <w:placeholder>
                  <w:docPart w:val="B65AFCA5262346089ACA6CBF2B8C6EE6"/>
                </w:placeholder>
                <w:text/>
              </w:sdtPr>
              <w:sdtEndPr/>
              <w:sdtContent>
                <w:r w:rsidR="00DD6C2E">
                  <w:rPr>
                    <w:rFonts w:cs="Arial"/>
                    <w:bCs/>
                    <w:caps/>
                    <w:color w:val="000000" w:themeColor="text1"/>
                    <w:sz w:val="30"/>
                    <w:szCs w:val="30"/>
                  </w:rPr>
                  <w:t>Průvodní zpráva</w:t>
                </w:r>
              </w:sdtContent>
            </w:sdt>
          </w:p>
        </w:tc>
      </w:tr>
      <w:tr w:rsidR="00AA14F6" w:rsidRPr="00AA14F6" w14:paraId="48CF2A21" w14:textId="77777777" w:rsidTr="00AA14F6">
        <w:trPr>
          <w:trHeight w:val="510"/>
          <w:jc w:val="center"/>
        </w:trPr>
        <w:tc>
          <w:tcPr>
            <w:tcW w:w="8504" w:type="dxa"/>
            <w:gridSpan w:val="2"/>
            <w:tcBorders>
              <w:top w:val="single" w:sz="4" w:space="0" w:color="auto"/>
            </w:tcBorders>
            <w:vAlign w:val="center"/>
          </w:tcPr>
          <w:p w14:paraId="460F0211" w14:textId="77777777" w:rsidR="00AA14F6" w:rsidRPr="00AA14F6" w:rsidRDefault="00AA14F6" w:rsidP="00AA14F6">
            <w:pPr>
              <w:jc w:val="center"/>
              <w:rPr>
                <w:caps/>
                <w:color w:val="000000" w:themeColor="text1"/>
              </w:rPr>
            </w:pPr>
          </w:p>
        </w:tc>
      </w:tr>
      <w:tr w:rsidR="00AA14F6" w:rsidRPr="00AA14F6" w14:paraId="09357B42" w14:textId="77777777" w:rsidTr="00AA14F6">
        <w:trPr>
          <w:trHeight w:val="510"/>
          <w:jc w:val="center"/>
        </w:trPr>
        <w:tc>
          <w:tcPr>
            <w:tcW w:w="8504" w:type="dxa"/>
            <w:gridSpan w:val="2"/>
            <w:vAlign w:val="center"/>
          </w:tcPr>
          <w:p w14:paraId="4E9019AA" w14:textId="3C09053A" w:rsidR="00AA14F6" w:rsidRPr="00AA14F6" w:rsidRDefault="00D869F3" w:rsidP="005C2849">
            <w:pPr>
              <w:jc w:val="center"/>
              <w:rPr>
                <w:b/>
                <w:caps/>
                <w:color w:val="000000" w:themeColor="text1"/>
                <w:sz w:val="30"/>
                <w:szCs w:val="30"/>
              </w:rPr>
            </w:pPr>
            <w:sdt>
              <w:sdtPr>
                <w:rPr>
                  <w:b/>
                  <w:caps/>
                  <w:color w:val="000000" w:themeColor="text1"/>
                  <w:sz w:val="30"/>
                  <w:szCs w:val="30"/>
                </w:rPr>
                <w:alias w:val="Název akce 1"/>
                <w:tag w:val="NazevDok"/>
                <w:id w:val="-775011736"/>
                <w:placeholder>
                  <w:docPart w:val="559EA7A0DA43431A975DBCE2164F2B82"/>
                </w:placeholder>
                <w:text/>
              </w:sdtPr>
              <w:sdtEndPr/>
              <w:sdtContent>
                <w:r w:rsidR="00DD6C2E">
                  <w:rPr>
                    <w:b/>
                    <w:caps/>
                    <w:color w:val="000000" w:themeColor="text1"/>
                    <w:sz w:val="30"/>
                    <w:szCs w:val="30"/>
                  </w:rPr>
                  <w:t xml:space="preserve">Kalové hospodářství ČOV </w:t>
                </w:r>
                <w:proofErr w:type="gramStart"/>
                <w:r w:rsidR="00DD6C2E">
                  <w:rPr>
                    <w:b/>
                    <w:caps/>
                    <w:color w:val="000000" w:themeColor="text1"/>
                    <w:sz w:val="30"/>
                    <w:szCs w:val="30"/>
                  </w:rPr>
                  <w:t>Brno - Modřice</w:t>
                </w:r>
                <w:proofErr w:type="gramEnd"/>
              </w:sdtContent>
            </w:sdt>
            <w:r w:rsidR="00AA14F6" w:rsidRPr="00AA14F6">
              <w:rPr>
                <w:b/>
                <w:caps/>
                <w:color w:val="000000" w:themeColor="text1"/>
                <w:sz w:val="30"/>
                <w:szCs w:val="30"/>
              </w:rPr>
              <w:t xml:space="preserve"> </w:t>
            </w:r>
            <w:sdt>
              <w:sdtPr>
                <w:rPr>
                  <w:b/>
                  <w:caps/>
                  <w:color w:val="000000" w:themeColor="text1"/>
                  <w:sz w:val="30"/>
                  <w:szCs w:val="30"/>
                </w:rPr>
                <w:alias w:val="Název akce 2"/>
                <w:tag w:val="NazevDok2_"/>
                <w:id w:val="-395816681"/>
                <w:placeholder>
                  <w:docPart w:val="2FC4A17B2AD045D38B5EE9CF82C2F05C"/>
                </w:placeholder>
                <w:showingPlcHdr/>
                <w:text/>
              </w:sdtPr>
              <w:sdtEndPr/>
              <w:sdtContent>
                <w:r w:rsidR="00DD6C2E" w:rsidRPr="00AA14F6">
                  <w:rPr>
                    <w:b/>
                    <w:caps/>
                    <w:color w:val="000000" w:themeColor="text1"/>
                    <w:sz w:val="30"/>
                    <w:szCs w:val="30"/>
                  </w:rPr>
                  <w:t xml:space="preserve"> </w:t>
                </w:r>
              </w:sdtContent>
            </w:sdt>
            <w:r w:rsidR="00AA14F6" w:rsidRPr="00AA14F6">
              <w:rPr>
                <w:b/>
                <w:caps/>
                <w:color w:val="000000" w:themeColor="text1"/>
                <w:sz w:val="30"/>
                <w:szCs w:val="30"/>
              </w:rPr>
              <w:t xml:space="preserve"> </w:t>
            </w:r>
            <w:sdt>
              <w:sdtPr>
                <w:rPr>
                  <w:b/>
                  <w:caps/>
                  <w:color w:val="000000" w:themeColor="text1"/>
                  <w:sz w:val="30"/>
                  <w:szCs w:val="30"/>
                </w:rPr>
                <w:alias w:val="Název akce 3"/>
                <w:tag w:val="NazevDok3_"/>
                <w:id w:val="1084189934"/>
                <w:placeholder>
                  <w:docPart w:val="1D6BF25BF108471BA91333DB40DF779E"/>
                </w:placeholder>
                <w:showingPlcHdr/>
                <w:text/>
              </w:sdtPr>
              <w:sdtEndPr/>
              <w:sdtContent>
                <w:r w:rsidR="00DD6C2E" w:rsidRPr="00AA14F6">
                  <w:rPr>
                    <w:b/>
                    <w:caps/>
                    <w:color w:val="000000" w:themeColor="text1"/>
                    <w:sz w:val="30"/>
                    <w:szCs w:val="30"/>
                  </w:rPr>
                  <w:t xml:space="preserve"> </w:t>
                </w:r>
              </w:sdtContent>
            </w:sdt>
          </w:p>
        </w:tc>
      </w:tr>
      <w:tr w:rsidR="003B378D" w:rsidRPr="00AA14F6" w14:paraId="48A0A0C7" w14:textId="77777777" w:rsidTr="003B378D">
        <w:trPr>
          <w:trHeight w:val="510"/>
          <w:jc w:val="center"/>
        </w:trPr>
        <w:tc>
          <w:tcPr>
            <w:tcW w:w="8504" w:type="dxa"/>
            <w:gridSpan w:val="2"/>
            <w:vAlign w:val="center"/>
          </w:tcPr>
          <w:p w14:paraId="63C6470D" w14:textId="69C3FB6A" w:rsidR="003B378D" w:rsidRPr="003B378D" w:rsidRDefault="00D869F3" w:rsidP="005C2849">
            <w:pPr>
              <w:jc w:val="center"/>
              <w:rPr>
                <w:caps/>
                <w:color w:val="000000" w:themeColor="text1"/>
                <w:sz w:val="24"/>
                <w:szCs w:val="24"/>
              </w:rPr>
            </w:pPr>
            <w:sdt>
              <w:sdtPr>
                <w:rPr>
                  <w:caps/>
                  <w:color w:val="000000" w:themeColor="text1"/>
                  <w:sz w:val="24"/>
                  <w:szCs w:val="24"/>
                </w:rPr>
                <w:alias w:val="Doplňující název akce"/>
                <w:tag w:val="PodNazev"/>
                <w:id w:val="-1240555608"/>
                <w:placeholder>
                  <w:docPart w:val="A5B936AC95614DF99BAF057D9EAD8BC6"/>
                </w:placeholder>
                <w:showingPlcHdr/>
                <w:text/>
              </w:sdtPr>
              <w:sdtEndPr/>
              <w:sdtContent>
                <w:r w:rsidR="00DD6C2E" w:rsidRPr="00F81B53">
                  <w:rPr>
                    <w:color w:val="000000" w:themeColor="text1"/>
                  </w:rPr>
                  <w:t xml:space="preserve"> </w:t>
                </w:r>
              </w:sdtContent>
            </w:sdt>
          </w:p>
        </w:tc>
      </w:tr>
      <w:tr w:rsidR="00FF5336" w:rsidRPr="006B05F3" w14:paraId="4C15BD7D" w14:textId="77777777" w:rsidTr="0066347D">
        <w:trPr>
          <w:trHeight w:val="227"/>
          <w:jc w:val="center"/>
        </w:trPr>
        <w:tc>
          <w:tcPr>
            <w:tcW w:w="8504" w:type="dxa"/>
            <w:gridSpan w:val="2"/>
            <w:tcMar>
              <w:top w:w="113" w:type="dxa"/>
              <w:bottom w:w="57" w:type="dxa"/>
              <w:right w:w="113" w:type="dxa"/>
            </w:tcMar>
          </w:tcPr>
          <w:p w14:paraId="5544D114" w14:textId="77777777" w:rsidR="00FF5336" w:rsidRPr="003B378D" w:rsidRDefault="00FF5336" w:rsidP="00FF5336">
            <w:pPr>
              <w:tabs>
                <w:tab w:val="left" w:pos="648"/>
              </w:tabs>
              <w:jc w:val="center"/>
              <w:rPr>
                <w:rFonts w:cs="Arial"/>
                <w:bCs/>
                <w:color w:val="000000" w:themeColor="text1"/>
                <w:sz w:val="22"/>
                <w:szCs w:val="22"/>
              </w:rPr>
            </w:pPr>
          </w:p>
        </w:tc>
      </w:tr>
      <w:tr w:rsidR="003B378D" w:rsidRPr="006B05F3" w14:paraId="22F9D56A" w14:textId="77777777" w:rsidTr="00DD3884">
        <w:trPr>
          <w:trHeight w:val="477"/>
          <w:jc w:val="center"/>
        </w:trPr>
        <w:tc>
          <w:tcPr>
            <w:tcW w:w="6946" w:type="dxa"/>
            <w:tcBorders>
              <w:bottom w:val="single" w:sz="4" w:space="0" w:color="auto"/>
            </w:tcBorders>
            <w:tcMar>
              <w:top w:w="113" w:type="dxa"/>
              <w:bottom w:w="57" w:type="dxa"/>
              <w:right w:w="113" w:type="dxa"/>
            </w:tcMar>
          </w:tcPr>
          <w:p w14:paraId="79133A5A" w14:textId="77777777" w:rsidR="003B378D" w:rsidRDefault="00DD3884" w:rsidP="0066347D">
            <w:pPr>
              <w:spacing w:after="120"/>
              <w:jc w:val="left"/>
              <w:rPr>
                <w:rFonts w:cs="Arial"/>
                <w:bCs/>
                <w:caps/>
                <w:color w:val="000000" w:themeColor="text1"/>
                <w:sz w:val="12"/>
                <w:szCs w:val="12"/>
              </w:rPr>
            </w:pPr>
            <w:r>
              <w:rPr>
                <w:rFonts w:cs="Arial"/>
                <w:bCs/>
                <w:caps/>
                <w:color w:val="000000" w:themeColor="text1"/>
                <w:sz w:val="12"/>
                <w:szCs w:val="12"/>
              </w:rPr>
              <w:t>Stupeň projektové dokumentace:</w:t>
            </w:r>
          </w:p>
          <w:p w14:paraId="71B275A5" w14:textId="77777777" w:rsidR="003B378D" w:rsidRPr="001C4D2E" w:rsidRDefault="00D869F3" w:rsidP="00277E33">
            <w:pPr>
              <w:tabs>
                <w:tab w:val="left" w:pos="648"/>
              </w:tabs>
              <w:jc w:val="left"/>
              <w:rPr>
                <w:rFonts w:cs="Arial"/>
                <w:bCs/>
                <w:color w:val="000000" w:themeColor="text1"/>
                <w:sz w:val="18"/>
                <w:szCs w:val="18"/>
              </w:rPr>
            </w:pPr>
            <w:sdt>
              <w:sdtPr>
                <w:rPr>
                  <w:rFonts w:cs="Arial"/>
                  <w:bCs/>
                  <w:color w:val="000000" w:themeColor="text1"/>
                  <w:sz w:val="22"/>
                  <w:szCs w:val="22"/>
                </w:rPr>
                <w:alias w:val="Stupeň PD"/>
                <w:tag w:val="Stupen"/>
                <w:id w:val="355318287"/>
                <w:placeholder>
                  <w:docPart w:val="E4C204BC23614E86A28111DFC7855B50"/>
                </w:placeholder>
                <w:text/>
              </w:sdtPr>
              <w:sdtEndPr/>
              <w:sdtContent>
                <w:r w:rsidR="00277E33">
                  <w:rPr>
                    <w:rFonts w:cs="Arial"/>
                    <w:bCs/>
                    <w:color w:val="000000" w:themeColor="text1"/>
                    <w:sz w:val="22"/>
                    <w:szCs w:val="22"/>
                  </w:rPr>
                  <w:t>Projektová d</w:t>
                </w:r>
                <w:r w:rsidR="006D2847" w:rsidRPr="006D2847">
                  <w:rPr>
                    <w:rFonts w:cs="Arial"/>
                    <w:bCs/>
                    <w:color w:val="000000" w:themeColor="text1"/>
                    <w:sz w:val="22"/>
                    <w:szCs w:val="22"/>
                  </w:rPr>
                  <w:t xml:space="preserve">okumentace pro </w:t>
                </w:r>
                <w:r w:rsidR="00277E33">
                  <w:rPr>
                    <w:rFonts w:cs="Arial"/>
                    <w:bCs/>
                    <w:color w:val="000000" w:themeColor="text1"/>
                    <w:sz w:val="22"/>
                    <w:szCs w:val="22"/>
                  </w:rPr>
                  <w:t xml:space="preserve">vydání </w:t>
                </w:r>
                <w:r w:rsidR="006D2847" w:rsidRPr="006D2847">
                  <w:rPr>
                    <w:rFonts w:cs="Arial"/>
                    <w:bCs/>
                    <w:color w:val="000000" w:themeColor="text1"/>
                    <w:sz w:val="22"/>
                    <w:szCs w:val="22"/>
                  </w:rPr>
                  <w:t>stavební</w:t>
                </w:r>
                <w:r w:rsidR="00277E33">
                  <w:rPr>
                    <w:rFonts w:cs="Arial"/>
                    <w:bCs/>
                    <w:color w:val="000000" w:themeColor="text1"/>
                    <w:sz w:val="22"/>
                    <w:szCs w:val="22"/>
                  </w:rPr>
                  <w:t>ho</w:t>
                </w:r>
                <w:r w:rsidR="006D2847" w:rsidRPr="006D2847">
                  <w:rPr>
                    <w:rFonts w:cs="Arial"/>
                    <w:bCs/>
                    <w:color w:val="000000" w:themeColor="text1"/>
                    <w:sz w:val="22"/>
                    <w:szCs w:val="22"/>
                  </w:rPr>
                  <w:t xml:space="preserve"> povolení</w:t>
                </w:r>
              </w:sdtContent>
            </w:sdt>
          </w:p>
        </w:tc>
        <w:tc>
          <w:tcPr>
            <w:tcW w:w="1558" w:type="dxa"/>
            <w:tcBorders>
              <w:bottom w:val="single" w:sz="4" w:space="0" w:color="auto"/>
            </w:tcBorders>
            <w:tcMar>
              <w:top w:w="113" w:type="dxa"/>
              <w:left w:w="113" w:type="dxa"/>
              <w:bottom w:w="57" w:type="dxa"/>
              <w:right w:w="0" w:type="dxa"/>
            </w:tcMar>
          </w:tcPr>
          <w:p w14:paraId="66582AF5" w14:textId="77777777" w:rsidR="003B378D" w:rsidRDefault="003B378D" w:rsidP="00FF5336">
            <w:pPr>
              <w:spacing w:after="120"/>
              <w:jc w:val="right"/>
              <w:rPr>
                <w:rFonts w:cs="Arial"/>
                <w:bCs/>
                <w:caps/>
                <w:color w:val="000000" w:themeColor="text1"/>
                <w:sz w:val="12"/>
                <w:szCs w:val="12"/>
              </w:rPr>
            </w:pPr>
            <w:r>
              <w:rPr>
                <w:rFonts w:cs="Arial"/>
                <w:bCs/>
                <w:caps/>
                <w:color w:val="000000" w:themeColor="text1"/>
                <w:sz w:val="12"/>
                <w:szCs w:val="12"/>
              </w:rPr>
              <w:t>Datum:</w:t>
            </w:r>
          </w:p>
          <w:p w14:paraId="5F74E81F" w14:textId="07653622" w:rsidR="003B378D" w:rsidRPr="003B378D" w:rsidRDefault="00D869F3" w:rsidP="005C2849">
            <w:pPr>
              <w:jc w:val="right"/>
              <w:rPr>
                <w:rFonts w:cs="Arial"/>
                <w:bCs/>
                <w:color w:val="000000" w:themeColor="text1"/>
                <w:sz w:val="22"/>
                <w:szCs w:val="22"/>
              </w:rPr>
            </w:pPr>
            <w:sdt>
              <w:sdtPr>
                <w:rPr>
                  <w:rFonts w:cs="Arial"/>
                  <w:bCs/>
                  <w:color w:val="000000" w:themeColor="text1"/>
                  <w:sz w:val="22"/>
                  <w:szCs w:val="22"/>
                </w:rPr>
                <w:alias w:val="Datum"/>
                <w:tag w:val="DatumCo"/>
                <w:id w:val="872964634"/>
                <w:text/>
              </w:sdtPr>
              <w:sdtEndPr/>
              <w:sdtContent>
                <w:r w:rsidR="00B66485">
                  <w:rPr>
                    <w:rFonts w:cs="Arial"/>
                    <w:bCs/>
                    <w:color w:val="000000" w:themeColor="text1"/>
                    <w:sz w:val="22"/>
                    <w:szCs w:val="22"/>
                  </w:rPr>
                  <w:t>09/2022</w:t>
                </w:r>
              </w:sdtContent>
            </w:sdt>
          </w:p>
        </w:tc>
      </w:tr>
    </w:tbl>
    <w:p w14:paraId="657D096A" w14:textId="77777777" w:rsidR="00083CDD" w:rsidRDefault="00083CDD" w:rsidP="00113C96">
      <w:pPr>
        <w:jc w:val="center"/>
        <w:rPr>
          <w:color w:val="000000" w:themeColor="text1"/>
        </w:rPr>
      </w:pPr>
    </w:p>
    <w:p w14:paraId="08DF1369" w14:textId="77777777" w:rsidR="00113C96" w:rsidRDefault="00113C96" w:rsidP="00113C96">
      <w:pPr>
        <w:jc w:val="center"/>
        <w:rPr>
          <w:color w:val="000000" w:themeColor="text1"/>
        </w:rPr>
      </w:pPr>
    </w:p>
    <w:p w14:paraId="70F845D5" w14:textId="77777777" w:rsidR="00113C96" w:rsidRDefault="00113C96" w:rsidP="00113C96">
      <w:pPr>
        <w:jc w:val="center"/>
        <w:rPr>
          <w:color w:val="000000" w:themeColor="text1"/>
        </w:rPr>
      </w:pPr>
    </w:p>
    <w:p w14:paraId="7F9C0066" w14:textId="77777777" w:rsidR="00113C96" w:rsidRDefault="00113C96" w:rsidP="00113C96">
      <w:pPr>
        <w:jc w:val="center"/>
        <w:rPr>
          <w:color w:val="000000" w:themeColor="text1"/>
        </w:rPr>
      </w:pPr>
    </w:p>
    <w:sdt>
      <w:sdtPr>
        <w:rPr>
          <w:color w:val="000000" w:themeColor="text1"/>
        </w:rPr>
        <w:alias w:val="Prostor pro ilustrace"/>
        <w:tag w:val="Prostor pro ilustrace"/>
        <w:id w:val="2044166723"/>
        <w:picture/>
      </w:sdtPr>
      <w:sdtEndPr/>
      <w:sdtContent>
        <w:p w14:paraId="1EC84B5B" w14:textId="77777777" w:rsidR="00C5703F" w:rsidRDefault="00FF5336" w:rsidP="00113C96">
          <w:pPr>
            <w:jc w:val="center"/>
            <w:rPr>
              <w:color w:val="000000" w:themeColor="text1"/>
            </w:rPr>
          </w:pPr>
          <w:r>
            <w:rPr>
              <w:noProof/>
              <w:color w:val="000000" w:themeColor="text1"/>
            </w:rPr>
            <w:drawing>
              <wp:inline distT="0" distB="0" distL="0" distR="0" wp14:anchorId="2285D047" wp14:editId="65D10929">
                <wp:extent cx="4680000" cy="2632166"/>
                <wp:effectExtent l="19050" t="19050" r="25400" b="15875"/>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obrázek 1"/>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680000" cy="2632166"/>
                        </a:xfrm>
                        <a:prstGeom prst="rect">
                          <a:avLst/>
                        </a:prstGeom>
                        <a:noFill/>
                        <a:ln w="19050">
                          <a:solidFill>
                            <a:schemeClr val="tx1"/>
                          </a:solidFill>
                        </a:ln>
                      </pic:spPr>
                    </pic:pic>
                  </a:graphicData>
                </a:graphic>
              </wp:inline>
            </w:drawing>
          </w:r>
        </w:p>
      </w:sdtContent>
    </w:sdt>
    <w:p w14:paraId="04FFB71B" w14:textId="77777777" w:rsidR="00C5703F" w:rsidRDefault="00C5703F" w:rsidP="00113C96">
      <w:pPr>
        <w:jc w:val="center"/>
        <w:rPr>
          <w:color w:val="000000" w:themeColor="text1"/>
        </w:rPr>
      </w:pPr>
    </w:p>
    <w:p w14:paraId="61204080" w14:textId="68480522" w:rsidR="00837B86" w:rsidRDefault="005C1585" w:rsidP="00113C96">
      <w:pPr>
        <w:jc w:val="center"/>
        <w:rPr>
          <w:color w:val="000000" w:themeColor="text1"/>
        </w:rPr>
      </w:pPr>
      <w:r>
        <w:rPr>
          <w:color w:val="000000" w:themeColor="text1"/>
        </w:rPr>
        <w:t>Čistopis</w:t>
      </w:r>
      <w:r w:rsidR="005B12A5">
        <w:rPr>
          <w:color w:val="000000" w:themeColor="text1"/>
        </w:rPr>
        <w:t xml:space="preserve"> 0</w:t>
      </w:r>
      <w:r w:rsidR="00961BE8">
        <w:rPr>
          <w:color w:val="000000" w:themeColor="text1"/>
        </w:rPr>
        <w:t>9</w:t>
      </w:r>
      <w:r w:rsidR="005B12A5">
        <w:rPr>
          <w:color w:val="000000" w:themeColor="text1"/>
        </w:rPr>
        <w:t>/2022</w:t>
      </w:r>
    </w:p>
    <w:p w14:paraId="2D576975" w14:textId="77777777" w:rsidR="00C5703F" w:rsidRPr="00F81B53" w:rsidRDefault="00C5703F" w:rsidP="00113C96">
      <w:pPr>
        <w:jc w:val="center"/>
        <w:rPr>
          <w:color w:val="000000" w:themeColor="text1"/>
        </w:rPr>
      </w:pPr>
    </w:p>
    <w:p w14:paraId="0D758A1E" w14:textId="77777777" w:rsidR="00083CDD" w:rsidRPr="00F81B53" w:rsidRDefault="00083CDD">
      <w:pPr>
        <w:rPr>
          <w:color w:val="000000" w:themeColor="text1"/>
        </w:rPr>
        <w:sectPr w:rsidR="00083CDD" w:rsidRPr="00F81B53" w:rsidSect="007E461D">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1134" w:right="1701" w:bottom="5387" w:left="1701" w:header="709" w:footer="709" w:gutter="0"/>
          <w:cols w:space="708"/>
          <w:titlePg/>
          <w:docGrid w:linePitch="360"/>
        </w:sectPr>
      </w:pPr>
    </w:p>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34"/>
        <w:gridCol w:w="1418"/>
        <w:gridCol w:w="1417"/>
        <w:gridCol w:w="1417"/>
        <w:gridCol w:w="1418"/>
      </w:tblGrid>
      <w:tr w:rsidR="00F81B53" w:rsidRPr="006B05F3" w14:paraId="4EDD16EC" w14:textId="77777777" w:rsidTr="004B2FCB">
        <w:trPr>
          <w:trHeight w:val="510"/>
          <w:jc w:val="center"/>
        </w:trPr>
        <w:tc>
          <w:tcPr>
            <w:tcW w:w="8504" w:type="dxa"/>
            <w:gridSpan w:val="5"/>
            <w:tcBorders>
              <w:top w:val="single" w:sz="4" w:space="0" w:color="auto"/>
              <w:bottom w:val="single" w:sz="4" w:space="0" w:color="auto"/>
            </w:tcBorders>
            <w:vAlign w:val="center"/>
          </w:tcPr>
          <w:p w14:paraId="714067DA" w14:textId="70B53C40" w:rsidR="00A35A69" w:rsidRPr="008266CC" w:rsidRDefault="00D869F3" w:rsidP="005F7543">
            <w:pPr>
              <w:jc w:val="left"/>
              <w:rPr>
                <w:rFonts w:cs="Arial"/>
                <w:caps/>
                <w:color w:val="000000" w:themeColor="text1"/>
                <w:sz w:val="30"/>
                <w:szCs w:val="30"/>
              </w:rPr>
            </w:pPr>
            <w:sdt>
              <w:sdtPr>
                <w:rPr>
                  <w:rFonts w:cs="Arial"/>
                  <w:bCs/>
                  <w:caps/>
                  <w:color w:val="000000" w:themeColor="text1"/>
                  <w:sz w:val="30"/>
                  <w:szCs w:val="30"/>
                </w:rPr>
                <w:alias w:val="Číslo přílohy"/>
                <w:tag w:val="PrilCislo"/>
                <w:id w:val="65618576"/>
                <w:placeholder>
                  <w:docPart w:val="6C9A32874AAA4F9D88FC6CC9EF7544B5"/>
                </w:placeholder>
                <w:text/>
              </w:sdtPr>
              <w:sdtEndPr/>
              <w:sdtContent>
                <w:r w:rsidR="00533C2E">
                  <w:rPr>
                    <w:rFonts w:cs="Arial"/>
                    <w:bCs/>
                    <w:caps/>
                    <w:color w:val="000000" w:themeColor="text1"/>
                    <w:sz w:val="30"/>
                    <w:szCs w:val="30"/>
                  </w:rPr>
                  <w:t>A</w:t>
                </w:r>
              </w:sdtContent>
            </w:sdt>
            <w:r w:rsidR="00A35A69" w:rsidRPr="008266CC">
              <w:rPr>
                <w:rFonts w:cs="Arial"/>
                <w:bCs/>
                <w:caps/>
                <w:color w:val="000000" w:themeColor="text1"/>
                <w:sz w:val="30"/>
                <w:szCs w:val="30"/>
              </w:rPr>
              <w:t xml:space="preserve"> </w:t>
            </w:r>
            <w:r w:rsidR="005F7543">
              <w:rPr>
                <w:rFonts w:cs="Arial"/>
                <w:bCs/>
                <w:caps/>
                <w:color w:val="000000" w:themeColor="text1"/>
                <w:sz w:val="30"/>
                <w:szCs w:val="30"/>
              </w:rPr>
              <w:t xml:space="preserve">  </w:t>
            </w:r>
            <w:sdt>
              <w:sdtPr>
                <w:rPr>
                  <w:rFonts w:cs="Arial"/>
                  <w:bCs/>
                  <w:caps/>
                  <w:color w:val="000000" w:themeColor="text1"/>
                  <w:sz w:val="30"/>
                  <w:szCs w:val="30"/>
                </w:rPr>
                <w:alias w:val="Název přílohy"/>
                <w:tag w:val="PrilNaz"/>
                <w:id w:val="65618579"/>
                <w:placeholder>
                  <w:docPart w:val="DefaultPlaceholder_22675703"/>
                </w:placeholder>
                <w:text/>
              </w:sdtPr>
              <w:sdtEndPr/>
              <w:sdtContent>
                <w:r w:rsidR="00DD6C2E">
                  <w:rPr>
                    <w:rFonts w:cs="Arial"/>
                    <w:bCs/>
                    <w:caps/>
                    <w:color w:val="000000" w:themeColor="text1"/>
                    <w:sz w:val="30"/>
                    <w:szCs w:val="30"/>
                  </w:rPr>
                  <w:t>Průvodní zpráva</w:t>
                </w:r>
              </w:sdtContent>
            </w:sdt>
          </w:p>
        </w:tc>
      </w:tr>
      <w:tr w:rsidR="008B1388" w:rsidRPr="006B05F3" w14:paraId="63DE1C84" w14:textId="77777777" w:rsidTr="00CC0616">
        <w:trPr>
          <w:trHeight w:val="227"/>
          <w:jc w:val="center"/>
        </w:trPr>
        <w:tc>
          <w:tcPr>
            <w:tcW w:w="7086" w:type="dxa"/>
            <w:gridSpan w:val="4"/>
            <w:tcBorders>
              <w:top w:val="single" w:sz="4" w:space="0" w:color="auto"/>
              <w:bottom w:val="single" w:sz="4" w:space="0" w:color="auto"/>
              <w:right w:val="single" w:sz="4" w:space="0" w:color="auto"/>
            </w:tcBorders>
            <w:tcMar>
              <w:top w:w="113" w:type="dxa"/>
              <w:bottom w:w="57" w:type="dxa"/>
              <w:right w:w="113" w:type="dxa"/>
            </w:tcMar>
          </w:tcPr>
          <w:p w14:paraId="12C537F9" w14:textId="77777777" w:rsidR="008B1388" w:rsidRDefault="008B1388" w:rsidP="0066347D">
            <w:pPr>
              <w:spacing w:after="120"/>
              <w:jc w:val="left"/>
              <w:rPr>
                <w:rFonts w:cs="Arial"/>
                <w:bCs/>
                <w:caps/>
                <w:color w:val="000000" w:themeColor="text1"/>
                <w:sz w:val="12"/>
                <w:szCs w:val="12"/>
              </w:rPr>
            </w:pPr>
            <w:r>
              <w:rPr>
                <w:rFonts w:cs="Arial"/>
                <w:bCs/>
                <w:caps/>
                <w:color w:val="000000" w:themeColor="text1"/>
                <w:sz w:val="12"/>
                <w:szCs w:val="12"/>
              </w:rPr>
              <w:t>ÚPLNÝ NÁZEV AKCE (PROJEKTU):</w:t>
            </w:r>
          </w:p>
          <w:p w14:paraId="330115F0" w14:textId="542E4E4B" w:rsidR="008B1388" w:rsidRPr="00735764" w:rsidRDefault="00D869F3" w:rsidP="005C2849">
            <w:pPr>
              <w:jc w:val="left"/>
              <w:rPr>
                <w:rFonts w:cs="Arial"/>
                <w:bCs/>
                <w:caps/>
                <w:color w:val="000000" w:themeColor="text1"/>
                <w:sz w:val="18"/>
                <w:szCs w:val="18"/>
              </w:rPr>
            </w:pPr>
            <w:sdt>
              <w:sdtPr>
                <w:rPr>
                  <w:rFonts w:cs="Arial"/>
                  <w:bCs/>
                  <w:color w:val="000000" w:themeColor="text1"/>
                  <w:sz w:val="18"/>
                  <w:szCs w:val="18"/>
                </w:rPr>
                <w:alias w:val="Název akce 1"/>
                <w:tag w:val="NazevDok"/>
                <w:id w:val="-1403363427"/>
                <w:placeholder>
                  <w:docPart w:val="4012E320A99F45B6805EE14C82100A49"/>
                </w:placeholder>
                <w:text/>
              </w:sdtPr>
              <w:sdtEndPr/>
              <w:sdtContent>
                <w:r w:rsidR="00B66485">
                  <w:rPr>
                    <w:rFonts w:cs="Arial"/>
                    <w:bCs/>
                    <w:color w:val="000000" w:themeColor="text1"/>
                    <w:sz w:val="18"/>
                    <w:szCs w:val="18"/>
                  </w:rPr>
                  <w:t xml:space="preserve">Kalové hospodářství ČOV </w:t>
                </w:r>
                <w:proofErr w:type="gramStart"/>
                <w:r w:rsidR="00B66485">
                  <w:rPr>
                    <w:rFonts w:cs="Arial"/>
                    <w:bCs/>
                    <w:color w:val="000000" w:themeColor="text1"/>
                    <w:sz w:val="18"/>
                    <w:szCs w:val="18"/>
                  </w:rPr>
                  <w:t>Brno - Modřice</w:t>
                </w:r>
                <w:proofErr w:type="gramEnd"/>
              </w:sdtContent>
            </w:sdt>
            <w:r w:rsidR="008B1388" w:rsidRPr="001C4D2E">
              <w:rPr>
                <w:rFonts w:cs="Arial"/>
                <w:bCs/>
                <w:color w:val="000000" w:themeColor="text1"/>
                <w:sz w:val="18"/>
                <w:szCs w:val="18"/>
              </w:rPr>
              <w:t xml:space="preserve"> </w:t>
            </w:r>
            <w:sdt>
              <w:sdtPr>
                <w:rPr>
                  <w:rFonts w:cs="Arial"/>
                  <w:bCs/>
                  <w:color w:val="000000" w:themeColor="text1"/>
                  <w:sz w:val="18"/>
                  <w:szCs w:val="18"/>
                </w:rPr>
                <w:alias w:val="Název akce 2"/>
                <w:tag w:val="NazevDok2_"/>
                <w:id w:val="1692883506"/>
                <w:placeholder>
                  <w:docPart w:val="789BBEABBE3C43339536BF5B2D31A53B"/>
                </w:placeholder>
                <w:showingPlcHdr/>
                <w:text/>
              </w:sdtPr>
              <w:sdtEndPr/>
              <w:sdtContent>
                <w:r w:rsidR="00DD6C2E" w:rsidRPr="001C4D2E">
                  <w:rPr>
                    <w:rFonts w:cs="Arial"/>
                    <w:bCs/>
                    <w:color w:val="000000" w:themeColor="text1"/>
                    <w:sz w:val="18"/>
                    <w:szCs w:val="18"/>
                  </w:rPr>
                  <w:t xml:space="preserve"> </w:t>
                </w:r>
              </w:sdtContent>
            </w:sdt>
            <w:r w:rsidR="008B1388" w:rsidRPr="001C4D2E">
              <w:rPr>
                <w:rFonts w:cs="Arial"/>
                <w:bCs/>
                <w:color w:val="000000" w:themeColor="text1"/>
                <w:sz w:val="18"/>
                <w:szCs w:val="18"/>
              </w:rPr>
              <w:t xml:space="preserve"> </w:t>
            </w:r>
            <w:sdt>
              <w:sdtPr>
                <w:rPr>
                  <w:rFonts w:cs="Arial"/>
                  <w:bCs/>
                  <w:color w:val="000000" w:themeColor="text1"/>
                  <w:sz w:val="18"/>
                  <w:szCs w:val="18"/>
                </w:rPr>
                <w:alias w:val="Název akce 3"/>
                <w:tag w:val="NazevDok3_"/>
                <w:id w:val="2134281042"/>
                <w:placeholder>
                  <w:docPart w:val="AA99E97234C7485B8EB4DB8845738F26"/>
                </w:placeholder>
                <w:showingPlcHdr/>
                <w:text/>
              </w:sdtPr>
              <w:sdtEndPr/>
              <w:sdtContent>
                <w:r w:rsidR="00DD6C2E" w:rsidRPr="001C4D2E">
                  <w:rPr>
                    <w:bCs/>
                    <w:color w:val="000000" w:themeColor="text1"/>
                    <w:sz w:val="18"/>
                    <w:szCs w:val="18"/>
                  </w:rPr>
                  <w:t xml:space="preserve"> </w:t>
                </w:r>
              </w:sdtContent>
            </w:sdt>
          </w:p>
        </w:tc>
        <w:tc>
          <w:tcPr>
            <w:tcW w:w="1418" w:type="dxa"/>
            <w:tcBorders>
              <w:top w:val="single" w:sz="4" w:space="0" w:color="auto"/>
              <w:left w:val="single" w:sz="4" w:space="0" w:color="auto"/>
              <w:bottom w:val="single" w:sz="4" w:space="0" w:color="auto"/>
            </w:tcBorders>
            <w:tcMar>
              <w:top w:w="57" w:type="dxa"/>
              <w:left w:w="113" w:type="dxa"/>
              <w:bottom w:w="57" w:type="dxa"/>
              <w:right w:w="113" w:type="dxa"/>
            </w:tcMar>
          </w:tcPr>
          <w:p w14:paraId="4BB360CB" w14:textId="77777777" w:rsidR="008B1388" w:rsidRDefault="008B1388" w:rsidP="0066347D">
            <w:pPr>
              <w:spacing w:after="120"/>
              <w:jc w:val="left"/>
              <w:rPr>
                <w:rFonts w:cs="Arial"/>
                <w:bCs/>
                <w:caps/>
                <w:color w:val="000000" w:themeColor="text1"/>
                <w:sz w:val="12"/>
                <w:szCs w:val="12"/>
              </w:rPr>
            </w:pPr>
            <w:r>
              <w:rPr>
                <w:rFonts w:cs="Arial"/>
                <w:bCs/>
                <w:caps/>
                <w:color w:val="000000" w:themeColor="text1"/>
                <w:sz w:val="12"/>
                <w:szCs w:val="12"/>
              </w:rPr>
              <w:t>Datum:</w:t>
            </w:r>
          </w:p>
          <w:p w14:paraId="3B9525F6" w14:textId="64DBAA0A" w:rsidR="008B1388" w:rsidRPr="006B05F3" w:rsidRDefault="00D869F3" w:rsidP="005C2849">
            <w:pPr>
              <w:jc w:val="left"/>
              <w:rPr>
                <w:rFonts w:cs="Arial"/>
                <w:bCs/>
                <w:caps/>
                <w:color w:val="000000" w:themeColor="text1"/>
                <w:sz w:val="18"/>
                <w:szCs w:val="18"/>
              </w:rPr>
            </w:pPr>
            <w:sdt>
              <w:sdtPr>
                <w:rPr>
                  <w:color w:val="000000" w:themeColor="text1"/>
                  <w:sz w:val="18"/>
                  <w:szCs w:val="18"/>
                </w:rPr>
                <w:alias w:val="Datum"/>
                <w:tag w:val="DatumCo"/>
                <w:id w:val="671768114"/>
                <w:placeholder>
                  <w:docPart w:val="116CE36A84BB4F91B56094AC63B1B392"/>
                </w:placeholder>
                <w:text/>
              </w:sdtPr>
              <w:sdtEndPr/>
              <w:sdtContent>
                <w:r w:rsidR="00B66485">
                  <w:rPr>
                    <w:color w:val="000000" w:themeColor="text1"/>
                    <w:sz w:val="18"/>
                    <w:szCs w:val="18"/>
                  </w:rPr>
                  <w:t>09/2022</w:t>
                </w:r>
              </w:sdtContent>
            </w:sdt>
          </w:p>
        </w:tc>
      </w:tr>
      <w:tr w:rsidR="00CC0616" w:rsidRPr="006B05F3" w14:paraId="224354BE" w14:textId="77777777" w:rsidTr="00CC0616">
        <w:trPr>
          <w:trHeight w:val="477"/>
          <w:jc w:val="center"/>
        </w:trPr>
        <w:tc>
          <w:tcPr>
            <w:tcW w:w="4252" w:type="dxa"/>
            <w:gridSpan w:val="2"/>
            <w:tcBorders>
              <w:top w:val="single" w:sz="4" w:space="0" w:color="auto"/>
              <w:bottom w:val="single" w:sz="4" w:space="0" w:color="auto"/>
              <w:right w:val="single" w:sz="4" w:space="0" w:color="auto"/>
            </w:tcBorders>
            <w:tcMar>
              <w:top w:w="113" w:type="dxa"/>
              <w:bottom w:w="57" w:type="dxa"/>
              <w:right w:w="113" w:type="dxa"/>
            </w:tcMar>
          </w:tcPr>
          <w:p w14:paraId="5AF8DF19" w14:textId="77777777"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Podnázev:</w:t>
            </w:r>
          </w:p>
          <w:p w14:paraId="1893B88C" w14:textId="7BFEFD05" w:rsidR="00CC0616" w:rsidRPr="001C4D2E" w:rsidRDefault="00D869F3" w:rsidP="005C2849">
            <w:pPr>
              <w:tabs>
                <w:tab w:val="left" w:pos="648"/>
              </w:tabs>
              <w:jc w:val="left"/>
              <w:rPr>
                <w:rFonts w:cs="Arial"/>
                <w:bCs/>
                <w:color w:val="000000" w:themeColor="text1"/>
                <w:sz w:val="18"/>
                <w:szCs w:val="18"/>
              </w:rPr>
            </w:pPr>
            <w:sdt>
              <w:sdtPr>
                <w:rPr>
                  <w:color w:val="000000" w:themeColor="text1"/>
                  <w:sz w:val="18"/>
                  <w:szCs w:val="18"/>
                </w:rPr>
                <w:alias w:val="Doplňující název akce"/>
                <w:tag w:val="PodNazev"/>
                <w:id w:val="-645740428"/>
                <w:placeholder>
                  <w:docPart w:val="2D2DA776991845C18558AC211B25335A"/>
                </w:placeholder>
                <w:showingPlcHdr/>
                <w:text/>
              </w:sdtPr>
              <w:sdtEndPr/>
              <w:sdtContent>
                <w:r w:rsidR="00DD6C2E" w:rsidRPr="00F87889">
                  <w:rPr>
                    <w:color w:val="000000" w:themeColor="text1"/>
                    <w:sz w:val="18"/>
                    <w:szCs w:val="18"/>
                  </w:rPr>
                  <w:t xml:space="preserve"> </w:t>
                </w:r>
              </w:sdtContent>
            </w:sdt>
          </w:p>
        </w:tc>
        <w:tc>
          <w:tcPr>
            <w:tcW w:w="4252" w:type="dxa"/>
            <w:gridSpan w:val="3"/>
            <w:tcBorders>
              <w:top w:val="single" w:sz="4" w:space="0" w:color="auto"/>
              <w:left w:val="single" w:sz="4" w:space="0" w:color="auto"/>
              <w:bottom w:val="single" w:sz="4" w:space="0" w:color="auto"/>
            </w:tcBorders>
            <w:tcMar>
              <w:top w:w="57" w:type="dxa"/>
              <w:left w:w="113" w:type="dxa"/>
              <w:bottom w:w="57" w:type="dxa"/>
              <w:right w:w="113" w:type="dxa"/>
            </w:tcMar>
          </w:tcPr>
          <w:p w14:paraId="761B8D00" w14:textId="77777777"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stupeň projektové dokumentace:</w:t>
            </w:r>
          </w:p>
          <w:p w14:paraId="19FD3768" w14:textId="77777777" w:rsidR="00CC0616" w:rsidRPr="001C4D2E" w:rsidRDefault="00D869F3" w:rsidP="00277E33">
            <w:pPr>
              <w:jc w:val="left"/>
              <w:rPr>
                <w:rFonts w:cs="Arial"/>
                <w:bCs/>
                <w:color w:val="000000" w:themeColor="text1"/>
                <w:sz w:val="18"/>
                <w:szCs w:val="18"/>
              </w:rPr>
            </w:pPr>
            <w:sdt>
              <w:sdtPr>
                <w:rPr>
                  <w:color w:val="000000" w:themeColor="text1"/>
                  <w:sz w:val="18"/>
                  <w:szCs w:val="18"/>
                </w:rPr>
                <w:alias w:val="Stupeň PD"/>
                <w:tag w:val="Stupen"/>
                <w:id w:val="-281964322"/>
                <w:placeholder>
                  <w:docPart w:val="DAC56A928DB04AEC9C7AE3167D032F0B"/>
                </w:placeholder>
                <w:text/>
              </w:sdtPr>
              <w:sdtEndPr/>
              <w:sdtContent>
                <w:r w:rsidR="00277E33">
                  <w:rPr>
                    <w:color w:val="000000" w:themeColor="text1"/>
                    <w:sz w:val="18"/>
                    <w:szCs w:val="18"/>
                  </w:rPr>
                  <w:t>Projektová d</w:t>
                </w:r>
                <w:r w:rsidR="006D2847" w:rsidRPr="006D2847">
                  <w:rPr>
                    <w:color w:val="000000" w:themeColor="text1"/>
                    <w:sz w:val="18"/>
                    <w:szCs w:val="18"/>
                  </w:rPr>
                  <w:t xml:space="preserve">okumentace pro </w:t>
                </w:r>
                <w:r w:rsidR="00277E33">
                  <w:rPr>
                    <w:color w:val="000000" w:themeColor="text1"/>
                    <w:sz w:val="18"/>
                    <w:szCs w:val="18"/>
                  </w:rPr>
                  <w:t xml:space="preserve">vydání </w:t>
                </w:r>
                <w:r w:rsidR="006D2847" w:rsidRPr="006D2847">
                  <w:rPr>
                    <w:color w:val="000000" w:themeColor="text1"/>
                    <w:sz w:val="18"/>
                    <w:szCs w:val="18"/>
                  </w:rPr>
                  <w:t>stavební</w:t>
                </w:r>
                <w:r w:rsidR="00277E33">
                  <w:rPr>
                    <w:color w:val="000000" w:themeColor="text1"/>
                    <w:sz w:val="18"/>
                    <w:szCs w:val="18"/>
                  </w:rPr>
                  <w:t>ho</w:t>
                </w:r>
                <w:r w:rsidR="006D2847" w:rsidRPr="006D2847">
                  <w:rPr>
                    <w:color w:val="000000" w:themeColor="text1"/>
                    <w:sz w:val="18"/>
                    <w:szCs w:val="18"/>
                  </w:rPr>
                  <w:t xml:space="preserve"> povolení</w:t>
                </w:r>
              </w:sdtContent>
            </w:sdt>
          </w:p>
        </w:tc>
      </w:tr>
      <w:tr w:rsidR="006B05F3" w:rsidRPr="006B05F3" w14:paraId="5A801D86" w14:textId="77777777" w:rsidTr="00CC0616">
        <w:trPr>
          <w:trHeight w:val="477"/>
          <w:jc w:val="center"/>
        </w:trPr>
        <w:tc>
          <w:tcPr>
            <w:tcW w:w="4252" w:type="dxa"/>
            <w:gridSpan w:val="2"/>
            <w:tcBorders>
              <w:top w:val="single" w:sz="4" w:space="0" w:color="auto"/>
              <w:bottom w:val="single" w:sz="4" w:space="0" w:color="auto"/>
              <w:right w:val="single" w:sz="4" w:space="0" w:color="auto"/>
            </w:tcBorders>
            <w:tcMar>
              <w:top w:w="113" w:type="dxa"/>
              <w:bottom w:w="57" w:type="dxa"/>
              <w:right w:w="113" w:type="dxa"/>
            </w:tcMar>
          </w:tcPr>
          <w:p w14:paraId="0C16CD33" w14:textId="77777777" w:rsidR="006B05F3" w:rsidRDefault="006B05F3" w:rsidP="0066347D">
            <w:pPr>
              <w:spacing w:after="120"/>
              <w:jc w:val="left"/>
              <w:rPr>
                <w:rFonts w:cs="Arial"/>
                <w:bCs/>
                <w:caps/>
                <w:color w:val="000000" w:themeColor="text1"/>
                <w:sz w:val="12"/>
                <w:szCs w:val="12"/>
              </w:rPr>
            </w:pPr>
            <w:r>
              <w:rPr>
                <w:rFonts w:cs="Arial"/>
                <w:bCs/>
                <w:caps/>
                <w:color w:val="000000" w:themeColor="text1"/>
                <w:sz w:val="12"/>
                <w:szCs w:val="12"/>
              </w:rPr>
              <w:t>Objednatel:</w:t>
            </w:r>
          </w:p>
          <w:p w14:paraId="61CADEA3" w14:textId="6A6EE1C3" w:rsidR="006B05F3" w:rsidRPr="001C4D2E" w:rsidRDefault="00D869F3" w:rsidP="005C2849">
            <w:pPr>
              <w:tabs>
                <w:tab w:val="left" w:pos="648"/>
              </w:tabs>
              <w:jc w:val="left"/>
              <w:rPr>
                <w:rFonts w:cs="Arial"/>
                <w:bCs/>
                <w:color w:val="000000" w:themeColor="text1"/>
                <w:sz w:val="18"/>
                <w:szCs w:val="18"/>
              </w:rPr>
            </w:pPr>
            <w:sdt>
              <w:sdtPr>
                <w:rPr>
                  <w:rFonts w:cs="Arial"/>
                  <w:bCs/>
                  <w:color w:val="000000" w:themeColor="text1"/>
                  <w:sz w:val="18"/>
                  <w:szCs w:val="18"/>
                </w:rPr>
                <w:alias w:val="Objednatel (investor)"/>
                <w:tag w:val="OFirma"/>
                <w:id w:val="701987902"/>
                <w:placeholder>
                  <w:docPart w:val="6E9B6FEED95349A29F3EF3954240C2FE"/>
                </w:placeholder>
                <w:text/>
              </w:sdtPr>
              <w:sdtEndPr/>
              <w:sdtContent>
                <w:r w:rsidR="00B66485">
                  <w:rPr>
                    <w:rFonts w:cs="Arial"/>
                    <w:bCs/>
                    <w:color w:val="000000" w:themeColor="text1"/>
                    <w:sz w:val="18"/>
                    <w:szCs w:val="18"/>
                  </w:rPr>
                  <w:t>Brněnské vodárny a kanalizace, a.s.</w:t>
                </w:r>
              </w:sdtContent>
            </w:sdt>
          </w:p>
        </w:tc>
        <w:tc>
          <w:tcPr>
            <w:tcW w:w="4252" w:type="dxa"/>
            <w:gridSpan w:val="3"/>
            <w:tcBorders>
              <w:top w:val="single" w:sz="4" w:space="0" w:color="auto"/>
              <w:left w:val="single" w:sz="4" w:space="0" w:color="auto"/>
              <w:bottom w:val="single" w:sz="4" w:space="0" w:color="auto"/>
            </w:tcBorders>
            <w:tcMar>
              <w:top w:w="57" w:type="dxa"/>
              <w:left w:w="113" w:type="dxa"/>
              <w:bottom w:w="57" w:type="dxa"/>
              <w:right w:w="113" w:type="dxa"/>
            </w:tcMar>
          </w:tcPr>
          <w:p w14:paraId="3ECC0D80" w14:textId="77777777" w:rsidR="006B05F3" w:rsidRDefault="006B05F3" w:rsidP="0066347D">
            <w:pPr>
              <w:spacing w:after="120"/>
              <w:jc w:val="left"/>
              <w:rPr>
                <w:rFonts w:cs="Arial"/>
                <w:bCs/>
                <w:caps/>
                <w:color w:val="000000" w:themeColor="text1"/>
                <w:sz w:val="12"/>
                <w:szCs w:val="12"/>
              </w:rPr>
            </w:pPr>
            <w:r>
              <w:rPr>
                <w:rFonts w:cs="Arial"/>
                <w:bCs/>
                <w:caps/>
                <w:color w:val="000000" w:themeColor="text1"/>
                <w:sz w:val="12"/>
                <w:szCs w:val="12"/>
              </w:rPr>
              <w:t>Adresa:</w:t>
            </w:r>
          </w:p>
          <w:p w14:paraId="352EABC3" w14:textId="5F596CA6" w:rsidR="006B05F3" w:rsidRPr="001C4D2E" w:rsidRDefault="00D869F3" w:rsidP="005C2849">
            <w:pPr>
              <w:jc w:val="left"/>
              <w:rPr>
                <w:rFonts w:cs="Arial"/>
                <w:bCs/>
                <w:color w:val="000000" w:themeColor="text1"/>
                <w:sz w:val="18"/>
                <w:szCs w:val="18"/>
              </w:rPr>
            </w:pPr>
            <w:sdt>
              <w:sdtPr>
                <w:rPr>
                  <w:rFonts w:cs="Arial"/>
                  <w:bCs/>
                  <w:color w:val="000000" w:themeColor="text1"/>
                  <w:sz w:val="18"/>
                  <w:szCs w:val="18"/>
                </w:rPr>
                <w:alias w:val="Adresa objednatele - ulice"/>
                <w:tag w:val="OAdresa"/>
                <w:id w:val="-1047531134"/>
                <w:placeholder>
                  <w:docPart w:val="70B65C7244B64DA59E673AF39BE2E6A6"/>
                </w:placeholder>
                <w:text/>
              </w:sdtPr>
              <w:sdtEndPr/>
              <w:sdtContent>
                <w:r w:rsidR="00B66485">
                  <w:rPr>
                    <w:rFonts w:cs="Arial"/>
                    <w:bCs/>
                    <w:color w:val="000000" w:themeColor="text1"/>
                    <w:sz w:val="18"/>
                    <w:szCs w:val="18"/>
                  </w:rPr>
                  <w:t>Pisárecká 555/</w:t>
                </w:r>
                <w:proofErr w:type="gramStart"/>
                <w:r w:rsidR="00B66485">
                  <w:rPr>
                    <w:rFonts w:cs="Arial"/>
                    <w:bCs/>
                    <w:color w:val="000000" w:themeColor="text1"/>
                    <w:sz w:val="18"/>
                    <w:szCs w:val="18"/>
                  </w:rPr>
                  <w:t>1a</w:t>
                </w:r>
                <w:proofErr w:type="gramEnd"/>
              </w:sdtContent>
            </w:sdt>
            <w:r w:rsidR="006B05F3" w:rsidRPr="001C4D2E">
              <w:rPr>
                <w:rFonts w:cs="Arial"/>
                <w:bCs/>
                <w:color w:val="000000" w:themeColor="text1"/>
                <w:sz w:val="18"/>
                <w:szCs w:val="18"/>
              </w:rPr>
              <w:t xml:space="preserve">, </w:t>
            </w:r>
            <w:sdt>
              <w:sdtPr>
                <w:rPr>
                  <w:rFonts w:cs="Arial"/>
                  <w:bCs/>
                  <w:color w:val="000000" w:themeColor="text1"/>
                  <w:sz w:val="18"/>
                  <w:szCs w:val="18"/>
                </w:rPr>
                <w:alias w:val="Adresa objednatele - PSČ"/>
                <w:tag w:val="OPSC"/>
                <w:id w:val="277845680"/>
                <w:placeholder>
                  <w:docPart w:val="D58254AB9E46425EBB8828D4BBBC6C64"/>
                </w:placeholder>
                <w:text/>
              </w:sdtPr>
              <w:sdtEndPr/>
              <w:sdtContent>
                <w:r w:rsidR="00B66485">
                  <w:rPr>
                    <w:rFonts w:cs="Arial"/>
                    <w:bCs/>
                    <w:color w:val="000000" w:themeColor="text1"/>
                    <w:sz w:val="18"/>
                    <w:szCs w:val="18"/>
                  </w:rPr>
                  <w:t>603 00</w:t>
                </w:r>
              </w:sdtContent>
            </w:sdt>
            <w:r w:rsidR="006B05F3" w:rsidRPr="001C4D2E">
              <w:rPr>
                <w:rFonts w:cs="Arial"/>
                <w:bCs/>
                <w:color w:val="000000" w:themeColor="text1"/>
                <w:sz w:val="18"/>
                <w:szCs w:val="18"/>
              </w:rPr>
              <w:t xml:space="preserve"> </w:t>
            </w:r>
            <w:sdt>
              <w:sdtPr>
                <w:rPr>
                  <w:rFonts w:cs="Arial"/>
                  <w:bCs/>
                  <w:color w:val="000000" w:themeColor="text1"/>
                  <w:sz w:val="18"/>
                  <w:szCs w:val="18"/>
                </w:rPr>
                <w:alias w:val="Adresa objednatele - město"/>
                <w:tag w:val="OMesto"/>
                <w:id w:val="1124354929"/>
                <w:placeholder>
                  <w:docPart w:val="F3B4D59AA9424F41A966C6F12B2DF905"/>
                </w:placeholder>
                <w:text/>
              </w:sdtPr>
              <w:sdtEndPr/>
              <w:sdtContent>
                <w:r w:rsidR="00B66485">
                  <w:rPr>
                    <w:rFonts w:cs="Arial"/>
                    <w:bCs/>
                    <w:color w:val="000000" w:themeColor="text1"/>
                    <w:sz w:val="18"/>
                    <w:szCs w:val="18"/>
                  </w:rPr>
                  <w:t>Brno-střed, Pisárky</w:t>
                </w:r>
              </w:sdtContent>
            </w:sdt>
          </w:p>
        </w:tc>
      </w:tr>
      <w:tr w:rsidR="00CC0616" w:rsidRPr="006B05F3" w14:paraId="2B531E3D" w14:textId="77777777" w:rsidTr="0066347D">
        <w:trPr>
          <w:trHeight w:val="340"/>
          <w:jc w:val="center"/>
        </w:trPr>
        <w:tc>
          <w:tcPr>
            <w:tcW w:w="2834" w:type="dxa"/>
            <w:tcBorders>
              <w:top w:val="single" w:sz="4" w:space="0" w:color="auto"/>
              <w:bottom w:val="single" w:sz="4" w:space="0" w:color="auto"/>
              <w:right w:val="single" w:sz="4" w:space="0" w:color="auto"/>
            </w:tcBorders>
            <w:tcMar>
              <w:top w:w="113" w:type="dxa"/>
              <w:bottom w:w="57" w:type="dxa"/>
              <w:right w:w="113" w:type="dxa"/>
            </w:tcMar>
          </w:tcPr>
          <w:p w14:paraId="7FF974AB" w14:textId="77777777" w:rsidR="00CC0616" w:rsidRDefault="00CC0616" w:rsidP="0066347D">
            <w:pPr>
              <w:spacing w:after="120"/>
              <w:jc w:val="left"/>
              <w:rPr>
                <w:rFonts w:cs="Arial"/>
                <w:bCs/>
                <w:caps/>
                <w:color w:val="000000" w:themeColor="text1"/>
                <w:sz w:val="12"/>
                <w:szCs w:val="12"/>
              </w:rPr>
            </w:pPr>
            <w:r>
              <w:rPr>
                <w:rFonts w:cs="Arial"/>
                <w:bCs/>
                <w:caps/>
                <w:color w:val="000000" w:themeColor="text1"/>
                <w:sz w:val="12"/>
                <w:szCs w:val="12"/>
              </w:rPr>
              <w:t>Z</w:t>
            </w:r>
            <w:r w:rsidR="00D95B8E">
              <w:rPr>
                <w:rFonts w:cs="Arial"/>
                <w:bCs/>
                <w:caps/>
                <w:color w:val="000000" w:themeColor="text1"/>
                <w:sz w:val="12"/>
                <w:szCs w:val="12"/>
              </w:rPr>
              <w:t>hotovitel</w:t>
            </w:r>
            <w:r>
              <w:rPr>
                <w:rFonts w:cs="Arial"/>
                <w:bCs/>
                <w:caps/>
                <w:color w:val="000000" w:themeColor="text1"/>
                <w:sz w:val="12"/>
                <w:szCs w:val="12"/>
              </w:rPr>
              <w:t>:</w:t>
            </w:r>
          </w:p>
          <w:p w14:paraId="1FFDBFE8" w14:textId="77777777" w:rsidR="00CC0616" w:rsidRPr="001C4D2E" w:rsidRDefault="00D869F3" w:rsidP="005C2849">
            <w:pPr>
              <w:tabs>
                <w:tab w:val="left" w:pos="648"/>
              </w:tabs>
              <w:jc w:val="left"/>
              <w:rPr>
                <w:rFonts w:cs="Arial"/>
                <w:bCs/>
                <w:color w:val="000000" w:themeColor="text1"/>
                <w:sz w:val="18"/>
                <w:szCs w:val="18"/>
              </w:rPr>
            </w:pPr>
            <w:sdt>
              <w:sdtPr>
                <w:rPr>
                  <w:rFonts w:cs="Arial"/>
                  <w:bCs/>
                  <w:color w:val="000000" w:themeColor="text1"/>
                  <w:sz w:val="18"/>
                  <w:szCs w:val="18"/>
                </w:rPr>
                <w:alias w:val="Zpracovatel"/>
                <w:tag w:val="ZFirma"/>
                <w:id w:val="-312251291"/>
                <w:placeholder>
                  <w:docPart w:val="1426D661A076488DA5627C7AA100E88C"/>
                </w:placeholder>
                <w:text/>
              </w:sdtPr>
              <w:sdtEndPr/>
              <w:sdtContent>
                <w:r w:rsidR="005C2849">
                  <w:rPr>
                    <w:rFonts w:cs="Arial"/>
                    <w:bCs/>
                    <w:color w:val="000000" w:themeColor="text1"/>
                    <w:sz w:val="18"/>
                    <w:szCs w:val="18"/>
                  </w:rPr>
                  <w:t>Sweco Hydroprojekt a.s.</w:t>
                </w:r>
              </w:sdtContent>
            </w:sdt>
          </w:p>
        </w:tc>
        <w:tc>
          <w:tcPr>
            <w:tcW w:w="2835" w:type="dxa"/>
            <w:gridSpan w:val="2"/>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tcPr>
          <w:p w14:paraId="64B7DD74" w14:textId="77777777" w:rsidR="00CC0616" w:rsidRDefault="00CC0616" w:rsidP="0066347D">
            <w:pPr>
              <w:spacing w:after="120"/>
              <w:jc w:val="left"/>
              <w:rPr>
                <w:rFonts w:cs="Arial"/>
                <w:bCs/>
                <w:caps/>
                <w:color w:val="000000" w:themeColor="text1"/>
                <w:sz w:val="12"/>
                <w:szCs w:val="12"/>
              </w:rPr>
            </w:pPr>
            <w:r>
              <w:rPr>
                <w:rFonts w:cs="Arial"/>
                <w:bCs/>
                <w:caps/>
                <w:color w:val="000000" w:themeColor="text1"/>
                <w:sz w:val="12"/>
                <w:szCs w:val="12"/>
              </w:rPr>
              <w:t>Adresa:</w:t>
            </w:r>
          </w:p>
          <w:p w14:paraId="7CB7917D" w14:textId="6E2E93AE" w:rsidR="00CC0616" w:rsidRDefault="00D869F3" w:rsidP="005C2849">
            <w:pPr>
              <w:jc w:val="left"/>
              <w:rPr>
                <w:rFonts w:cs="Arial"/>
                <w:bCs/>
                <w:caps/>
                <w:color w:val="000000" w:themeColor="text1"/>
                <w:sz w:val="12"/>
                <w:szCs w:val="12"/>
              </w:rPr>
            </w:pPr>
            <w:sdt>
              <w:sdtPr>
                <w:rPr>
                  <w:rFonts w:cs="Arial"/>
                  <w:bCs/>
                  <w:color w:val="000000" w:themeColor="text1"/>
                  <w:sz w:val="18"/>
                  <w:szCs w:val="18"/>
                </w:rPr>
                <w:alias w:val="Adresa zpracovatele"/>
                <w:tag w:val="ZAdresa"/>
                <w:id w:val="-1274784271"/>
                <w:placeholder>
                  <w:docPart w:val="830759018A934812AC179383AE98D00C"/>
                </w:placeholder>
                <w:text/>
              </w:sdtPr>
              <w:sdtEndPr/>
              <w:sdtContent>
                <w:r w:rsidR="00B66485">
                  <w:rPr>
                    <w:rFonts w:cs="Arial"/>
                    <w:bCs/>
                    <w:color w:val="000000" w:themeColor="text1"/>
                    <w:sz w:val="18"/>
                    <w:szCs w:val="18"/>
                  </w:rPr>
                  <w:t>Táborská 31, 140 16 Praha 4</w:t>
                </w:r>
              </w:sdtContent>
            </w:sdt>
          </w:p>
        </w:tc>
        <w:tc>
          <w:tcPr>
            <w:tcW w:w="2835" w:type="dxa"/>
            <w:gridSpan w:val="2"/>
            <w:tcBorders>
              <w:top w:val="single" w:sz="4" w:space="0" w:color="auto"/>
              <w:left w:val="single" w:sz="4" w:space="0" w:color="auto"/>
              <w:bottom w:val="single" w:sz="4" w:space="0" w:color="auto"/>
            </w:tcBorders>
            <w:tcMar>
              <w:top w:w="57" w:type="dxa"/>
              <w:left w:w="113" w:type="dxa"/>
              <w:bottom w:w="57" w:type="dxa"/>
            </w:tcMar>
          </w:tcPr>
          <w:p w14:paraId="29556D42" w14:textId="77777777" w:rsidR="00CC0616" w:rsidRDefault="00CC0616" w:rsidP="0066347D">
            <w:pPr>
              <w:spacing w:after="120"/>
              <w:jc w:val="left"/>
              <w:rPr>
                <w:rFonts w:cs="Arial"/>
                <w:bCs/>
                <w:caps/>
                <w:color w:val="000000" w:themeColor="text1"/>
                <w:sz w:val="12"/>
                <w:szCs w:val="12"/>
              </w:rPr>
            </w:pPr>
            <w:r>
              <w:rPr>
                <w:rFonts w:cs="Arial"/>
                <w:bCs/>
                <w:caps/>
                <w:color w:val="000000" w:themeColor="text1"/>
                <w:sz w:val="12"/>
                <w:szCs w:val="12"/>
              </w:rPr>
              <w:t>Generální ředitel:</w:t>
            </w:r>
          </w:p>
          <w:p w14:paraId="4D4D58C3" w14:textId="785AC25A" w:rsidR="00CC0616" w:rsidRPr="001C4D2E" w:rsidRDefault="00D869F3" w:rsidP="005C2849">
            <w:pPr>
              <w:jc w:val="left"/>
              <w:rPr>
                <w:rFonts w:cs="Arial"/>
                <w:bCs/>
                <w:color w:val="000000" w:themeColor="text1"/>
                <w:sz w:val="18"/>
                <w:szCs w:val="18"/>
              </w:rPr>
            </w:pPr>
            <w:sdt>
              <w:sdtPr>
                <w:rPr>
                  <w:rFonts w:cs="Arial"/>
                  <w:bCs/>
                  <w:color w:val="000000" w:themeColor="text1"/>
                  <w:sz w:val="18"/>
                  <w:szCs w:val="18"/>
                </w:rPr>
                <w:alias w:val="Generální ředitel"/>
                <w:tag w:val="GR"/>
                <w:id w:val="1396937729"/>
                <w:placeholder>
                  <w:docPart w:val="E65480600F30470A82B0F6FA13539325"/>
                </w:placeholder>
                <w:text/>
              </w:sdtPr>
              <w:sdtEndPr/>
              <w:sdtContent>
                <w:r w:rsidR="00B66485">
                  <w:rPr>
                    <w:rFonts w:cs="Arial"/>
                    <w:bCs/>
                    <w:color w:val="000000" w:themeColor="text1"/>
                    <w:sz w:val="18"/>
                    <w:szCs w:val="18"/>
                  </w:rPr>
                  <w:t>Ing. Jan Krejčík, PhD.</w:t>
                </w:r>
              </w:sdtContent>
            </w:sdt>
          </w:p>
        </w:tc>
      </w:tr>
      <w:tr w:rsidR="00CC0616" w:rsidRPr="006B05F3" w14:paraId="47535CD0" w14:textId="77777777" w:rsidTr="00CC0616">
        <w:trPr>
          <w:trHeight w:val="340"/>
          <w:jc w:val="center"/>
        </w:trPr>
        <w:tc>
          <w:tcPr>
            <w:tcW w:w="2834" w:type="dxa"/>
            <w:tcBorders>
              <w:top w:val="single" w:sz="4" w:space="0" w:color="auto"/>
              <w:bottom w:val="single" w:sz="4" w:space="0" w:color="auto"/>
              <w:right w:val="single" w:sz="4" w:space="0" w:color="auto"/>
            </w:tcBorders>
            <w:tcMar>
              <w:top w:w="113" w:type="dxa"/>
              <w:bottom w:w="57" w:type="dxa"/>
              <w:right w:w="113" w:type="dxa"/>
            </w:tcMar>
          </w:tcPr>
          <w:p w14:paraId="2EBBC521" w14:textId="77777777"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Hlavní inženýr projektu:</w:t>
            </w:r>
          </w:p>
          <w:p w14:paraId="74865AF4" w14:textId="516A7662" w:rsidR="00CC0616" w:rsidRPr="001C4D2E" w:rsidRDefault="00D869F3" w:rsidP="005C2849">
            <w:pPr>
              <w:tabs>
                <w:tab w:val="left" w:pos="648"/>
              </w:tabs>
              <w:jc w:val="left"/>
              <w:rPr>
                <w:rFonts w:cs="Arial"/>
                <w:bCs/>
                <w:color w:val="000000" w:themeColor="text1"/>
                <w:sz w:val="18"/>
                <w:szCs w:val="18"/>
              </w:rPr>
            </w:pPr>
            <w:sdt>
              <w:sdtPr>
                <w:rPr>
                  <w:rFonts w:cs="Arial"/>
                  <w:bCs/>
                  <w:color w:val="000000" w:themeColor="text1"/>
                  <w:sz w:val="18"/>
                  <w:szCs w:val="18"/>
                </w:rPr>
                <w:alias w:val="Hlavní inženýr projektu"/>
                <w:tag w:val="HIP"/>
                <w:id w:val="-1310792405"/>
                <w:placeholder>
                  <w:docPart w:val="2D44EB0198B249E09367384CB2CEC4D4"/>
                </w:placeholder>
                <w:text/>
              </w:sdtPr>
              <w:sdtEndPr/>
              <w:sdtContent>
                <w:r w:rsidR="00B66485">
                  <w:rPr>
                    <w:rFonts w:cs="Arial"/>
                    <w:bCs/>
                    <w:color w:val="000000" w:themeColor="text1"/>
                    <w:sz w:val="18"/>
                    <w:szCs w:val="18"/>
                  </w:rPr>
                  <w:t>Ing. Štěpán Rinn</w:t>
                </w:r>
              </w:sdtContent>
            </w:sdt>
          </w:p>
        </w:tc>
        <w:tc>
          <w:tcPr>
            <w:tcW w:w="2835" w:type="dxa"/>
            <w:gridSpan w:val="2"/>
            <w:tcBorders>
              <w:top w:val="single" w:sz="4" w:space="0" w:color="auto"/>
              <w:left w:val="single" w:sz="4" w:space="0" w:color="auto"/>
              <w:bottom w:val="single" w:sz="4" w:space="0" w:color="auto"/>
              <w:right w:val="single" w:sz="4" w:space="0" w:color="auto"/>
            </w:tcBorders>
            <w:tcMar>
              <w:top w:w="57" w:type="dxa"/>
              <w:left w:w="113" w:type="dxa"/>
              <w:bottom w:w="57" w:type="dxa"/>
              <w:right w:w="113" w:type="dxa"/>
            </w:tcMar>
          </w:tcPr>
          <w:p w14:paraId="615C25EB" w14:textId="77777777"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Ředitel divize:</w:t>
            </w:r>
          </w:p>
          <w:p w14:paraId="27279C23" w14:textId="048E9EA8" w:rsidR="00CC0616" w:rsidRDefault="00D869F3" w:rsidP="005C2849">
            <w:pPr>
              <w:jc w:val="left"/>
              <w:rPr>
                <w:rFonts w:cs="Arial"/>
                <w:bCs/>
                <w:caps/>
                <w:color w:val="000000" w:themeColor="text1"/>
                <w:sz w:val="12"/>
                <w:szCs w:val="12"/>
              </w:rPr>
            </w:pPr>
            <w:sdt>
              <w:sdtPr>
                <w:rPr>
                  <w:rFonts w:cs="Arial"/>
                  <w:bCs/>
                  <w:color w:val="000000" w:themeColor="text1"/>
                  <w:sz w:val="18"/>
                  <w:szCs w:val="18"/>
                </w:rPr>
                <w:alias w:val="Ředitel divize"/>
                <w:tag w:val="ROVU"/>
                <w:id w:val="1526520720"/>
                <w:placeholder>
                  <w:docPart w:val="5A0292832D0A472E84D1F903F9221057"/>
                </w:placeholder>
                <w:text/>
              </w:sdtPr>
              <w:sdtEndPr/>
              <w:sdtContent>
                <w:r w:rsidR="00B66485">
                  <w:rPr>
                    <w:rFonts w:cs="Arial"/>
                    <w:bCs/>
                    <w:color w:val="000000" w:themeColor="text1"/>
                    <w:sz w:val="18"/>
                    <w:szCs w:val="18"/>
                  </w:rPr>
                  <w:t>Ing. Stanislav Hanák</w:t>
                </w:r>
              </w:sdtContent>
            </w:sdt>
          </w:p>
        </w:tc>
        <w:tc>
          <w:tcPr>
            <w:tcW w:w="2835" w:type="dxa"/>
            <w:gridSpan w:val="2"/>
            <w:tcBorders>
              <w:top w:val="single" w:sz="4" w:space="0" w:color="auto"/>
              <w:left w:val="single" w:sz="4" w:space="0" w:color="auto"/>
              <w:bottom w:val="single" w:sz="4" w:space="0" w:color="auto"/>
            </w:tcBorders>
            <w:tcMar>
              <w:top w:w="57" w:type="dxa"/>
              <w:left w:w="113" w:type="dxa"/>
              <w:bottom w:w="57" w:type="dxa"/>
            </w:tcMar>
          </w:tcPr>
          <w:p w14:paraId="359DB68B" w14:textId="77777777" w:rsidR="00CC0616" w:rsidRDefault="00CC0616" w:rsidP="00CC0616">
            <w:pPr>
              <w:spacing w:after="120"/>
              <w:jc w:val="left"/>
              <w:rPr>
                <w:rFonts w:cs="Arial"/>
                <w:bCs/>
                <w:caps/>
                <w:color w:val="000000" w:themeColor="text1"/>
                <w:sz w:val="12"/>
                <w:szCs w:val="12"/>
              </w:rPr>
            </w:pPr>
            <w:r>
              <w:rPr>
                <w:rFonts w:cs="Arial"/>
                <w:bCs/>
                <w:caps/>
                <w:color w:val="000000" w:themeColor="text1"/>
                <w:sz w:val="12"/>
                <w:szCs w:val="12"/>
              </w:rPr>
              <w:t>Technická kontrola:</w:t>
            </w:r>
          </w:p>
          <w:p w14:paraId="7E70C570" w14:textId="1DEB258E" w:rsidR="00CC0616" w:rsidRPr="001C4D2E" w:rsidRDefault="00D869F3" w:rsidP="005C2849">
            <w:pPr>
              <w:jc w:val="left"/>
              <w:rPr>
                <w:rFonts w:cs="Arial"/>
                <w:bCs/>
                <w:color w:val="000000" w:themeColor="text1"/>
                <w:sz w:val="18"/>
                <w:szCs w:val="18"/>
              </w:rPr>
            </w:pPr>
            <w:sdt>
              <w:sdtPr>
                <w:rPr>
                  <w:rFonts w:cs="Arial"/>
                  <w:bCs/>
                  <w:color w:val="000000" w:themeColor="text1"/>
                  <w:sz w:val="18"/>
                  <w:szCs w:val="18"/>
                </w:rPr>
                <w:alias w:val="Technická kontrola"/>
                <w:tag w:val="KJ"/>
                <w:id w:val="1257795730"/>
                <w:placeholder>
                  <w:docPart w:val="ABBD7D694A1C411782028AE83398DB8A"/>
                </w:placeholder>
                <w:text/>
              </w:sdtPr>
              <w:sdtEndPr/>
              <w:sdtContent>
                <w:r w:rsidR="00DD6C2E">
                  <w:rPr>
                    <w:rFonts w:cs="Arial"/>
                    <w:bCs/>
                    <w:color w:val="000000" w:themeColor="text1"/>
                    <w:sz w:val="18"/>
                    <w:szCs w:val="18"/>
                  </w:rPr>
                  <w:t>Ing. Dagmar Kubová, Ph.D.</w:t>
                </w:r>
              </w:sdtContent>
            </w:sdt>
          </w:p>
        </w:tc>
      </w:tr>
      <w:tr w:rsidR="001D557C" w:rsidRPr="006B05F3" w14:paraId="32D0BB8E" w14:textId="77777777" w:rsidTr="001D557C">
        <w:trPr>
          <w:trHeight w:val="227"/>
          <w:jc w:val="center"/>
        </w:trPr>
        <w:tc>
          <w:tcPr>
            <w:tcW w:w="8504" w:type="dxa"/>
            <w:gridSpan w:val="5"/>
            <w:tcBorders>
              <w:top w:val="single" w:sz="4" w:space="0" w:color="auto"/>
              <w:bottom w:val="single" w:sz="4" w:space="0" w:color="auto"/>
            </w:tcBorders>
            <w:tcMar>
              <w:top w:w="113" w:type="dxa"/>
              <w:bottom w:w="57" w:type="dxa"/>
              <w:right w:w="113" w:type="dxa"/>
            </w:tcMar>
          </w:tcPr>
          <w:p w14:paraId="641C6C9B" w14:textId="77777777" w:rsidR="001D557C" w:rsidRDefault="001D557C" w:rsidP="005E584A"/>
          <w:p w14:paraId="317F565E" w14:textId="77777777" w:rsidR="00CA1682" w:rsidRDefault="00CA1682" w:rsidP="005E584A"/>
          <w:p w14:paraId="7D2128BD" w14:textId="77777777" w:rsidR="00CA1682" w:rsidRDefault="00CA1682" w:rsidP="005E584A"/>
          <w:p w14:paraId="7C24DDA2" w14:textId="77777777" w:rsidR="004F107D" w:rsidRDefault="004F107D" w:rsidP="005E584A"/>
          <w:p w14:paraId="2D577D2C" w14:textId="77777777" w:rsidR="004F107D" w:rsidRDefault="004F107D" w:rsidP="005E584A"/>
          <w:p w14:paraId="1069DB6D" w14:textId="77777777" w:rsidR="004F107D" w:rsidRDefault="004F107D" w:rsidP="005E584A"/>
          <w:p w14:paraId="4813A14A" w14:textId="77777777" w:rsidR="004F107D" w:rsidRDefault="004F107D" w:rsidP="005E584A"/>
          <w:p w14:paraId="341F72AB" w14:textId="77777777" w:rsidR="004F107D" w:rsidRDefault="004F107D" w:rsidP="005E584A"/>
          <w:p w14:paraId="357EDB58" w14:textId="77777777" w:rsidR="004F107D" w:rsidRDefault="004F107D" w:rsidP="005E584A"/>
          <w:p w14:paraId="5EB194E9" w14:textId="77777777" w:rsidR="004F107D" w:rsidRDefault="004F107D" w:rsidP="005E584A"/>
          <w:p w14:paraId="5DAA9598" w14:textId="77777777" w:rsidR="004F107D" w:rsidRDefault="004F107D" w:rsidP="005E584A"/>
          <w:p w14:paraId="7439D815" w14:textId="77777777" w:rsidR="004F107D" w:rsidRDefault="004F107D" w:rsidP="005E584A"/>
          <w:p w14:paraId="6A23A519" w14:textId="77777777" w:rsidR="004F107D" w:rsidRDefault="004F107D" w:rsidP="005E584A"/>
          <w:p w14:paraId="74819981" w14:textId="77777777" w:rsidR="004F107D" w:rsidRDefault="004F107D" w:rsidP="005E584A"/>
          <w:p w14:paraId="2AEAD982" w14:textId="77777777" w:rsidR="004F107D" w:rsidRDefault="004F107D" w:rsidP="005E584A"/>
          <w:p w14:paraId="0EA71C95" w14:textId="77777777" w:rsidR="004F107D" w:rsidRDefault="004F107D" w:rsidP="005E584A"/>
          <w:p w14:paraId="3C003720" w14:textId="77777777" w:rsidR="004F107D" w:rsidRDefault="004F107D" w:rsidP="005E584A"/>
          <w:p w14:paraId="6F4FACE6" w14:textId="77777777" w:rsidR="004F107D" w:rsidRDefault="004F107D" w:rsidP="005E584A"/>
          <w:p w14:paraId="5EA8F16F" w14:textId="77777777" w:rsidR="004F107D" w:rsidRDefault="004F107D" w:rsidP="005E584A"/>
          <w:p w14:paraId="4891D81A" w14:textId="77777777" w:rsidR="005E584A" w:rsidRDefault="005E584A" w:rsidP="005E584A"/>
          <w:p w14:paraId="1E1C49A5" w14:textId="77777777" w:rsidR="00CA1682" w:rsidRDefault="00CA1682" w:rsidP="005E584A"/>
          <w:p w14:paraId="3E41FD82" w14:textId="77777777" w:rsidR="00CA1682" w:rsidRDefault="00CA1682" w:rsidP="005E584A"/>
          <w:p w14:paraId="04A73168" w14:textId="77777777" w:rsidR="00CA1682" w:rsidRDefault="00CA1682" w:rsidP="005E584A"/>
          <w:p w14:paraId="1D1F19B5" w14:textId="77777777" w:rsidR="00CA1682" w:rsidRDefault="00CA1682" w:rsidP="005E584A"/>
          <w:p w14:paraId="4D29EDB3" w14:textId="77777777" w:rsidR="00CA1682" w:rsidRDefault="00CA1682" w:rsidP="005E584A"/>
          <w:p w14:paraId="5C90C7AA" w14:textId="77777777" w:rsidR="00CA1682" w:rsidRDefault="00CA1682" w:rsidP="005E584A"/>
          <w:p w14:paraId="3948A438" w14:textId="77777777" w:rsidR="00CA1682" w:rsidRDefault="00CA1682" w:rsidP="0066347D">
            <w:pPr>
              <w:spacing w:after="120"/>
              <w:jc w:val="left"/>
              <w:rPr>
                <w:rFonts w:cs="Arial"/>
                <w:bCs/>
                <w:caps/>
                <w:color w:val="000000" w:themeColor="text1"/>
                <w:sz w:val="12"/>
                <w:szCs w:val="12"/>
              </w:rPr>
            </w:pPr>
          </w:p>
        </w:tc>
      </w:tr>
      <w:tr w:rsidR="001D557C" w:rsidRPr="006B05F3" w14:paraId="40EE1031" w14:textId="77777777" w:rsidTr="001D557C">
        <w:trPr>
          <w:trHeight w:val="227"/>
          <w:jc w:val="center"/>
        </w:trPr>
        <w:tc>
          <w:tcPr>
            <w:tcW w:w="8504" w:type="dxa"/>
            <w:gridSpan w:val="5"/>
            <w:tcBorders>
              <w:top w:val="single" w:sz="4" w:space="0" w:color="auto"/>
            </w:tcBorders>
            <w:tcMar>
              <w:top w:w="113" w:type="dxa"/>
              <w:bottom w:w="57" w:type="dxa"/>
              <w:right w:w="113" w:type="dxa"/>
            </w:tcMar>
          </w:tcPr>
          <w:p w14:paraId="5611A8F5" w14:textId="77777777" w:rsidR="00DE34C6" w:rsidRDefault="00DE34C6" w:rsidP="00DE34C6">
            <w:pPr>
              <w:rPr>
                <w:rFonts w:cs="Arial"/>
                <w:sz w:val="16"/>
                <w:szCs w:val="16"/>
              </w:rPr>
            </w:pPr>
            <w:r w:rsidRPr="0090479B">
              <w:rPr>
                <w:rFonts w:cs="Arial"/>
                <w:sz w:val="16"/>
                <w:szCs w:val="16"/>
              </w:rPr>
              <w:t xml:space="preserve">Společnost </w:t>
            </w:r>
            <w:r w:rsidRPr="0090479B">
              <w:rPr>
                <w:rFonts w:cs="Arial"/>
                <w:b/>
                <w:bCs/>
                <w:sz w:val="16"/>
                <w:szCs w:val="16"/>
              </w:rPr>
              <w:t>Sweco Hydroprojekt a.s.</w:t>
            </w:r>
            <w:r w:rsidRPr="0090479B">
              <w:rPr>
                <w:rFonts w:cs="Arial"/>
                <w:sz w:val="16"/>
                <w:szCs w:val="16"/>
              </w:rPr>
              <w:t xml:space="preserve"> je certifikovaná dle norem </w:t>
            </w:r>
            <w:r w:rsidRPr="0090479B">
              <w:rPr>
                <w:rFonts w:cs="Arial"/>
                <w:b/>
                <w:bCs/>
                <w:sz w:val="16"/>
                <w:szCs w:val="16"/>
              </w:rPr>
              <w:t>ČSN EN ISO 9001:2016</w:t>
            </w:r>
            <w:r w:rsidRPr="0090479B">
              <w:rPr>
                <w:rFonts w:cs="Arial"/>
                <w:sz w:val="16"/>
                <w:szCs w:val="16"/>
              </w:rPr>
              <w:t xml:space="preserve">, </w:t>
            </w:r>
            <w:r w:rsidRPr="0090479B">
              <w:rPr>
                <w:rFonts w:cs="Arial"/>
                <w:b/>
                <w:bCs/>
                <w:sz w:val="16"/>
                <w:szCs w:val="16"/>
              </w:rPr>
              <w:t>ČSN EN ISO 14001:2016</w:t>
            </w:r>
            <w:r>
              <w:rPr>
                <w:rFonts w:cs="Arial"/>
                <w:sz w:val="16"/>
                <w:szCs w:val="16"/>
              </w:rPr>
              <w:br/>
            </w:r>
            <w:r w:rsidRPr="0090479B">
              <w:rPr>
                <w:rFonts w:cs="Arial"/>
                <w:sz w:val="16"/>
                <w:szCs w:val="16"/>
              </w:rPr>
              <w:t xml:space="preserve">a </w:t>
            </w:r>
            <w:r w:rsidRPr="0090479B">
              <w:rPr>
                <w:rFonts w:cs="Arial"/>
                <w:b/>
                <w:bCs/>
                <w:sz w:val="16"/>
                <w:szCs w:val="16"/>
              </w:rPr>
              <w:t>ČSN ISO 45001:2018</w:t>
            </w:r>
            <w:r w:rsidRPr="0090479B">
              <w:rPr>
                <w:rFonts w:cs="Arial"/>
                <w:sz w:val="16"/>
                <w:szCs w:val="16"/>
              </w:rPr>
              <w:t>.</w:t>
            </w:r>
          </w:p>
          <w:p w14:paraId="0BF65BCD" w14:textId="607C1591" w:rsidR="001D557C" w:rsidRPr="00F81B53" w:rsidRDefault="001D557C" w:rsidP="001D557C">
            <w:pPr>
              <w:rPr>
                <w:color w:val="000000" w:themeColor="text1"/>
                <w:sz w:val="16"/>
                <w:szCs w:val="16"/>
              </w:rPr>
            </w:pPr>
          </w:p>
          <w:p w14:paraId="052C7149" w14:textId="77777777" w:rsidR="001D557C" w:rsidRPr="00F81B53" w:rsidRDefault="001D557C" w:rsidP="001D557C">
            <w:pPr>
              <w:tabs>
                <w:tab w:val="right" w:pos="8505"/>
              </w:tabs>
              <w:ind w:right="136"/>
              <w:jc w:val="left"/>
              <w:rPr>
                <w:b/>
                <w:color w:val="000000" w:themeColor="text1"/>
                <w:sz w:val="18"/>
              </w:rPr>
            </w:pPr>
            <w:r w:rsidRPr="00F81B53">
              <w:rPr>
                <w:b/>
                <w:color w:val="000000" w:themeColor="text1"/>
                <w:sz w:val="18"/>
              </w:rPr>
              <w:sym w:font="Times New Roman" w:char="00A9"/>
            </w:r>
            <w:r w:rsidRPr="00F81B53">
              <w:rPr>
                <w:b/>
                <w:color w:val="000000" w:themeColor="text1"/>
                <w:sz w:val="18"/>
              </w:rPr>
              <w:t> </w:t>
            </w:r>
            <w:r>
              <w:rPr>
                <w:b/>
                <w:color w:val="000000" w:themeColor="text1"/>
                <w:sz w:val="18"/>
              </w:rPr>
              <w:t>Sweco</w:t>
            </w:r>
            <w:r w:rsidR="00A20560">
              <w:rPr>
                <w:b/>
                <w:color w:val="000000" w:themeColor="text1"/>
                <w:sz w:val="18"/>
              </w:rPr>
              <w:t> </w:t>
            </w:r>
            <w:r>
              <w:rPr>
                <w:b/>
                <w:color w:val="000000" w:themeColor="text1"/>
                <w:sz w:val="18"/>
              </w:rPr>
              <w:t>Hydroprojekt</w:t>
            </w:r>
            <w:r w:rsidR="00A20560">
              <w:rPr>
                <w:b/>
                <w:color w:val="000000" w:themeColor="text1"/>
                <w:sz w:val="18"/>
              </w:rPr>
              <w:t> </w:t>
            </w:r>
            <w:r w:rsidRPr="00F81B53">
              <w:rPr>
                <w:b/>
                <w:color w:val="000000" w:themeColor="text1"/>
                <w:sz w:val="18"/>
              </w:rPr>
              <w:t>a.s.</w:t>
            </w:r>
          </w:p>
          <w:p w14:paraId="1502BEA3" w14:textId="77777777" w:rsidR="001D557C" w:rsidRPr="00F81B53" w:rsidRDefault="001D557C" w:rsidP="001D557C">
            <w:pPr>
              <w:rPr>
                <w:color w:val="000000" w:themeColor="text1"/>
                <w:sz w:val="16"/>
                <w:szCs w:val="16"/>
              </w:rPr>
            </w:pPr>
            <w:r w:rsidRPr="00F81B53">
              <w:rPr>
                <w:color w:val="000000" w:themeColor="text1"/>
                <w:sz w:val="16"/>
                <w:szCs w:val="16"/>
              </w:rPr>
              <w:t>Tato dokumentace včetně všech příloh (s</w:t>
            </w:r>
            <w:r w:rsidR="00A20560">
              <w:rPr>
                <w:color w:val="000000" w:themeColor="text1"/>
                <w:sz w:val="16"/>
                <w:szCs w:val="16"/>
              </w:rPr>
              <w:t> </w:t>
            </w:r>
            <w:r w:rsidRPr="00F81B53">
              <w:rPr>
                <w:color w:val="000000" w:themeColor="text1"/>
                <w:sz w:val="16"/>
                <w:szCs w:val="16"/>
              </w:rPr>
              <w:t xml:space="preserve">výjimkou dat poskytnutých objednatelem) je duševním vlastnictvím akciové společnosti </w:t>
            </w:r>
            <w:r>
              <w:rPr>
                <w:color w:val="000000" w:themeColor="text1"/>
                <w:sz w:val="16"/>
                <w:szCs w:val="16"/>
              </w:rPr>
              <w:t>Sweco</w:t>
            </w:r>
            <w:r w:rsidR="00A20560">
              <w:rPr>
                <w:color w:val="000000" w:themeColor="text1"/>
                <w:sz w:val="16"/>
                <w:szCs w:val="16"/>
              </w:rPr>
              <w:t> </w:t>
            </w:r>
            <w:r>
              <w:rPr>
                <w:color w:val="000000" w:themeColor="text1"/>
                <w:sz w:val="16"/>
                <w:szCs w:val="16"/>
              </w:rPr>
              <w:t>Hydroprojekt</w:t>
            </w:r>
            <w:r w:rsidR="00A20560">
              <w:rPr>
                <w:color w:val="000000" w:themeColor="text1"/>
                <w:sz w:val="16"/>
                <w:szCs w:val="16"/>
              </w:rPr>
              <w:t> </w:t>
            </w:r>
            <w:r>
              <w:rPr>
                <w:color w:val="000000" w:themeColor="text1"/>
                <w:sz w:val="16"/>
                <w:szCs w:val="16"/>
              </w:rPr>
              <w:t>a.s.</w:t>
            </w:r>
            <w:r w:rsidRPr="00F81B53">
              <w:rPr>
                <w:color w:val="000000" w:themeColor="text1"/>
                <w:sz w:val="16"/>
                <w:szCs w:val="16"/>
              </w:rPr>
              <w:t xml:space="preserve"> Objednatel této dokumentace je oprávněn ji využít k účelům vyplývajícím z</w:t>
            </w:r>
            <w:r w:rsidR="00A20560">
              <w:rPr>
                <w:color w:val="000000" w:themeColor="text1"/>
                <w:sz w:val="16"/>
                <w:szCs w:val="16"/>
              </w:rPr>
              <w:t> </w:t>
            </w:r>
            <w:r w:rsidRPr="00F81B53">
              <w:rPr>
                <w:color w:val="000000" w:themeColor="text1"/>
                <w:sz w:val="16"/>
                <w:szCs w:val="16"/>
              </w:rPr>
              <w:t>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14:paraId="255820C6" w14:textId="77777777" w:rsidR="001D557C" w:rsidRPr="001D557C" w:rsidRDefault="001D557C" w:rsidP="00A20560">
            <w:pPr>
              <w:rPr>
                <w:color w:val="000000" w:themeColor="text1"/>
                <w:sz w:val="16"/>
                <w:szCs w:val="16"/>
              </w:rPr>
            </w:pPr>
            <w:r w:rsidRPr="00F81B53">
              <w:rPr>
                <w:color w:val="000000" w:themeColor="text1"/>
                <w:sz w:val="16"/>
                <w:szCs w:val="16"/>
              </w:rPr>
              <w:t>Poznámka: Podpisy zpracovatelů jsou připojeny pouze k výtisku číslo</w:t>
            </w:r>
            <w:r w:rsidR="00A20560">
              <w:rPr>
                <w:color w:val="000000" w:themeColor="text1"/>
                <w:sz w:val="16"/>
                <w:szCs w:val="16"/>
              </w:rPr>
              <w:t> </w:t>
            </w:r>
            <w:r w:rsidRPr="00F81B53">
              <w:rPr>
                <w:color w:val="000000" w:themeColor="text1"/>
                <w:sz w:val="16"/>
                <w:szCs w:val="16"/>
              </w:rPr>
              <w:t>01 nebo originálu přílohy (matrici).</w:t>
            </w:r>
          </w:p>
        </w:tc>
      </w:tr>
    </w:tbl>
    <w:p w14:paraId="07EFED7D" w14:textId="77777777" w:rsidR="00E27980" w:rsidRPr="00F81B53" w:rsidRDefault="00E27980" w:rsidP="00E27980">
      <w:pPr>
        <w:rPr>
          <w:color w:val="000000" w:themeColor="text1"/>
          <w:sz w:val="16"/>
          <w:szCs w:val="16"/>
        </w:rPr>
      </w:pPr>
      <w:r w:rsidRPr="00F81B53">
        <w:rPr>
          <w:color w:val="000000" w:themeColor="text1"/>
          <w:sz w:val="16"/>
          <w:szCs w:val="16"/>
        </w:rPr>
        <w:br w:type="page"/>
      </w:r>
    </w:p>
    <w:tbl>
      <w:tblPr>
        <w:tblW w:w="8510" w:type="dxa"/>
        <w:tblInd w:w="-4" w:type="dxa"/>
        <w:tblLook w:val="01E0" w:firstRow="1" w:lastRow="1" w:firstColumn="1" w:lastColumn="1" w:noHBand="0" w:noVBand="0"/>
      </w:tblPr>
      <w:tblGrid>
        <w:gridCol w:w="8510"/>
      </w:tblGrid>
      <w:tr w:rsidR="00F81B53" w:rsidRPr="00F81B53" w14:paraId="4FDAA60D" w14:textId="77777777" w:rsidTr="00AA14F6">
        <w:trPr>
          <w:trHeight w:val="510"/>
        </w:trPr>
        <w:tc>
          <w:tcPr>
            <w:tcW w:w="8510" w:type="dxa"/>
            <w:tcBorders>
              <w:bottom w:val="single" w:sz="4" w:space="0" w:color="auto"/>
            </w:tcBorders>
            <w:tcMar>
              <w:left w:w="0" w:type="dxa"/>
            </w:tcMar>
            <w:vAlign w:val="center"/>
          </w:tcPr>
          <w:p w14:paraId="1A76850B" w14:textId="77777777" w:rsidR="00532923" w:rsidRPr="00F81B53" w:rsidRDefault="00532923" w:rsidP="001F529C">
            <w:pPr>
              <w:tabs>
                <w:tab w:val="left" w:pos="3960"/>
                <w:tab w:val="left" w:pos="4320"/>
              </w:tabs>
              <w:jc w:val="left"/>
              <w:rPr>
                <w:bCs/>
                <w:color w:val="000000" w:themeColor="text1"/>
                <w:sz w:val="30"/>
                <w:szCs w:val="30"/>
              </w:rPr>
            </w:pPr>
            <w:r w:rsidRPr="00F81B53">
              <w:rPr>
                <w:bCs/>
                <w:color w:val="000000" w:themeColor="text1"/>
                <w:sz w:val="30"/>
                <w:szCs w:val="30"/>
              </w:rPr>
              <w:lastRenderedPageBreak/>
              <w:t>OBSAH</w:t>
            </w:r>
          </w:p>
        </w:tc>
      </w:tr>
    </w:tbl>
    <w:p w14:paraId="12211D43" w14:textId="77777777" w:rsidR="006744BF" w:rsidRPr="00F81B53" w:rsidRDefault="006744BF" w:rsidP="00DD3884"/>
    <w:p w14:paraId="1B6C5355" w14:textId="77777777" w:rsidR="00F6635F" w:rsidRPr="00F81B53" w:rsidRDefault="00F6635F" w:rsidP="00F6635F">
      <w:pPr>
        <w:tabs>
          <w:tab w:val="right" w:pos="8505"/>
        </w:tabs>
        <w:rPr>
          <w:bCs/>
          <w:color w:val="000000" w:themeColor="text1"/>
        </w:rPr>
      </w:pPr>
      <w:r w:rsidRPr="00F81B53">
        <w:rPr>
          <w:b/>
          <w:bCs/>
          <w:color w:val="000000" w:themeColor="text1"/>
        </w:rPr>
        <w:tab/>
      </w:r>
      <w:r w:rsidRPr="00F81B53">
        <w:rPr>
          <w:bCs/>
          <w:color w:val="000000" w:themeColor="text1"/>
        </w:rPr>
        <w:t>strana</w:t>
      </w:r>
    </w:p>
    <w:p w14:paraId="2BE5FDEB" w14:textId="69C0C63F" w:rsidR="00DD6C2E" w:rsidRDefault="00EF0509">
      <w:pPr>
        <w:pStyle w:val="Obsah2"/>
        <w:rPr>
          <w:rFonts w:asciiTheme="minorHAnsi" w:eastAsiaTheme="minorEastAsia" w:hAnsiTheme="minorHAnsi" w:cstheme="minorBidi"/>
          <w:noProof/>
          <w:sz w:val="22"/>
          <w:szCs w:val="22"/>
        </w:rPr>
      </w:pPr>
      <w:r w:rsidRPr="00F81B53">
        <w:rPr>
          <w:color w:val="000000" w:themeColor="text1"/>
        </w:rPr>
        <w:fldChar w:fldCharType="begin"/>
      </w:r>
      <w:r w:rsidR="00952B1F" w:rsidRPr="00F81B53">
        <w:rPr>
          <w:color w:val="000000" w:themeColor="text1"/>
        </w:rPr>
        <w:instrText xml:space="preserve"> TOC \o \h \z \u </w:instrText>
      </w:r>
      <w:r w:rsidRPr="00F81B53">
        <w:rPr>
          <w:color w:val="000000" w:themeColor="text1"/>
        </w:rPr>
        <w:fldChar w:fldCharType="separate"/>
      </w:r>
      <w:hyperlink w:anchor="_Toc110956605" w:history="1">
        <w:r w:rsidR="00DD6C2E" w:rsidRPr="00B51382">
          <w:rPr>
            <w:rStyle w:val="Hypertextovodkaz"/>
            <w:noProof/>
          </w:rPr>
          <w:t>A.1</w:t>
        </w:r>
        <w:r w:rsidR="00DD6C2E">
          <w:rPr>
            <w:rFonts w:asciiTheme="minorHAnsi" w:eastAsiaTheme="minorEastAsia" w:hAnsiTheme="minorHAnsi" w:cstheme="minorBidi"/>
            <w:noProof/>
            <w:sz w:val="22"/>
            <w:szCs w:val="22"/>
          </w:rPr>
          <w:tab/>
        </w:r>
        <w:r w:rsidR="00DD6C2E" w:rsidRPr="00B51382">
          <w:rPr>
            <w:rStyle w:val="Hypertextovodkaz"/>
            <w:noProof/>
          </w:rPr>
          <w:t>Identifikační údaje</w:t>
        </w:r>
        <w:r w:rsidR="00DD6C2E">
          <w:rPr>
            <w:noProof/>
            <w:webHidden/>
          </w:rPr>
          <w:tab/>
        </w:r>
        <w:r w:rsidR="00DD6C2E">
          <w:rPr>
            <w:noProof/>
            <w:webHidden/>
          </w:rPr>
          <w:fldChar w:fldCharType="begin"/>
        </w:r>
        <w:r w:rsidR="00DD6C2E">
          <w:rPr>
            <w:noProof/>
            <w:webHidden/>
          </w:rPr>
          <w:instrText xml:space="preserve"> PAGEREF _Toc110956605 \h </w:instrText>
        </w:r>
        <w:r w:rsidR="00DD6C2E">
          <w:rPr>
            <w:noProof/>
            <w:webHidden/>
          </w:rPr>
        </w:r>
        <w:r w:rsidR="00DD6C2E">
          <w:rPr>
            <w:noProof/>
            <w:webHidden/>
          </w:rPr>
          <w:fldChar w:fldCharType="separate"/>
        </w:r>
        <w:r w:rsidR="00E645F6">
          <w:rPr>
            <w:noProof/>
            <w:webHidden/>
          </w:rPr>
          <w:t>5</w:t>
        </w:r>
        <w:r w:rsidR="00DD6C2E">
          <w:rPr>
            <w:noProof/>
            <w:webHidden/>
          </w:rPr>
          <w:fldChar w:fldCharType="end"/>
        </w:r>
      </w:hyperlink>
    </w:p>
    <w:p w14:paraId="314AF078" w14:textId="3DBBA541" w:rsidR="00DD6C2E" w:rsidRDefault="00D869F3">
      <w:pPr>
        <w:pStyle w:val="Obsah3"/>
        <w:rPr>
          <w:rFonts w:asciiTheme="minorHAnsi" w:eastAsiaTheme="minorEastAsia" w:hAnsiTheme="minorHAnsi" w:cstheme="minorBidi"/>
          <w:noProof/>
          <w:sz w:val="22"/>
          <w:szCs w:val="22"/>
        </w:rPr>
      </w:pPr>
      <w:hyperlink w:anchor="_Toc110956606" w:history="1">
        <w:r w:rsidR="00DD6C2E" w:rsidRPr="00B51382">
          <w:rPr>
            <w:rStyle w:val="Hypertextovodkaz"/>
            <w:noProof/>
          </w:rPr>
          <w:t>A.1.1</w:t>
        </w:r>
        <w:r w:rsidR="00DD6C2E">
          <w:rPr>
            <w:rFonts w:asciiTheme="minorHAnsi" w:eastAsiaTheme="minorEastAsia" w:hAnsiTheme="minorHAnsi" w:cstheme="minorBidi"/>
            <w:noProof/>
            <w:sz w:val="22"/>
            <w:szCs w:val="22"/>
          </w:rPr>
          <w:tab/>
        </w:r>
        <w:r w:rsidR="00DD6C2E" w:rsidRPr="00B51382">
          <w:rPr>
            <w:rStyle w:val="Hypertextovodkaz"/>
            <w:noProof/>
          </w:rPr>
          <w:t>Údaje o stavbě</w:t>
        </w:r>
        <w:r w:rsidR="00DD6C2E">
          <w:rPr>
            <w:noProof/>
            <w:webHidden/>
          </w:rPr>
          <w:tab/>
        </w:r>
        <w:r w:rsidR="00DD6C2E">
          <w:rPr>
            <w:noProof/>
            <w:webHidden/>
          </w:rPr>
          <w:fldChar w:fldCharType="begin"/>
        </w:r>
        <w:r w:rsidR="00DD6C2E">
          <w:rPr>
            <w:noProof/>
            <w:webHidden/>
          </w:rPr>
          <w:instrText xml:space="preserve"> PAGEREF _Toc110956606 \h </w:instrText>
        </w:r>
        <w:r w:rsidR="00DD6C2E">
          <w:rPr>
            <w:noProof/>
            <w:webHidden/>
          </w:rPr>
        </w:r>
        <w:r w:rsidR="00DD6C2E">
          <w:rPr>
            <w:noProof/>
            <w:webHidden/>
          </w:rPr>
          <w:fldChar w:fldCharType="separate"/>
        </w:r>
        <w:r w:rsidR="00E645F6">
          <w:rPr>
            <w:noProof/>
            <w:webHidden/>
          </w:rPr>
          <w:t>5</w:t>
        </w:r>
        <w:r w:rsidR="00DD6C2E">
          <w:rPr>
            <w:noProof/>
            <w:webHidden/>
          </w:rPr>
          <w:fldChar w:fldCharType="end"/>
        </w:r>
      </w:hyperlink>
    </w:p>
    <w:p w14:paraId="22F80C1A" w14:textId="684D2289" w:rsidR="00DD6C2E" w:rsidRDefault="00D869F3">
      <w:pPr>
        <w:pStyle w:val="Obsah3"/>
        <w:rPr>
          <w:rFonts w:asciiTheme="minorHAnsi" w:eastAsiaTheme="minorEastAsia" w:hAnsiTheme="minorHAnsi" w:cstheme="minorBidi"/>
          <w:noProof/>
          <w:sz w:val="22"/>
          <w:szCs w:val="22"/>
        </w:rPr>
      </w:pPr>
      <w:hyperlink w:anchor="_Toc110956607" w:history="1">
        <w:r w:rsidR="00DD6C2E" w:rsidRPr="00B51382">
          <w:rPr>
            <w:rStyle w:val="Hypertextovodkaz"/>
            <w:noProof/>
          </w:rPr>
          <w:t>A.1.2</w:t>
        </w:r>
        <w:r w:rsidR="00DD6C2E">
          <w:rPr>
            <w:rFonts w:asciiTheme="minorHAnsi" w:eastAsiaTheme="minorEastAsia" w:hAnsiTheme="minorHAnsi" w:cstheme="minorBidi"/>
            <w:noProof/>
            <w:sz w:val="22"/>
            <w:szCs w:val="22"/>
          </w:rPr>
          <w:tab/>
        </w:r>
        <w:r w:rsidR="00DD6C2E" w:rsidRPr="00B51382">
          <w:rPr>
            <w:rStyle w:val="Hypertextovodkaz"/>
            <w:noProof/>
          </w:rPr>
          <w:t>Údaje o stavebníkovi</w:t>
        </w:r>
        <w:r w:rsidR="00DD6C2E">
          <w:rPr>
            <w:noProof/>
            <w:webHidden/>
          </w:rPr>
          <w:tab/>
        </w:r>
        <w:r w:rsidR="00DD6C2E">
          <w:rPr>
            <w:noProof/>
            <w:webHidden/>
          </w:rPr>
          <w:fldChar w:fldCharType="begin"/>
        </w:r>
        <w:r w:rsidR="00DD6C2E">
          <w:rPr>
            <w:noProof/>
            <w:webHidden/>
          </w:rPr>
          <w:instrText xml:space="preserve"> PAGEREF _Toc110956607 \h </w:instrText>
        </w:r>
        <w:r w:rsidR="00DD6C2E">
          <w:rPr>
            <w:noProof/>
            <w:webHidden/>
          </w:rPr>
        </w:r>
        <w:r w:rsidR="00DD6C2E">
          <w:rPr>
            <w:noProof/>
            <w:webHidden/>
          </w:rPr>
          <w:fldChar w:fldCharType="separate"/>
        </w:r>
        <w:r w:rsidR="00E645F6">
          <w:rPr>
            <w:noProof/>
            <w:webHidden/>
          </w:rPr>
          <w:t>5</w:t>
        </w:r>
        <w:r w:rsidR="00DD6C2E">
          <w:rPr>
            <w:noProof/>
            <w:webHidden/>
          </w:rPr>
          <w:fldChar w:fldCharType="end"/>
        </w:r>
      </w:hyperlink>
    </w:p>
    <w:p w14:paraId="20F5197D" w14:textId="22A13B53" w:rsidR="00DD6C2E" w:rsidRDefault="00D869F3">
      <w:pPr>
        <w:pStyle w:val="Obsah3"/>
        <w:rPr>
          <w:rFonts w:asciiTheme="minorHAnsi" w:eastAsiaTheme="minorEastAsia" w:hAnsiTheme="minorHAnsi" w:cstheme="minorBidi"/>
          <w:noProof/>
          <w:sz w:val="22"/>
          <w:szCs w:val="22"/>
        </w:rPr>
      </w:pPr>
      <w:hyperlink w:anchor="_Toc110956608" w:history="1">
        <w:r w:rsidR="00DD6C2E" w:rsidRPr="00B51382">
          <w:rPr>
            <w:rStyle w:val="Hypertextovodkaz"/>
            <w:noProof/>
          </w:rPr>
          <w:t>A.1.3</w:t>
        </w:r>
        <w:r w:rsidR="00DD6C2E">
          <w:rPr>
            <w:rFonts w:asciiTheme="minorHAnsi" w:eastAsiaTheme="minorEastAsia" w:hAnsiTheme="minorHAnsi" w:cstheme="minorBidi"/>
            <w:noProof/>
            <w:sz w:val="22"/>
            <w:szCs w:val="22"/>
          </w:rPr>
          <w:tab/>
        </w:r>
        <w:r w:rsidR="00DD6C2E" w:rsidRPr="00B51382">
          <w:rPr>
            <w:rStyle w:val="Hypertextovodkaz"/>
            <w:noProof/>
          </w:rPr>
          <w:t>Údaje o zpracovateli projektové dokumentace</w:t>
        </w:r>
        <w:r w:rsidR="00DD6C2E">
          <w:rPr>
            <w:noProof/>
            <w:webHidden/>
          </w:rPr>
          <w:tab/>
        </w:r>
        <w:r w:rsidR="00DD6C2E">
          <w:rPr>
            <w:noProof/>
            <w:webHidden/>
          </w:rPr>
          <w:fldChar w:fldCharType="begin"/>
        </w:r>
        <w:r w:rsidR="00DD6C2E">
          <w:rPr>
            <w:noProof/>
            <w:webHidden/>
          </w:rPr>
          <w:instrText xml:space="preserve"> PAGEREF _Toc110956608 \h </w:instrText>
        </w:r>
        <w:r w:rsidR="00DD6C2E">
          <w:rPr>
            <w:noProof/>
            <w:webHidden/>
          </w:rPr>
        </w:r>
        <w:r w:rsidR="00DD6C2E">
          <w:rPr>
            <w:noProof/>
            <w:webHidden/>
          </w:rPr>
          <w:fldChar w:fldCharType="separate"/>
        </w:r>
        <w:r w:rsidR="00E645F6">
          <w:rPr>
            <w:noProof/>
            <w:webHidden/>
          </w:rPr>
          <w:t>5</w:t>
        </w:r>
        <w:r w:rsidR="00DD6C2E">
          <w:rPr>
            <w:noProof/>
            <w:webHidden/>
          </w:rPr>
          <w:fldChar w:fldCharType="end"/>
        </w:r>
      </w:hyperlink>
    </w:p>
    <w:p w14:paraId="75DF944B" w14:textId="6EF4E142" w:rsidR="00DD6C2E" w:rsidRDefault="00D869F3">
      <w:pPr>
        <w:pStyle w:val="Obsah2"/>
        <w:rPr>
          <w:rFonts w:asciiTheme="minorHAnsi" w:eastAsiaTheme="minorEastAsia" w:hAnsiTheme="minorHAnsi" w:cstheme="minorBidi"/>
          <w:noProof/>
          <w:sz w:val="22"/>
          <w:szCs w:val="22"/>
        </w:rPr>
      </w:pPr>
      <w:hyperlink w:anchor="_Toc110956609" w:history="1">
        <w:r w:rsidR="00DD6C2E" w:rsidRPr="00B51382">
          <w:rPr>
            <w:rStyle w:val="Hypertextovodkaz"/>
            <w:noProof/>
          </w:rPr>
          <w:t>A.2</w:t>
        </w:r>
        <w:r w:rsidR="00DD6C2E">
          <w:rPr>
            <w:rFonts w:asciiTheme="minorHAnsi" w:eastAsiaTheme="minorEastAsia" w:hAnsiTheme="minorHAnsi" w:cstheme="minorBidi"/>
            <w:noProof/>
            <w:sz w:val="22"/>
            <w:szCs w:val="22"/>
          </w:rPr>
          <w:tab/>
        </w:r>
        <w:r w:rsidR="00DD6C2E" w:rsidRPr="00B51382">
          <w:rPr>
            <w:rStyle w:val="Hypertextovodkaz"/>
            <w:noProof/>
          </w:rPr>
          <w:t>Členění stavby na objekty a technická a technologická zařízení</w:t>
        </w:r>
        <w:r w:rsidR="00DD6C2E">
          <w:rPr>
            <w:noProof/>
            <w:webHidden/>
          </w:rPr>
          <w:tab/>
        </w:r>
        <w:r w:rsidR="00DD6C2E">
          <w:rPr>
            <w:noProof/>
            <w:webHidden/>
          </w:rPr>
          <w:fldChar w:fldCharType="begin"/>
        </w:r>
        <w:r w:rsidR="00DD6C2E">
          <w:rPr>
            <w:noProof/>
            <w:webHidden/>
          </w:rPr>
          <w:instrText xml:space="preserve"> PAGEREF _Toc110956609 \h </w:instrText>
        </w:r>
        <w:r w:rsidR="00DD6C2E">
          <w:rPr>
            <w:noProof/>
            <w:webHidden/>
          </w:rPr>
        </w:r>
        <w:r w:rsidR="00DD6C2E">
          <w:rPr>
            <w:noProof/>
            <w:webHidden/>
          </w:rPr>
          <w:fldChar w:fldCharType="separate"/>
        </w:r>
        <w:r w:rsidR="00E645F6">
          <w:rPr>
            <w:noProof/>
            <w:webHidden/>
          </w:rPr>
          <w:t>7</w:t>
        </w:r>
        <w:r w:rsidR="00DD6C2E">
          <w:rPr>
            <w:noProof/>
            <w:webHidden/>
          </w:rPr>
          <w:fldChar w:fldCharType="end"/>
        </w:r>
      </w:hyperlink>
    </w:p>
    <w:p w14:paraId="1D48F0D1" w14:textId="1D930AFF" w:rsidR="00DD6C2E" w:rsidRDefault="00D869F3">
      <w:pPr>
        <w:pStyle w:val="Obsah2"/>
        <w:rPr>
          <w:rFonts w:asciiTheme="minorHAnsi" w:eastAsiaTheme="minorEastAsia" w:hAnsiTheme="minorHAnsi" w:cstheme="minorBidi"/>
          <w:noProof/>
          <w:sz w:val="22"/>
          <w:szCs w:val="22"/>
        </w:rPr>
      </w:pPr>
      <w:hyperlink w:anchor="_Toc110956610" w:history="1">
        <w:r w:rsidR="00DD6C2E" w:rsidRPr="00B51382">
          <w:rPr>
            <w:rStyle w:val="Hypertextovodkaz"/>
            <w:noProof/>
          </w:rPr>
          <w:t>A.3</w:t>
        </w:r>
        <w:r w:rsidR="00DD6C2E">
          <w:rPr>
            <w:rFonts w:asciiTheme="minorHAnsi" w:eastAsiaTheme="minorEastAsia" w:hAnsiTheme="minorHAnsi" w:cstheme="minorBidi"/>
            <w:noProof/>
            <w:sz w:val="22"/>
            <w:szCs w:val="22"/>
          </w:rPr>
          <w:tab/>
        </w:r>
        <w:r w:rsidR="00DD6C2E" w:rsidRPr="00B51382">
          <w:rPr>
            <w:rStyle w:val="Hypertextovodkaz"/>
            <w:noProof/>
          </w:rPr>
          <w:t>Seznam vstupních podkladů</w:t>
        </w:r>
        <w:r w:rsidR="00DD6C2E">
          <w:rPr>
            <w:noProof/>
            <w:webHidden/>
          </w:rPr>
          <w:tab/>
        </w:r>
        <w:r w:rsidR="00DD6C2E">
          <w:rPr>
            <w:noProof/>
            <w:webHidden/>
          </w:rPr>
          <w:fldChar w:fldCharType="begin"/>
        </w:r>
        <w:r w:rsidR="00DD6C2E">
          <w:rPr>
            <w:noProof/>
            <w:webHidden/>
          </w:rPr>
          <w:instrText xml:space="preserve"> PAGEREF _Toc110956610 \h </w:instrText>
        </w:r>
        <w:r w:rsidR="00DD6C2E">
          <w:rPr>
            <w:noProof/>
            <w:webHidden/>
          </w:rPr>
        </w:r>
        <w:r w:rsidR="00DD6C2E">
          <w:rPr>
            <w:noProof/>
            <w:webHidden/>
          </w:rPr>
          <w:fldChar w:fldCharType="separate"/>
        </w:r>
        <w:r w:rsidR="00E645F6">
          <w:rPr>
            <w:noProof/>
            <w:webHidden/>
          </w:rPr>
          <w:t>11</w:t>
        </w:r>
        <w:r w:rsidR="00DD6C2E">
          <w:rPr>
            <w:noProof/>
            <w:webHidden/>
          </w:rPr>
          <w:fldChar w:fldCharType="end"/>
        </w:r>
      </w:hyperlink>
    </w:p>
    <w:p w14:paraId="5C6649B5" w14:textId="124B473D" w:rsidR="00693245" w:rsidRPr="00F81B53" w:rsidRDefault="00EF0509" w:rsidP="00D95B8E">
      <w:pPr>
        <w:pStyle w:val="Obsah5"/>
        <w:rPr>
          <w:color w:val="000000" w:themeColor="text1"/>
        </w:rPr>
      </w:pPr>
      <w:r w:rsidRPr="00F81B53">
        <w:fldChar w:fldCharType="end"/>
      </w:r>
      <w:r w:rsidR="00693245" w:rsidRPr="00F81B53">
        <w:rPr>
          <w:color w:val="000000" w:themeColor="text1"/>
        </w:rPr>
        <w:br w:type="page"/>
      </w:r>
      <w:bookmarkStart w:id="0" w:name="_Toc167240464"/>
      <w:bookmarkStart w:id="1" w:name="_Toc170478967"/>
      <w:r w:rsidR="00B47B01">
        <w:rPr>
          <w:color w:val="000000" w:themeColor="text1"/>
        </w:rPr>
        <w:lastRenderedPageBreak/>
        <w:tab/>
      </w:r>
      <w:r w:rsidR="00B47B01">
        <w:rPr>
          <w:color w:val="000000" w:themeColor="text1"/>
        </w:rPr>
        <w:tab/>
      </w:r>
    </w:p>
    <w:tbl>
      <w:tblPr>
        <w:tblW w:w="8510" w:type="dxa"/>
        <w:tblInd w:w="-4" w:type="dxa"/>
        <w:tblLook w:val="01E0" w:firstRow="1" w:lastRow="1" w:firstColumn="1" w:lastColumn="1" w:noHBand="0" w:noVBand="0"/>
      </w:tblPr>
      <w:tblGrid>
        <w:gridCol w:w="8510"/>
      </w:tblGrid>
      <w:tr w:rsidR="001F529C" w:rsidRPr="00F81B53" w14:paraId="712943FD" w14:textId="77777777" w:rsidTr="001F529C">
        <w:trPr>
          <w:trHeight w:val="510"/>
        </w:trPr>
        <w:tc>
          <w:tcPr>
            <w:tcW w:w="8510" w:type="dxa"/>
            <w:tcBorders>
              <w:bottom w:val="single" w:sz="4" w:space="0" w:color="auto"/>
            </w:tcBorders>
            <w:tcMar>
              <w:left w:w="0" w:type="dxa"/>
            </w:tcMar>
            <w:vAlign w:val="center"/>
          </w:tcPr>
          <w:p w14:paraId="5B268E2D" w14:textId="77777777" w:rsidR="001F529C" w:rsidRPr="00F81B53" w:rsidRDefault="001F529C" w:rsidP="001F529C">
            <w:pPr>
              <w:tabs>
                <w:tab w:val="left" w:pos="3960"/>
                <w:tab w:val="left" w:pos="4320"/>
              </w:tabs>
              <w:jc w:val="left"/>
              <w:rPr>
                <w:bCs/>
                <w:color w:val="000000" w:themeColor="text1"/>
                <w:sz w:val="30"/>
                <w:szCs w:val="30"/>
              </w:rPr>
            </w:pPr>
            <w:bookmarkStart w:id="2" w:name="_Toc283724887"/>
            <w:r w:rsidRPr="00DD6C2E">
              <w:rPr>
                <w:bCs/>
                <w:color w:val="000000" w:themeColor="text1"/>
                <w:sz w:val="30"/>
                <w:szCs w:val="30"/>
              </w:rPr>
              <w:t>SEZNAM PŘÍLOH</w:t>
            </w:r>
          </w:p>
        </w:tc>
      </w:tr>
    </w:tbl>
    <w:p w14:paraId="08433FE5" w14:textId="77777777" w:rsidR="00DD6C2E" w:rsidRDefault="00DD6C2E" w:rsidP="001F529C"/>
    <w:p w14:paraId="18EE9F20" w14:textId="77777777" w:rsidR="00DD6C2E" w:rsidRDefault="00DD6C2E" w:rsidP="001F529C"/>
    <w:p w14:paraId="18911A75" w14:textId="4B2BB19E" w:rsidR="001F529C" w:rsidRDefault="00DD6C2E" w:rsidP="001F529C">
      <w:r>
        <w:t>VIZ SAMOSTATNÁ PŘÍLOHA TÉTO PROJEKTOVÉ DOKUMENTACE</w:t>
      </w:r>
    </w:p>
    <w:p w14:paraId="2B31813F" w14:textId="77777777" w:rsidR="001F529C" w:rsidRPr="00F81B53" w:rsidRDefault="001F529C" w:rsidP="001F529C">
      <w:r w:rsidRPr="00F81B53">
        <w:br w:type="page"/>
      </w:r>
    </w:p>
    <w:p w14:paraId="2538233B" w14:textId="77777777" w:rsidR="004A0786" w:rsidRDefault="004A0786" w:rsidP="00752D8B">
      <w:pPr>
        <w:pStyle w:val="Nadpis2"/>
      </w:pPr>
      <w:bookmarkStart w:id="3" w:name="_Toc110956605"/>
      <w:bookmarkEnd w:id="0"/>
      <w:bookmarkEnd w:id="1"/>
      <w:bookmarkEnd w:id="2"/>
      <w:r>
        <w:lastRenderedPageBreak/>
        <w:t>Identifikační údaje</w:t>
      </w:r>
      <w:bookmarkEnd w:id="3"/>
      <w:r>
        <w:t xml:space="preserve"> </w:t>
      </w:r>
    </w:p>
    <w:p w14:paraId="75AC6400" w14:textId="77777777" w:rsidR="004A0786" w:rsidRPr="00532DE5" w:rsidRDefault="004A0786" w:rsidP="00532DE5">
      <w:pPr>
        <w:pStyle w:val="Nadpis3"/>
      </w:pPr>
      <w:bookmarkStart w:id="4" w:name="_Toc110956606"/>
      <w:r w:rsidRPr="00532DE5">
        <w:t>Údaje o stavbě</w:t>
      </w:r>
      <w:bookmarkEnd w:id="4"/>
      <w:r w:rsidRPr="00532DE5">
        <w:t xml:space="preserve"> </w:t>
      </w:r>
    </w:p>
    <w:p w14:paraId="78682CE0" w14:textId="4F8E7A9F" w:rsidR="00843F6C" w:rsidRDefault="004A0786" w:rsidP="00843F6C">
      <w:pPr>
        <w:pStyle w:val="Odstavecseseznamem"/>
        <w:numPr>
          <w:ilvl w:val="0"/>
          <w:numId w:val="34"/>
        </w:numPr>
        <w:ind w:left="284" w:hanging="284"/>
      </w:pPr>
      <w:r>
        <w:t xml:space="preserve">název </w:t>
      </w:r>
      <w:r w:rsidRPr="00B66485">
        <w:t>stavby</w:t>
      </w:r>
      <w:r w:rsidR="00B66485">
        <w:t>:</w:t>
      </w:r>
      <w:r w:rsidRPr="00B66485">
        <w:t xml:space="preserve"> </w:t>
      </w:r>
    </w:p>
    <w:p w14:paraId="71853E78" w14:textId="21489426" w:rsidR="004A0786" w:rsidRPr="005C1585" w:rsidRDefault="00B66485" w:rsidP="00843F6C">
      <w:pPr>
        <w:rPr>
          <w:rFonts w:cs="Arial"/>
          <w:b/>
          <w:bCs/>
        </w:rPr>
      </w:pPr>
      <w:r w:rsidRPr="005C1585">
        <w:rPr>
          <w:rFonts w:cs="Arial"/>
          <w:b/>
          <w:bCs/>
          <w:sz w:val="22"/>
          <w:szCs w:val="22"/>
        </w:rPr>
        <w:t xml:space="preserve">Kalové hospodářství ČOV </w:t>
      </w:r>
      <w:proofErr w:type="gramStart"/>
      <w:r w:rsidRPr="005C1585">
        <w:rPr>
          <w:rFonts w:cs="Arial"/>
          <w:b/>
          <w:bCs/>
          <w:sz w:val="22"/>
          <w:szCs w:val="22"/>
        </w:rPr>
        <w:t>Brno - Modřice</w:t>
      </w:r>
      <w:proofErr w:type="gramEnd"/>
    </w:p>
    <w:p w14:paraId="1FBA8625" w14:textId="77777777" w:rsidR="00304521" w:rsidRPr="00843F6C" w:rsidRDefault="00304521" w:rsidP="00843F6C">
      <w:pPr>
        <w:rPr>
          <w:b/>
          <w:bCs/>
        </w:rPr>
      </w:pPr>
    </w:p>
    <w:p w14:paraId="51B8F95B" w14:textId="71A77359" w:rsidR="004A0786" w:rsidRDefault="004A0786" w:rsidP="00843F6C">
      <w:r>
        <w:t xml:space="preserve">b) místo stavby </w:t>
      </w:r>
    </w:p>
    <w:p w14:paraId="40011BA9" w14:textId="77777777" w:rsidR="00B66485" w:rsidRDefault="00B66485" w:rsidP="00843F6C"/>
    <w:p w14:paraId="013DA7D4" w14:textId="623E249A" w:rsidR="00B66485" w:rsidRDefault="00B66485" w:rsidP="00843F6C">
      <w:pPr>
        <w:pStyle w:val="Odstavecseseznamem"/>
        <w:numPr>
          <w:ilvl w:val="0"/>
          <w:numId w:val="30"/>
        </w:numPr>
        <w:autoSpaceDE w:val="0"/>
        <w:autoSpaceDN w:val="0"/>
        <w:adjustRightInd w:val="0"/>
        <w:rPr>
          <w:rFonts w:cs="Arial"/>
          <w:sz w:val="22"/>
          <w:szCs w:val="22"/>
        </w:rPr>
      </w:pPr>
      <w:r w:rsidRPr="00B66485">
        <w:rPr>
          <w:rFonts w:cs="Arial"/>
          <w:sz w:val="22"/>
          <w:szCs w:val="22"/>
        </w:rPr>
        <w:t xml:space="preserve">areál </w:t>
      </w:r>
      <w:r w:rsidRPr="00B66485">
        <w:rPr>
          <w:rFonts w:ascii="ArialMT" w:hAnsi="ArialMT" w:cs="ArialMT"/>
          <w:sz w:val="22"/>
          <w:szCs w:val="22"/>
        </w:rPr>
        <w:t>Č</w:t>
      </w:r>
      <w:r w:rsidRPr="00B66485">
        <w:rPr>
          <w:rFonts w:cs="Arial"/>
          <w:sz w:val="22"/>
          <w:szCs w:val="22"/>
        </w:rPr>
        <w:t>istírny odpadních vod, Chrlická 552, 664 42 Mod</w:t>
      </w:r>
      <w:r w:rsidRPr="00B66485">
        <w:rPr>
          <w:rFonts w:ascii="ArialMT" w:hAnsi="ArialMT" w:cs="ArialMT"/>
          <w:sz w:val="22"/>
          <w:szCs w:val="22"/>
        </w:rPr>
        <w:t>ř</w:t>
      </w:r>
      <w:r w:rsidRPr="00B66485">
        <w:rPr>
          <w:rFonts w:cs="Arial"/>
          <w:sz w:val="22"/>
          <w:szCs w:val="22"/>
        </w:rPr>
        <w:t>ice</w:t>
      </w:r>
    </w:p>
    <w:p w14:paraId="645F003B" w14:textId="77777777" w:rsidR="00843F6C" w:rsidRDefault="00843F6C" w:rsidP="00843F6C">
      <w:pPr>
        <w:autoSpaceDE w:val="0"/>
        <w:autoSpaceDN w:val="0"/>
        <w:adjustRightInd w:val="0"/>
        <w:rPr>
          <w:rFonts w:cs="Arial"/>
          <w:sz w:val="22"/>
          <w:szCs w:val="22"/>
        </w:rPr>
      </w:pPr>
    </w:p>
    <w:p w14:paraId="355C0FC9" w14:textId="715EFEB9" w:rsidR="00B66485" w:rsidRDefault="00B66485" w:rsidP="00843F6C">
      <w:pPr>
        <w:autoSpaceDE w:val="0"/>
        <w:autoSpaceDN w:val="0"/>
        <w:adjustRightInd w:val="0"/>
        <w:rPr>
          <w:rFonts w:cs="Arial"/>
          <w:sz w:val="22"/>
          <w:szCs w:val="22"/>
        </w:rPr>
      </w:pPr>
      <w:r>
        <w:rPr>
          <w:rFonts w:cs="Arial"/>
          <w:sz w:val="22"/>
          <w:szCs w:val="22"/>
        </w:rPr>
        <w:t>katastrální území: Mod</w:t>
      </w:r>
      <w:r>
        <w:rPr>
          <w:rFonts w:ascii="ArialMT" w:hAnsi="ArialMT" w:cs="ArialMT"/>
          <w:sz w:val="22"/>
          <w:szCs w:val="22"/>
        </w:rPr>
        <w:t>ř</w:t>
      </w:r>
      <w:r>
        <w:rPr>
          <w:rFonts w:cs="Arial"/>
          <w:sz w:val="22"/>
          <w:szCs w:val="22"/>
        </w:rPr>
        <w:t>ice, Chrlice</w:t>
      </w:r>
    </w:p>
    <w:p w14:paraId="7D662A20" w14:textId="77777777" w:rsidR="00B66485" w:rsidRDefault="00B66485" w:rsidP="00843F6C">
      <w:pPr>
        <w:autoSpaceDE w:val="0"/>
        <w:autoSpaceDN w:val="0"/>
        <w:adjustRightInd w:val="0"/>
        <w:rPr>
          <w:rFonts w:cs="Arial"/>
          <w:sz w:val="22"/>
          <w:szCs w:val="22"/>
        </w:rPr>
      </w:pPr>
    </w:p>
    <w:p w14:paraId="27D66C76" w14:textId="77777777" w:rsidR="00B66485" w:rsidRDefault="00B66485" w:rsidP="00843F6C">
      <w:pPr>
        <w:autoSpaceDE w:val="0"/>
        <w:autoSpaceDN w:val="0"/>
        <w:adjustRightInd w:val="0"/>
        <w:rPr>
          <w:rFonts w:cs="Arial"/>
          <w:sz w:val="22"/>
          <w:szCs w:val="22"/>
        </w:rPr>
      </w:pPr>
      <w:r>
        <w:rPr>
          <w:rFonts w:cs="Arial"/>
          <w:sz w:val="22"/>
          <w:szCs w:val="22"/>
        </w:rPr>
        <w:t xml:space="preserve">parcelní </w:t>
      </w:r>
      <w:r>
        <w:rPr>
          <w:rFonts w:ascii="ArialMT" w:hAnsi="ArialMT" w:cs="ArialMT"/>
          <w:sz w:val="22"/>
          <w:szCs w:val="22"/>
        </w:rPr>
        <w:t>č</w:t>
      </w:r>
      <w:r>
        <w:rPr>
          <w:rFonts w:cs="Arial"/>
          <w:sz w:val="22"/>
          <w:szCs w:val="22"/>
        </w:rPr>
        <w:t>ísla pozemk</w:t>
      </w:r>
      <w:r>
        <w:rPr>
          <w:rFonts w:ascii="ArialMT" w:hAnsi="ArialMT" w:cs="ArialMT"/>
          <w:sz w:val="22"/>
          <w:szCs w:val="22"/>
        </w:rPr>
        <w:t>ů</w:t>
      </w:r>
      <w:r>
        <w:rPr>
          <w:rFonts w:cs="Arial"/>
          <w:sz w:val="22"/>
          <w:szCs w:val="22"/>
        </w:rPr>
        <w:t>:</w:t>
      </w:r>
    </w:p>
    <w:p w14:paraId="23E133E2" w14:textId="13C7F3E3" w:rsidR="00B66485" w:rsidRDefault="00B66485" w:rsidP="00843F6C">
      <w:pPr>
        <w:autoSpaceDE w:val="0"/>
        <w:autoSpaceDN w:val="0"/>
        <w:adjustRightInd w:val="0"/>
        <w:ind w:left="3119" w:hanging="3119"/>
        <w:rPr>
          <w:rFonts w:cs="Arial"/>
          <w:sz w:val="22"/>
          <w:szCs w:val="22"/>
        </w:rPr>
      </w:pPr>
      <w:r>
        <w:rPr>
          <w:rFonts w:cs="Arial"/>
          <w:sz w:val="22"/>
          <w:szCs w:val="22"/>
        </w:rPr>
        <w:t xml:space="preserve">- v katastrálním území </w:t>
      </w:r>
      <w:proofErr w:type="gramStart"/>
      <w:r>
        <w:rPr>
          <w:rFonts w:cs="Arial"/>
          <w:sz w:val="22"/>
          <w:szCs w:val="22"/>
        </w:rPr>
        <w:t>Chrlice</w:t>
      </w:r>
      <w:r w:rsidR="00843F6C">
        <w:rPr>
          <w:rFonts w:cs="Arial"/>
          <w:sz w:val="22"/>
          <w:szCs w:val="22"/>
        </w:rPr>
        <w:t xml:space="preserve">: </w:t>
      </w:r>
      <w:r>
        <w:rPr>
          <w:rFonts w:cs="Arial"/>
          <w:sz w:val="22"/>
          <w:szCs w:val="22"/>
        </w:rPr>
        <w:t xml:space="preserve"> 2084</w:t>
      </w:r>
      <w:proofErr w:type="gramEnd"/>
      <w:r>
        <w:rPr>
          <w:rFonts w:cs="Arial"/>
          <w:sz w:val="22"/>
          <w:szCs w:val="22"/>
        </w:rPr>
        <w:t>/9, 2078/1, 2074/3,</w:t>
      </w:r>
      <w:r w:rsidR="00843F6C">
        <w:rPr>
          <w:rFonts w:cs="Arial"/>
          <w:sz w:val="22"/>
          <w:szCs w:val="22"/>
        </w:rPr>
        <w:t xml:space="preserve"> </w:t>
      </w:r>
      <w:r>
        <w:rPr>
          <w:rFonts w:cs="Arial"/>
          <w:sz w:val="22"/>
          <w:szCs w:val="22"/>
        </w:rPr>
        <w:t>2074/1, 2070/1, 2074/7, 2062/1, 2062/15, 2069/1</w:t>
      </w:r>
    </w:p>
    <w:p w14:paraId="4E9F1CEF" w14:textId="77777777" w:rsidR="00B66485" w:rsidRDefault="00B66485" w:rsidP="00843F6C">
      <w:pPr>
        <w:autoSpaceDE w:val="0"/>
        <w:autoSpaceDN w:val="0"/>
        <w:adjustRightInd w:val="0"/>
        <w:rPr>
          <w:rFonts w:cs="Arial"/>
          <w:sz w:val="22"/>
          <w:szCs w:val="22"/>
        </w:rPr>
      </w:pPr>
    </w:p>
    <w:p w14:paraId="63E242FE" w14:textId="4540C772" w:rsidR="00304521" w:rsidRDefault="00B66485" w:rsidP="00843F6C">
      <w:pPr>
        <w:autoSpaceDE w:val="0"/>
        <w:autoSpaceDN w:val="0"/>
        <w:adjustRightInd w:val="0"/>
        <w:ind w:left="3119" w:hanging="3119"/>
        <w:rPr>
          <w:rFonts w:cs="Arial"/>
          <w:sz w:val="22"/>
          <w:szCs w:val="22"/>
        </w:rPr>
      </w:pPr>
      <w:r>
        <w:rPr>
          <w:rFonts w:cs="Arial"/>
          <w:sz w:val="22"/>
          <w:szCs w:val="22"/>
        </w:rPr>
        <w:t>- v katastrálním území Mod</w:t>
      </w:r>
      <w:r>
        <w:rPr>
          <w:rFonts w:ascii="ArialMT" w:hAnsi="ArialMT" w:cs="ArialMT"/>
          <w:sz w:val="22"/>
          <w:szCs w:val="22"/>
        </w:rPr>
        <w:t>ř</w:t>
      </w:r>
      <w:r>
        <w:rPr>
          <w:rFonts w:cs="Arial"/>
          <w:sz w:val="22"/>
          <w:szCs w:val="22"/>
        </w:rPr>
        <w:t>ice</w:t>
      </w:r>
      <w:r w:rsidR="00843F6C">
        <w:rPr>
          <w:rFonts w:cs="Arial"/>
          <w:sz w:val="22"/>
          <w:szCs w:val="22"/>
        </w:rPr>
        <w:t xml:space="preserve">: </w:t>
      </w:r>
      <w:r>
        <w:rPr>
          <w:rFonts w:cs="Arial"/>
          <w:sz w:val="22"/>
          <w:szCs w:val="22"/>
        </w:rPr>
        <w:t>1977/48,1977/49,1977/36,</w:t>
      </w:r>
      <w:r w:rsidR="00843F6C">
        <w:rPr>
          <w:rFonts w:cs="Arial"/>
          <w:sz w:val="22"/>
          <w:szCs w:val="22"/>
        </w:rPr>
        <w:t xml:space="preserve"> </w:t>
      </w:r>
      <w:r>
        <w:rPr>
          <w:rFonts w:cs="Arial"/>
          <w:sz w:val="22"/>
          <w:szCs w:val="22"/>
        </w:rPr>
        <w:t>1977/8, 1977/119, 1977/59, 1977/9, 1977/120, 1977/121,1977/78, 1977/137, 1977/171, 1977/172, 1977/173,</w:t>
      </w:r>
      <w:r w:rsidR="00843F6C">
        <w:rPr>
          <w:rFonts w:cs="Arial"/>
          <w:sz w:val="22"/>
          <w:szCs w:val="22"/>
        </w:rPr>
        <w:t xml:space="preserve"> </w:t>
      </w:r>
      <w:r>
        <w:rPr>
          <w:rFonts w:cs="Arial"/>
          <w:sz w:val="22"/>
          <w:szCs w:val="22"/>
        </w:rPr>
        <w:t>1977/54, 1977/174, 1977/175, 1977/176, 1977/14, 1977/53,</w:t>
      </w:r>
      <w:r w:rsidR="00843F6C">
        <w:rPr>
          <w:rFonts w:cs="Arial"/>
          <w:sz w:val="22"/>
          <w:szCs w:val="22"/>
        </w:rPr>
        <w:t xml:space="preserve"> </w:t>
      </w:r>
      <w:r>
        <w:rPr>
          <w:rFonts w:cs="Arial"/>
          <w:sz w:val="22"/>
          <w:szCs w:val="22"/>
        </w:rPr>
        <w:t>1977/20, 1977/21, 1977/163, 1977/67, 1977/65, 1977/47,</w:t>
      </w:r>
      <w:r w:rsidR="00843F6C">
        <w:rPr>
          <w:rFonts w:cs="Arial"/>
          <w:sz w:val="22"/>
          <w:szCs w:val="22"/>
        </w:rPr>
        <w:t xml:space="preserve"> </w:t>
      </w:r>
      <w:r>
        <w:rPr>
          <w:rFonts w:cs="Arial"/>
          <w:sz w:val="22"/>
          <w:szCs w:val="22"/>
        </w:rPr>
        <w:t>1977/151, 1977/42, 1977/186, 1977/188,</w:t>
      </w:r>
      <w:r w:rsidRPr="00B66485">
        <w:rPr>
          <w:rFonts w:cs="Arial"/>
          <w:sz w:val="22"/>
          <w:szCs w:val="22"/>
        </w:rPr>
        <w:t xml:space="preserve"> </w:t>
      </w:r>
      <w:r>
        <w:rPr>
          <w:rFonts w:cs="Arial"/>
          <w:sz w:val="22"/>
          <w:szCs w:val="22"/>
        </w:rPr>
        <w:t>1977/110,</w:t>
      </w:r>
      <w:r w:rsidR="00843F6C">
        <w:rPr>
          <w:rFonts w:cs="Arial"/>
          <w:sz w:val="22"/>
          <w:szCs w:val="22"/>
        </w:rPr>
        <w:t xml:space="preserve"> </w:t>
      </w:r>
      <w:r>
        <w:rPr>
          <w:rFonts w:cs="Arial"/>
          <w:sz w:val="22"/>
          <w:szCs w:val="22"/>
        </w:rPr>
        <w:t>1977/111, 1977/73, 1977/57, 1977/104, 1977/10</w:t>
      </w:r>
    </w:p>
    <w:p w14:paraId="4E078E24" w14:textId="77777777" w:rsidR="00B66485" w:rsidRDefault="00B66485" w:rsidP="00843F6C"/>
    <w:p w14:paraId="7A30EE86" w14:textId="6B3173A4" w:rsidR="004A0786" w:rsidRDefault="00304521" w:rsidP="00843F6C">
      <w:r>
        <w:t>c) předmět dokumentace</w:t>
      </w:r>
    </w:p>
    <w:p w14:paraId="632E5BD4" w14:textId="77777777" w:rsidR="00B66485" w:rsidRDefault="00B66485" w:rsidP="00843F6C"/>
    <w:p w14:paraId="423B8C3B" w14:textId="133D3585" w:rsidR="004A0786" w:rsidRDefault="00B66485" w:rsidP="00843F6C">
      <w:pPr>
        <w:autoSpaceDE w:val="0"/>
        <w:autoSpaceDN w:val="0"/>
        <w:adjustRightInd w:val="0"/>
      </w:pPr>
      <w:r>
        <w:rPr>
          <w:rFonts w:cs="Arial"/>
          <w:sz w:val="22"/>
          <w:szCs w:val="22"/>
        </w:rPr>
        <w:t>Je rekonstrukce a dostavba kalového hospodá</w:t>
      </w:r>
      <w:r>
        <w:rPr>
          <w:rFonts w:ascii="ArialMT" w:hAnsi="ArialMT" w:cs="ArialMT"/>
          <w:sz w:val="22"/>
          <w:szCs w:val="22"/>
        </w:rPr>
        <w:t>ř</w:t>
      </w:r>
      <w:r>
        <w:rPr>
          <w:rFonts w:cs="Arial"/>
          <w:sz w:val="22"/>
          <w:szCs w:val="22"/>
        </w:rPr>
        <w:t>ství za ú</w:t>
      </w:r>
      <w:r>
        <w:rPr>
          <w:rFonts w:ascii="ArialMT" w:hAnsi="ArialMT" w:cs="ArialMT"/>
          <w:sz w:val="22"/>
          <w:szCs w:val="22"/>
        </w:rPr>
        <w:t>č</w:t>
      </w:r>
      <w:r>
        <w:rPr>
          <w:rFonts w:cs="Arial"/>
          <w:sz w:val="22"/>
          <w:szCs w:val="22"/>
        </w:rPr>
        <w:t>elem</w:t>
      </w:r>
      <w:r w:rsidR="00843F6C">
        <w:rPr>
          <w:rFonts w:cs="Arial"/>
          <w:sz w:val="22"/>
          <w:szCs w:val="22"/>
        </w:rPr>
        <w:t xml:space="preserve"> </w:t>
      </w:r>
      <w:r>
        <w:rPr>
          <w:rFonts w:cs="Arial"/>
          <w:sz w:val="22"/>
          <w:szCs w:val="22"/>
        </w:rPr>
        <w:t>optimalizace v oblasti kalového hospodá</w:t>
      </w:r>
      <w:r>
        <w:rPr>
          <w:rFonts w:ascii="ArialMT" w:hAnsi="ArialMT" w:cs="ArialMT"/>
          <w:sz w:val="22"/>
          <w:szCs w:val="22"/>
        </w:rPr>
        <w:t>ř</w:t>
      </w:r>
      <w:r>
        <w:rPr>
          <w:rFonts w:cs="Arial"/>
          <w:sz w:val="22"/>
          <w:szCs w:val="22"/>
        </w:rPr>
        <w:t>ství.</w:t>
      </w:r>
    </w:p>
    <w:p w14:paraId="017F8F86" w14:textId="77777777" w:rsidR="006D2847" w:rsidRDefault="006D2847" w:rsidP="00843F6C">
      <w:pPr>
        <w:pStyle w:val="Nadpis3"/>
        <w:numPr>
          <w:ilvl w:val="2"/>
          <w:numId w:val="1"/>
        </w:numPr>
      </w:pPr>
      <w:bookmarkStart w:id="5" w:name="_Toc352133436"/>
      <w:bookmarkStart w:id="6" w:name="_Toc110956607"/>
      <w:r>
        <w:t>Údaje o stavebníkovi</w:t>
      </w:r>
      <w:bookmarkEnd w:id="5"/>
      <w:bookmarkEnd w:id="6"/>
      <w:r>
        <w:t xml:space="preserve"> </w:t>
      </w:r>
    </w:p>
    <w:p w14:paraId="15B1C43A" w14:textId="0798500A" w:rsidR="006D2847" w:rsidRDefault="006D2847" w:rsidP="00843F6C">
      <w:r>
        <w:t xml:space="preserve">Stavebník / </w:t>
      </w:r>
      <w:proofErr w:type="gramStart"/>
      <w:r>
        <w:t>Investor:</w:t>
      </w:r>
      <w:r w:rsidR="00A1323C" w:rsidRPr="00A1323C">
        <w:rPr>
          <w:rFonts w:cs="Arial"/>
          <w:sz w:val="22"/>
          <w:szCs w:val="22"/>
        </w:rPr>
        <w:t xml:space="preserve"> </w:t>
      </w:r>
      <w:r w:rsidR="00843F6C">
        <w:rPr>
          <w:rFonts w:cs="Arial"/>
          <w:sz w:val="22"/>
          <w:szCs w:val="22"/>
        </w:rPr>
        <w:t xml:space="preserve"> </w:t>
      </w:r>
      <w:r w:rsidR="00A1323C" w:rsidRPr="00843F6C">
        <w:rPr>
          <w:rFonts w:cs="Arial"/>
          <w:b/>
          <w:bCs/>
          <w:sz w:val="22"/>
          <w:szCs w:val="22"/>
        </w:rPr>
        <w:t>Brn</w:t>
      </w:r>
      <w:r w:rsidR="004417C1" w:rsidRPr="001F57C0">
        <w:rPr>
          <w:rFonts w:cs="Arial"/>
          <w:b/>
          <w:bCs/>
          <w:sz w:val="22"/>
          <w:szCs w:val="22"/>
        </w:rPr>
        <w:t>ě</w:t>
      </w:r>
      <w:r w:rsidR="00A1323C" w:rsidRPr="00843F6C">
        <w:rPr>
          <w:rFonts w:cs="Arial"/>
          <w:b/>
          <w:bCs/>
          <w:sz w:val="22"/>
          <w:szCs w:val="22"/>
        </w:rPr>
        <w:t>nské</w:t>
      </w:r>
      <w:proofErr w:type="gramEnd"/>
      <w:r w:rsidR="00A1323C" w:rsidRPr="00843F6C">
        <w:rPr>
          <w:rFonts w:cs="Arial"/>
          <w:b/>
          <w:bCs/>
          <w:sz w:val="22"/>
          <w:szCs w:val="22"/>
        </w:rPr>
        <w:t xml:space="preserve"> vodárny a kanalizace, a.s.</w:t>
      </w:r>
    </w:p>
    <w:p w14:paraId="4FA04807" w14:textId="350E8740" w:rsidR="00752D8B" w:rsidRDefault="00752D8B" w:rsidP="00843F6C">
      <w:pPr>
        <w:tabs>
          <w:tab w:val="left" w:pos="1985"/>
        </w:tabs>
      </w:pPr>
      <w:r>
        <w:t>IČ</w:t>
      </w:r>
      <w:r w:rsidR="00CA06DF">
        <w:t>:</w:t>
      </w:r>
      <w:r w:rsidR="00A1323C" w:rsidRPr="00A1323C">
        <w:rPr>
          <w:rFonts w:cs="Arial"/>
          <w:sz w:val="22"/>
          <w:szCs w:val="22"/>
        </w:rPr>
        <w:t xml:space="preserve"> </w:t>
      </w:r>
      <w:r w:rsidR="00843F6C">
        <w:rPr>
          <w:rFonts w:cs="Arial"/>
          <w:sz w:val="22"/>
          <w:szCs w:val="22"/>
        </w:rPr>
        <w:tab/>
      </w:r>
      <w:r w:rsidR="00A1323C">
        <w:rPr>
          <w:rFonts w:cs="Arial"/>
          <w:sz w:val="22"/>
          <w:szCs w:val="22"/>
        </w:rPr>
        <w:t>463 472 75</w:t>
      </w:r>
      <w:r>
        <w:tab/>
      </w:r>
    </w:p>
    <w:p w14:paraId="52F80C48" w14:textId="12A39A28" w:rsidR="00752D8B" w:rsidRDefault="00752D8B" w:rsidP="00843F6C">
      <w:pPr>
        <w:tabs>
          <w:tab w:val="left" w:pos="1985"/>
        </w:tabs>
      </w:pPr>
      <w:r>
        <w:t>adresa sídla</w:t>
      </w:r>
      <w:r w:rsidR="00CA06DF">
        <w:t>:</w:t>
      </w:r>
      <w:r w:rsidR="00A1323C" w:rsidRPr="00A1323C">
        <w:rPr>
          <w:rFonts w:cs="Arial"/>
          <w:sz w:val="22"/>
          <w:szCs w:val="22"/>
        </w:rPr>
        <w:t xml:space="preserve"> </w:t>
      </w:r>
      <w:r w:rsidR="00843F6C">
        <w:rPr>
          <w:rFonts w:cs="Arial"/>
          <w:sz w:val="22"/>
          <w:szCs w:val="22"/>
        </w:rPr>
        <w:tab/>
      </w:r>
      <w:r w:rsidR="00A1323C">
        <w:rPr>
          <w:rFonts w:cs="Arial"/>
          <w:sz w:val="22"/>
          <w:szCs w:val="22"/>
        </w:rPr>
        <w:t>Pisárecká 555/</w:t>
      </w:r>
      <w:proofErr w:type="gramStart"/>
      <w:r w:rsidR="00A1323C">
        <w:rPr>
          <w:rFonts w:cs="Arial"/>
          <w:sz w:val="22"/>
          <w:szCs w:val="22"/>
        </w:rPr>
        <w:t>1a</w:t>
      </w:r>
      <w:proofErr w:type="gramEnd"/>
      <w:r w:rsidR="00A1323C">
        <w:rPr>
          <w:rFonts w:cs="Arial"/>
          <w:sz w:val="22"/>
          <w:szCs w:val="22"/>
        </w:rPr>
        <w:t>, Pisárky, 603 00 Brno</w:t>
      </w:r>
      <w:r>
        <w:tab/>
      </w:r>
    </w:p>
    <w:p w14:paraId="10FC1AE6" w14:textId="77777777" w:rsidR="00752D8B" w:rsidRDefault="00752D8B" w:rsidP="00843F6C">
      <w:pPr>
        <w:tabs>
          <w:tab w:val="left" w:pos="2410"/>
        </w:tabs>
        <w:ind w:left="2410"/>
      </w:pPr>
    </w:p>
    <w:p w14:paraId="1C175DB8" w14:textId="77777777" w:rsidR="00752D8B" w:rsidRDefault="00752D8B" w:rsidP="00843F6C"/>
    <w:p w14:paraId="289A7ADD" w14:textId="77777777" w:rsidR="006D2847" w:rsidRDefault="006D2847" w:rsidP="00843F6C">
      <w:pPr>
        <w:pStyle w:val="Nadpis3"/>
        <w:numPr>
          <w:ilvl w:val="2"/>
          <w:numId w:val="1"/>
        </w:numPr>
      </w:pPr>
      <w:bookmarkStart w:id="7" w:name="_Toc352133437"/>
      <w:bookmarkStart w:id="8" w:name="_Toc110956608"/>
      <w:r w:rsidRPr="001559E7">
        <w:t>Údaje o zpracovateli projektové dokumentace</w:t>
      </w:r>
      <w:bookmarkEnd w:id="7"/>
      <w:bookmarkEnd w:id="8"/>
    </w:p>
    <w:p w14:paraId="496828A2" w14:textId="77777777" w:rsidR="00304521" w:rsidRDefault="00304521" w:rsidP="00843F6C">
      <w:pPr>
        <w:tabs>
          <w:tab w:val="left" w:pos="2410"/>
        </w:tabs>
      </w:pPr>
      <w:r>
        <w:t>Název (</w:t>
      </w:r>
      <w:r w:rsidR="004A0786">
        <w:t>obchodní firma</w:t>
      </w:r>
      <w:r>
        <w:t>)</w:t>
      </w:r>
      <w:r w:rsidR="00CA06DF">
        <w:t>:</w:t>
      </w:r>
      <w:r>
        <w:tab/>
      </w:r>
      <w:r w:rsidRPr="00843F6C">
        <w:rPr>
          <w:b/>
          <w:bCs/>
        </w:rPr>
        <w:t>Sweco Hydroprojekt a.s.</w:t>
      </w:r>
    </w:p>
    <w:p w14:paraId="3BEB991B" w14:textId="77777777" w:rsidR="00304521" w:rsidRDefault="004A0786" w:rsidP="00843F6C">
      <w:pPr>
        <w:tabs>
          <w:tab w:val="left" w:pos="2410"/>
        </w:tabs>
      </w:pPr>
      <w:r>
        <w:t>IČ</w:t>
      </w:r>
      <w:r w:rsidR="00CA06DF">
        <w:t>:</w:t>
      </w:r>
      <w:r w:rsidR="00304521">
        <w:tab/>
      </w:r>
      <w:r w:rsidR="00CA06DF" w:rsidRPr="00CA06DF">
        <w:t>26475081</w:t>
      </w:r>
    </w:p>
    <w:p w14:paraId="585D7ADF" w14:textId="77777777" w:rsidR="004A0786" w:rsidRDefault="004A0786" w:rsidP="00843F6C">
      <w:pPr>
        <w:tabs>
          <w:tab w:val="left" w:pos="2410"/>
        </w:tabs>
      </w:pPr>
      <w:r>
        <w:t>adresa sídla</w:t>
      </w:r>
      <w:r w:rsidR="00CA06DF">
        <w:t>:</w:t>
      </w:r>
      <w:r w:rsidR="00304521">
        <w:tab/>
      </w:r>
      <w:r w:rsidR="00CA06DF">
        <w:t>Táborská 31</w:t>
      </w:r>
    </w:p>
    <w:p w14:paraId="153FA397" w14:textId="77777777" w:rsidR="00CA06DF" w:rsidRDefault="00CA06DF" w:rsidP="00843F6C">
      <w:pPr>
        <w:tabs>
          <w:tab w:val="left" w:pos="2410"/>
        </w:tabs>
        <w:ind w:left="2410"/>
      </w:pPr>
      <w:r>
        <w:t>140 16 Praha</w:t>
      </w:r>
    </w:p>
    <w:p w14:paraId="4573A4E2" w14:textId="77777777" w:rsidR="00CA06DF" w:rsidRDefault="00CA06DF" w:rsidP="00843F6C">
      <w:pPr>
        <w:tabs>
          <w:tab w:val="left" w:pos="2410"/>
        </w:tabs>
        <w:ind w:left="2410"/>
      </w:pPr>
      <w:r>
        <w:t>Česká republika</w:t>
      </w:r>
    </w:p>
    <w:p w14:paraId="00894174" w14:textId="77777777" w:rsidR="00CA06DF" w:rsidRDefault="00CA06DF" w:rsidP="00843F6C">
      <w:pPr>
        <w:tabs>
          <w:tab w:val="left" w:pos="2410"/>
        </w:tabs>
        <w:ind w:left="2410"/>
      </w:pPr>
      <w:r>
        <w:t>praha@sweco.cz</w:t>
      </w:r>
    </w:p>
    <w:p w14:paraId="2CA0C054" w14:textId="77777777" w:rsidR="00CA06DF" w:rsidRDefault="00CA06DF" w:rsidP="00843F6C">
      <w:pPr>
        <w:tabs>
          <w:tab w:val="left" w:pos="2410"/>
        </w:tabs>
        <w:ind w:left="2410"/>
      </w:pPr>
      <w:r>
        <w:t>www.sweco.cz</w:t>
      </w:r>
    </w:p>
    <w:p w14:paraId="2DFF3168" w14:textId="77777777" w:rsidR="00CA06DF" w:rsidRDefault="00CA06DF" w:rsidP="00843F6C">
      <w:pPr>
        <w:tabs>
          <w:tab w:val="left" w:pos="2410"/>
        </w:tabs>
        <w:ind w:left="2410"/>
      </w:pPr>
    </w:p>
    <w:p w14:paraId="3BF62910" w14:textId="10D856F1" w:rsidR="00843F6C" w:rsidRDefault="00F7490D" w:rsidP="00843F6C">
      <w:pPr>
        <w:spacing w:line="210" w:lineRule="atLeast"/>
        <w:rPr>
          <w:rFonts w:cs="Arial"/>
          <w:color w:val="000000"/>
        </w:rPr>
      </w:pPr>
      <w:r>
        <w:t>Divize:</w:t>
      </w:r>
      <w:r>
        <w:tab/>
      </w:r>
      <w:r w:rsidR="00843F6C">
        <w:tab/>
      </w:r>
      <w:r w:rsidR="00843F6C">
        <w:tab/>
        <w:t xml:space="preserve">    151 - </w:t>
      </w:r>
      <w:r w:rsidR="00843F6C">
        <w:rPr>
          <w:rFonts w:cs="Arial"/>
          <w:color w:val="000000"/>
        </w:rPr>
        <w:t>Městská infrastruktura – čištění odpadních vod &amp; kanalizace</w:t>
      </w:r>
    </w:p>
    <w:p w14:paraId="32172E6C" w14:textId="6D9210F1" w:rsidR="00CA06DF" w:rsidRDefault="00CA06DF" w:rsidP="00843F6C">
      <w:pPr>
        <w:tabs>
          <w:tab w:val="left" w:pos="2410"/>
        </w:tabs>
      </w:pPr>
    </w:p>
    <w:p w14:paraId="3E5CB9F1" w14:textId="77777777" w:rsidR="00304521" w:rsidRDefault="00304521" w:rsidP="00843F6C">
      <w:pPr>
        <w:tabs>
          <w:tab w:val="left" w:pos="2410"/>
        </w:tabs>
      </w:pPr>
    </w:p>
    <w:p w14:paraId="06562670" w14:textId="77777777" w:rsidR="00F7490D" w:rsidRDefault="00F7490D" w:rsidP="00843F6C">
      <w:pPr>
        <w:tabs>
          <w:tab w:val="left" w:pos="2410"/>
        </w:tabs>
      </w:pPr>
    </w:p>
    <w:tbl>
      <w:tblPr>
        <w:tblStyle w:val="Mkatabulky"/>
        <w:tblW w:w="8505" w:type="dxa"/>
        <w:jc w:val="center"/>
        <w:tblCellMar>
          <w:top w:w="57" w:type="dxa"/>
          <w:left w:w="57" w:type="dxa"/>
          <w:bottom w:w="57" w:type="dxa"/>
          <w:right w:w="57" w:type="dxa"/>
        </w:tblCellMar>
        <w:tblLook w:val="04A0" w:firstRow="1" w:lastRow="0" w:firstColumn="1" w:lastColumn="0" w:noHBand="0" w:noVBand="1"/>
      </w:tblPr>
      <w:tblGrid>
        <w:gridCol w:w="2824"/>
        <w:gridCol w:w="989"/>
        <w:gridCol w:w="693"/>
        <w:gridCol w:w="3999"/>
      </w:tblGrid>
      <w:tr w:rsidR="00004A1F" w:rsidRPr="00F7490D" w14:paraId="14A24AD7" w14:textId="77777777" w:rsidTr="00736085">
        <w:trPr>
          <w:jc w:val="center"/>
        </w:trPr>
        <w:tc>
          <w:tcPr>
            <w:tcW w:w="2824" w:type="dxa"/>
            <w:tcBorders>
              <w:bottom w:val="single" w:sz="4" w:space="0" w:color="auto"/>
            </w:tcBorders>
          </w:tcPr>
          <w:p w14:paraId="320D443F" w14:textId="77777777" w:rsidR="00004A1F" w:rsidRPr="00F7490D" w:rsidRDefault="00004A1F" w:rsidP="00004A1F">
            <w:pPr>
              <w:keepNext/>
              <w:jc w:val="left"/>
              <w:rPr>
                <w:b/>
              </w:rPr>
            </w:pPr>
            <w:r w:rsidRPr="00F7490D">
              <w:rPr>
                <w:b/>
              </w:rPr>
              <w:lastRenderedPageBreak/>
              <w:t>Jméno</w:t>
            </w:r>
          </w:p>
        </w:tc>
        <w:tc>
          <w:tcPr>
            <w:tcW w:w="989" w:type="dxa"/>
          </w:tcPr>
          <w:p w14:paraId="41FFE926" w14:textId="77777777" w:rsidR="00004A1F" w:rsidRPr="00F7490D" w:rsidRDefault="00004A1F" w:rsidP="00004A1F">
            <w:pPr>
              <w:keepNext/>
              <w:jc w:val="left"/>
              <w:rPr>
                <w:b/>
              </w:rPr>
            </w:pPr>
            <w:r w:rsidRPr="00F7490D">
              <w:rPr>
                <w:b/>
              </w:rPr>
              <w:t xml:space="preserve">číslo </w:t>
            </w:r>
          </w:p>
        </w:tc>
        <w:tc>
          <w:tcPr>
            <w:tcW w:w="693" w:type="dxa"/>
          </w:tcPr>
          <w:p w14:paraId="11A01C7E" w14:textId="77777777" w:rsidR="00004A1F" w:rsidRPr="00F7490D" w:rsidRDefault="00004A1F" w:rsidP="00004A1F">
            <w:pPr>
              <w:jc w:val="left"/>
              <w:rPr>
                <w:b/>
              </w:rPr>
            </w:pPr>
            <w:r>
              <w:rPr>
                <w:b/>
              </w:rPr>
              <w:t xml:space="preserve">kód </w:t>
            </w:r>
          </w:p>
        </w:tc>
        <w:tc>
          <w:tcPr>
            <w:tcW w:w="3999" w:type="dxa"/>
            <w:tcBorders>
              <w:bottom w:val="single" w:sz="4" w:space="0" w:color="auto"/>
            </w:tcBorders>
          </w:tcPr>
          <w:p w14:paraId="4671BE67" w14:textId="77777777" w:rsidR="00004A1F" w:rsidRPr="00F7490D" w:rsidRDefault="00004A1F" w:rsidP="00004A1F">
            <w:pPr>
              <w:keepNext/>
              <w:jc w:val="left"/>
              <w:rPr>
                <w:b/>
              </w:rPr>
            </w:pPr>
            <w:r w:rsidRPr="00F7490D">
              <w:rPr>
                <w:b/>
              </w:rPr>
              <w:t>obor (specializace) autorizace</w:t>
            </w:r>
          </w:p>
        </w:tc>
      </w:tr>
      <w:tr w:rsidR="00004A1F" w14:paraId="5FCC1A25" w14:textId="77777777" w:rsidTr="00C85D32">
        <w:trPr>
          <w:jc w:val="center"/>
        </w:trPr>
        <w:tc>
          <w:tcPr>
            <w:tcW w:w="8505" w:type="dxa"/>
            <w:gridSpan w:val="4"/>
            <w:tcBorders>
              <w:right w:val="single" w:sz="4" w:space="0" w:color="auto"/>
            </w:tcBorders>
            <w:shd w:val="clear" w:color="auto" w:fill="F2F2F2" w:themeFill="background1" w:themeFillShade="F2"/>
          </w:tcPr>
          <w:p w14:paraId="311DD048" w14:textId="77777777" w:rsidR="00004A1F" w:rsidRDefault="00004A1F" w:rsidP="00004A1F">
            <w:pPr>
              <w:jc w:val="left"/>
            </w:pPr>
            <w:r>
              <w:t>Hlavní inženýr projektu</w:t>
            </w:r>
          </w:p>
        </w:tc>
      </w:tr>
      <w:tr w:rsidR="00004A1F" w14:paraId="081C113B" w14:textId="77777777" w:rsidTr="00736085">
        <w:trPr>
          <w:jc w:val="center"/>
        </w:trPr>
        <w:tc>
          <w:tcPr>
            <w:tcW w:w="2824" w:type="dxa"/>
            <w:tcBorders>
              <w:bottom w:val="single" w:sz="4" w:space="0" w:color="auto"/>
            </w:tcBorders>
          </w:tcPr>
          <w:p w14:paraId="3413DBED" w14:textId="390984EC" w:rsidR="00004A1F" w:rsidRPr="00EC3EFF" w:rsidRDefault="00D869F3" w:rsidP="00C85D32">
            <w:pPr>
              <w:jc w:val="left"/>
            </w:pPr>
            <w:sdt>
              <w:sdtPr>
                <w:rPr>
                  <w:bCs/>
                </w:rPr>
                <w:alias w:val="Zodpovědný projektant profese 1"/>
                <w:tag w:val="ZOP1"/>
                <w:id w:val="659346295"/>
                <w:placeholder>
                  <w:docPart w:val="345EAC641A7C4DACBB2A2143A78F6F1F"/>
                </w:placeholder>
                <w:text/>
              </w:sdtPr>
              <w:sdtEndPr/>
              <w:sdtContent>
                <w:r w:rsidR="00EC3EFF" w:rsidRPr="00EC3EFF">
                  <w:rPr>
                    <w:bCs/>
                  </w:rPr>
                  <w:t xml:space="preserve">Ing. </w:t>
                </w:r>
                <w:r w:rsidR="008D1565">
                  <w:rPr>
                    <w:bCs/>
                  </w:rPr>
                  <w:t xml:space="preserve">Štěpán </w:t>
                </w:r>
                <w:r w:rsidR="00EC3EFF" w:rsidRPr="00EC3EFF">
                  <w:rPr>
                    <w:bCs/>
                  </w:rPr>
                  <w:t>Rinn</w:t>
                </w:r>
              </w:sdtContent>
            </w:sdt>
          </w:p>
        </w:tc>
        <w:tc>
          <w:tcPr>
            <w:tcW w:w="989" w:type="dxa"/>
          </w:tcPr>
          <w:p w14:paraId="78E8EECF" w14:textId="2AD45172" w:rsidR="00004A1F" w:rsidRPr="00EC3EFF" w:rsidRDefault="00D869F3" w:rsidP="00C85D32">
            <w:pPr>
              <w:jc w:val="left"/>
            </w:pPr>
            <w:sdt>
              <w:sdtPr>
                <w:rPr>
                  <w:bCs/>
                </w:rPr>
                <w:alias w:val="Číslo autorizace 1"/>
                <w:tag w:val="PA1"/>
                <w:id w:val="1992206144"/>
                <w:placeholder>
                  <w:docPart w:val="932C82A82C7D43A2AF641D2B72EF5B52"/>
                </w:placeholder>
                <w:text/>
              </w:sdtPr>
              <w:sdtEndPr/>
              <w:sdtContent>
                <w:r w:rsidR="00A05054">
                  <w:rPr>
                    <w:bCs/>
                  </w:rPr>
                  <w:t>0014488</w:t>
                </w:r>
              </w:sdtContent>
            </w:sdt>
          </w:p>
        </w:tc>
        <w:tc>
          <w:tcPr>
            <w:tcW w:w="693" w:type="dxa"/>
          </w:tcPr>
          <w:p w14:paraId="1B1E61A1" w14:textId="7FF9A70A" w:rsidR="00004A1F" w:rsidRPr="00EC3EFF" w:rsidRDefault="00D869F3" w:rsidP="00C85D32">
            <w:pPr>
              <w:jc w:val="left"/>
            </w:pPr>
            <w:sdt>
              <w:sdtPr>
                <w:rPr>
                  <w:bCs/>
                </w:rPr>
                <w:alias w:val="Kód oboru 1"/>
                <w:tag w:val="PO1"/>
                <w:id w:val="-1911841315"/>
                <w:placeholder>
                  <w:docPart w:val="E80B6607442E4827A39C7DBF090DE72D"/>
                </w:placeholder>
                <w:text/>
              </w:sdtPr>
              <w:sdtEndPr/>
              <w:sdtContent>
                <w:r w:rsidR="00A05054">
                  <w:rPr>
                    <w:bCs/>
                  </w:rPr>
                  <w:t>IV00</w:t>
                </w:r>
              </w:sdtContent>
            </w:sdt>
          </w:p>
        </w:tc>
        <w:tc>
          <w:tcPr>
            <w:tcW w:w="3999" w:type="dxa"/>
            <w:tcBorders>
              <w:bottom w:val="single" w:sz="4" w:space="0" w:color="auto"/>
            </w:tcBorders>
          </w:tcPr>
          <w:p w14:paraId="77941CA6" w14:textId="24FC2EC7" w:rsidR="00004A1F" w:rsidRPr="00EC3EFF" w:rsidRDefault="00D869F3" w:rsidP="00C85D32">
            <w:pPr>
              <w:jc w:val="left"/>
            </w:pPr>
            <w:sdt>
              <w:sdtPr>
                <w:rPr>
                  <w:rFonts w:cs="Arial"/>
                  <w:bCs/>
                </w:rPr>
                <w:alias w:val="Obor autorizace 5"/>
                <w:tag w:val="P5"/>
                <w:id w:val="253636900"/>
                <w:placeholder>
                  <w:docPart w:val="3EE40D1C110D48C89CDA002D5CB239E5"/>
                </w:placeholder>
                <w:text/>
              </w:sdtPr>
              <w:sdtEndPr/>
              <w:sdtContent>
                <w:r w:rsidR="00BF42AC" w:rsidRPr="00EC3EFF">
                  <w:rPr>
                    <w:rFonts w:cs="Arial"/>
                    <w:bCs/>
                  </w:rPr>
                  <w:t>Stavby vodního hospodářství a krajinného inženýrství</w:t>
                </w:r>
              </w:sdtContent>
            </w:sdt>
            <w:r w:rsidR="00BF42AC">
              <w:rPr>
                <w:rFonts w:cs="Arial"/>
                <w:bCs/>
              </w:rPr>
              <w:t xml:space="preserve"> </w:t>
            </w:r>
            <w:sdt>
              <w:sdtPr>
                <w:rPr>
                  <w:rFonts w:cs="Arial"/>
                  <w:bCs/>
                </w:rPr>
                <w:alias w:val="Obor autorizace 1"/>
                <w:tag w:val="P1"/>
                <w:id w:val="853996333"/>
                <w:placeholder>
                  <w:docPart w:val="0ED1ECA1080C43C38478655DCE540B3A"/>
                </w:placeholder>
                <w:showingPlcHdr/>
                <w:text/>
              </w:sdtPr>
              <w:sdtEndPr/>
              <w:sdtContent>
                <w:r w:rsidR="00DD6C2E" w:rsidRPr="00E07972">
                  <w:rPr>
                    <w:rFonts w:cs="Arial"/>
                    <w:bCs/>
                    <w:color w:val="000000" w:themeColor="text1"/>
                    <w:sz w:val="18"/>
                    <w:szCs w:val="18"/>
                  </w:rPr>
                  <w:t xml:space="preserve"> </w:t>
                </w:r>
              </w:sdtContent>
            </w:sdt>
          </w:p>
        </w:tc>
      </w:tr>
      <w:tr w:rsidR="00004A1F" w14:paraId="6B6E27CC" w14:textId="77777777" w:rsidTr="00C85D32">
        <w:trPr>
          <w:jc w:val="center"/>
        </w:trPr>
        <w:tc>
          <w:tcPr>
            <w:tcW w:w="8505" w:type="dxa"/>
            <w:gridSpan w:val="4"/>
            <w:tcBorders>
              <w:right w:val="single" w:sz="4" w:space="0" w:color="auto"/>
            </w:tcBorders>
            <w:shd w:val="clear" w:color="auto" w:fill="F2F2F2" w:themeFill="background1" w:themeFillShade="F2"/>
          </w:tcPr>
          <w:p w14:paraId="37CDC0E7" w14:textId="77777777" w:rsidR="00004A1F" w:rsidRPr="00EC3EFF" w:rsidRDefault="00004A1F" w:rsidP="00004A1F">
            <w:pPr>
              <w:jc w:val="left"/>
            </w:pPr>
            <w:r w:rsidRPr="00EC3EFF">
              <w:t>Zodpovědní projektanti profesí</w:t>
            </w:r>
          </w:p>
        </w:tc>
      </w:tr>
      <w:tr w:rsidR="00004A1F" w14:paraId="31B0738F" w14:textId="77777777" w:rsidTr="00C85D32">
        <w:trPr>
          <w:jc w:val="center"/>
        </w:trPr>
        <w:tc>
          <w:tcPr>
            <w:tcW w:w="8505" w:type="dxa"/>
            <w:gridSpan w:val="4"/>
            <w:tcBorders>
              <w:right w:val="single" w:sz="4" w:space="0" w:color="auto"/>
            </w:tcBorders>
            <w:shd w:val="clear" w:color="auto" w:fill="F2F2F2" w:themeFill="background1" w:themeFillShade="F2"/>
          </w:tcPr>
          <w:p w14:paraId="7BF99AB1" w14:textId="77777777" w:rsidR="00004A1F" w:rsidRPr="00EC3EFF" w:rsidRDefault="00004A1F" w:rsidP="00004A1F">
            <w:pPr>
              <w:jc w:val="left"/>
            </w:pPr>
            <w:r w:rsidRPr="00EC3EFF">
              <w:t>Stavební část</w:t>
            </w:r>
          </w:p>
        </w:tc>
      </w:tr>
      <w:tr w:rsidR="00186BE5" w:rsidRPr="00186BE5" w14:paraId="7B2BD7F9" w14:textId="77777777" w:rsidTr="00736085">
        <w:trPr>
          <w:jc w:val="center"/>
        </w:trPr>
        <w:tc>
          <w:tcPr>
            <w:tcW w:w="2824" w:type="dxa"/>
          </w:tcPr>
          <w:p w14:paraId="594E0725" w14:textId="406B88AC" w:rsidR="00004A1F" w:rsidRPr="00EC3EFF" w:rsidRDefault="00D869F3" w:rsidP="00C85D32">
            <w:pPr>
              <w:jc w:val="left"/>
            </w:pPr>
            <w:sdt>
              <w:sdtPr>
                <w:rPr>
                  <w:bCs/>
                </w:rPr>
                <w:alias w:val="Zodpovědný projektant profese 2"/>
                <w:tag w:val="ZOP2"/>
                <w:id w:val="2002614472"/>
                <w:placeholder>
                  <w:docPart w:val="6F56263EC0B041AEAD7D47B3DA4A6EFB"/>
                </w:placeholder>
                <w:text/>
              </w:sdtPr>
              <w:sdtEndPr/>
              <w:sdtContent>
                <w:r w:rsidR="00EC3EFF" w:rsidRPr="00EC3EFF">
                  <w:rPr>
                    <w:bCs/>
                  </w:rPr>
                  <w:t>Ing. Dominik Wallenfels</w:t>
                </w:r>
              </w:sdtContent>
            </w:sdt>
          </w:p>
        </w:tc>
        <w:tc>
          <w:tcPr>
            <w:tcW w:w="989" w:type="dxa"/>
          </w:tcPr>
          <w:p w14:paraId="2174FA40" w14:textId="48347166" w:rsidR="00004A1F" w:rsidRPr="00EC3EFF" w:rsidRDefault="00D869F3" w:rsidP="00C85D32">
            <w:pPr>
              <w:jc w:val="left"/>
            </w:pPr>
            <w:sdt>
              <w:sdtPr>
                <w:rPr>
                  <w:bCs/>
                </w:rPr>
                <w:alias w:val="Číslo autorizace 2"/>
                <w:tag w:val="PA2"/>
                <w:id w:val="-818410496"/>
                <w:placeholder>
                  <w:docPart w:val="3D7BAFB98E234A8A81E54914601A2770"/>
                </w:placeholder>
                <w:showingPlcHdr/>
                <w:text/>
              </w:sdtPr>
              <w:sdtEndPr/>
              <w:sdtContent>
                <w:r w:rsidR="00DD6C2E" w:rsidRPr="00E272AA">
                  <w:rPr>
                    <w:rFonts w:cs="Arial"/>
                    <w:bCs/>
                    <w:color w:val="000000" w:themeColor="text1"/>
                    <w:sz w:val="18"/>
                    <w:szCs w:val="18"/>
                  </w:rPr>
                  <w:t xml:space="preserve"> </w:t>
                </w:r>
              </w:sdtContent>
            </w:sdt>
          </w:p>
        </w:tc>
        <w:tc>
          <w:tcPr>
            <w:tcW w:w="693" w:type="dxa"/>
          </w:tcPr>
          <w:p w14:paraId="1FB11AA1" w14:textId="753622F8" w:rsidR="00004A1F" w:rsidRPr="00EC3EFF" w:rsidRDefault="00D869F3" w:rsidP="00C85D32">
            <w:pPr>
              <w:jc w:val="left"/>
            </w:pPr>
            <w:sdt>
              <w:sdtPr>
                <w:rPr>
                  <w:bCs/>
                </w:rPr>
                <w:alias w:val="Kód oboru 2"/>
                <w:tag w:val="PO2"/>
                <w:id w:val="-10680977"/>
                <w:placeholder>
                  <w:docPart w:val="86A867F4922841A3A1C90E599C782084"/>
                </w:placeholder>
                <w:showingPlcHdr/>
                <w:text/>
              </w:sdtPr>
              <w:sdtEndPr/>
              <w:sdtContent>
                <w:r w:rsidR="00DD6C2E" w:rsidRPr="00E272AA">
                  <w:rPr>
                    <w:rFonts w:cs="Arial"/>
                    <w:bCs/>
                    <w:color w:val="000000" w:themeColor="text1"/>
                    <w:sz w:val="18"/>
                    <w:szCs w:val="18"/>
                  </w:rPr>
                  <w:t xml:space="preserve"> </w:t>
                </w:r>
              </w:sdtContent>
            </w:sdt>
          </w:p>
        </w:tc>
        <w:tc>
          <w:tcPr>
            <w:tcW w:w="3999" w:type="dxa"/>
          </w:tcPr>
          <w:p w14:paraId="685760DC" w14:textId="1567D3AF" w:rsidR="00004A1F" w:rsidRPr="00EC3EFF" w:rsidRDefault="00D869F3" w:rsidP="00C85D32">
            <w:pPr>
              <w:jc w:val="left"/>
            </w:pPr>
            <w:sdt>
              <w:sdtPr>
                <w:rPr>
                  <w:rFonts w:cs="Arial"/>
                  <w:bCs/>
                </w:rPr>
                <w:alias w:val="Obor autorizace 2"/>
                <w:tag w:val="P2"/>
                <w:id w:val="-1097557359"/>
                <w:placeholder>
                  <w:docPart w:val="4ADE22A0D5634BEB9F533AFB04F055A9"/>
                </w:placeholder>
                <w:showingPlcHdr/>
                <w:text/>
              </w:sdtPr>
              <w:sdtEndPr/>
              <w:sdtContent>
                <w:r w:rsidR="00DD6C2E" w:rsidRPr="00E07972">
                  <w:rPr>
                    <w:rFonts w:cs="Arial"/>
                    <w:bCs/>
                    <w:color w:val="000000" w:themeColor="text1"/>
                    <w:sz w:val="18"/>
                    <w:szCs w:val="18"/>
                  </w:rPr>
                  <w:t xml:space="preserve"> </w:t>
                </w:r>
              </w:sdtContent>
            </w:sdt>
          </w:p>
        </w:tc>
      </w:tr>
      <w:tr w:rsidR="00004A1F" w14:paraId="6D240A37" w14:textId="77777777" w:rsidTr="00C85D32">
        <w:trPr>
          <w:jc w:val="center"/>
        </w:trPr>
        <w:tc>
          <w:tcPr>
            <w:tcW w:w="8505" w:type="dxa"/>
            <w:gridSpan w:val="4"/>
            <w:tcBorders>
              <w:right w:val="single" w:sz="4" w:space="0" w:color="auto"/>
            </w:tcBorders>
            <w:shd w:val="clear" w:color="auto" w:fill="F2F2F2" w:themeFill="background1" w:themeFillShade="F2"/>
          </w:tcPr>
          <w:p w14:paraId="5C09558E" w14:textId="77777777" w:rsidR="00004A1F" w:rsidRPr="00EC3EFF" w:rsidRDefault="00004A1F" w:rsidP="00004A1F">
            <w:pPr>
              <w:jc w:val="left"/>
            </w:pPr>
            <w:r w:rsidRPr="00EC3EFF">
              <w:t>Konstrukční část a statika</w:t>
            </w:r>
          </w:p>
        </w:tc>
      </w:tr>
      <w:tr w:rsidR="00186BE5" w:rsidRPr="00186BE5" w14:paraId="1CB40E98" w14:textId="77777777" w:rsidTr="00736085">
        <w:trPr>
          <w:jc w:val="center"/>
        </w:trPr>
        <w:tc>
          <w:tcPr>
            <w:tcW w:w="2824" w:type="dxa"/>
          </w:tcPr>
          <w:p w14:paraId="1AA8D3D2" w14:textId="4C70962C" w:rsidR="00004A1F" w:rsidRPr="00EC3EFF" w:rsidRDefault="00D869F3" w:rsidP="00C85D32">
            <w:pPr>
              <w:jc w:val="left"/>
            </w:pPr>
            <w:sdt>
              <w:sdtPr>
                <w:rPr>
                  <w:bCs/>
                </w:rPr>
                <w:alias w:val="Zodpovědný projektant profese 3"/>
                <w:tag w:val="ZOP3"/>
                <w:id w:val="-1507746433"/>
                <w:placeholder>
                  <w:docPart w:val="F03FF8EB46EC48919491BAC4248AACC9"/>
                </w:placeholder>
                <w:text/>
              </w:sdtPr>
              <w:sdtEndPr/>
              <w:sdtContent>
                <w:r w:rsidR="00EC3EFF" w:rsidRPr="00EC3EFF">
                  <w:rPr>
                    <w:bCs/>
                  </w:rPr>
                  <w:t>Ing. Jan Trnka</w:t>
                </w:r>
              </w:sdtContent>
            </w:sdt>
          </w:p>
        </w:tc>
        <w:tc>
          <w:tcPr>
            <w:tcW w:w="989" w:type="dxa"/>
          </w:tcPr>
          <w:p w14:paraId="59D2F23C" w14:textId="7ED32DC0" w:rsidR="00004A1F" w:rsidRPr="00EC3EFF" w:rsidRDefault="00D869F3" w:rsidP="00C85D32">
            <w:pPr>
              <w:jc w:val="left"/>
            </w:pPr>
            <w:sdt>
              <w:sdtPr>
                <w:rPr>
                  <w:bCs/>
                </w:rPr>
                <w:alias w:val="Číslo autorizace 3"/>
                <w:tag w:val="PA3"/>
                <w:id w:val="-1420859017"/>
                <w:placeholder>
                  <w:docPart w:val="FC85827AC5A641F6AD232786D06396BB"/>
                </w:placeholder>
                <w:text/>
              </w:sdtPr>
              <w:sdtEndPr/>
              <w:sdtContent>
                <w:r w:rsidR="00EC3EFF" w:rsidRPr="00EC3EFF">
                  <w:rPr>
                    <w:bCs/>
                  </w:rPr>
                  <w:t>7207</w:t>
                </w:r>
              </w:sdtContent>
            </w:sdt>
          </w:p>
        </w:tc>
        <w:tc>
          <w:tcPr>
            <w:tcW w:w="693" w:type="dxa"/>
          </w:tcPr>
          <w:p w14:paraId="0CA3C490" w14:textId="6A5D3F91" w:rsidR="00004A1F" w:rsidRPr="00EC3EFF" w:rsidRDefault="00D869F3" w:rsidP="00C85D32">
            <w:pPr>
              <w:jc w:val="left"/>
            </w:pPr>
            <w:sdt>
              <w:sdtPr>
                <w:rPr>
                  <w:bCs/>
                </w:rPr>
                <w:alias w:val="Kód oboru 3"/>
                <w:tag w:val="PO3"/>
                <w:id w:val="-15860799"/>
                <w:placeholder>
                  <w:docPart w:val="FE99B2210A0340999441BD542FD198A7"/>
                </w:placeholder>
                <w:text/>
              </w:sdtPr>
              <w:sdtEndPr/>
              <w:sdtContent>
                <w:r w:rsidR="00EC3EFF" w:rsidRPr="00EC3EFF">
                  <w:rPr>
                    <w:bCs/>
                  </w:rPr>
                  <w:t>IS00</w:t>
                </w:r>
              </w:sdtContent>
            </w:sdt>
          </w:p>
        </w:tc>
        <w:tc>
          <w:tcPr>
            <w:tcW w:w="3999" w:type="dxa"/>
          </w:tcPr>
          <w:p w14:paraId="01B876D9" w14:textId="50F213D8" w:rsidR="00004A1F" w:rsidRPr="00EC3EFF" w:rsidRDefault="00D869F3" w:rsidP="00C85D32">
            <w:pPr>
              <w:jc w:val="left"/>
            </w:pPr>
            <w:sdt>
              <w:sdtPr>
                <w:rPr>
                  <w:rFonts w:cs="Arial"/>
                  <w:bCs/>
                </w:rPr>
                <w:alias w:val="Obor autorizace 3"/>
                <w:tag w:val="P3"/>
                <w:id w:val="929468697"/>
                <w:placeholder>
                  <w:docPart w:val="44EA9A958F964A538BEB6B0231169CDB"/>
                </w:placeholder>
                <w:text/>
              </w:sdtPr>
              <w:sdtEndPr/>
              <w:sdtContent>
                <w:r w:rsidR="00EC3EFF" w:rsidRPr="00EC3EFF">
                  <w:rPr>
                    <w:rFonts w:cs="Arial"/>
                    <w:bCs/>
                  </w:rPr>
                  <w:t>Statika a dynamika staveb</w:t>
                </w:r>
              </w:sdtContent>
            </w:sdt>
          </w:p>
        </w:tc>
      </w:tr>
      <w:tr w:rsidR="00004A1F" w14:paraId="254EE02B" w14:textId="77777777" w:rsidTr="00C85D32">
        <w:trPr>
          <w:jc w:val="center"/>
        </w:trPr>
        <w:tc>
          <w:tcPr>
            <w:tcW w:w="8505" w:type="dxa"/>
            <w:gridSpan w:val="4"/>
            <w:tcBorders>
              <w:right w:val="single" w:sz="4" w:space="0" w:color="auto"/>
            </w:tcBorders>
            <w:shd w:val="clear" w:color="auto" w:fill="F2F2F2" w:themeFill="background1" w:themeFillShade="F2"/>
          </w:tcPr>
          <w:p w14:paraId="42A093B2" w14:textId="77777777" w:rsidR="00004A1F" w:rsidRPr="00EC3EFF" w:rsidRDefault="00004A1F" w:rsidP="00004A1F">
            <w:pPr>
              <w:jc w:val="left"/>
            </w:pPr>
            <w:r w:rsidRPr="00EC3EFF">
              <w:t>Architektura</w:t>
            </w:r>
          </w:p>
        </w:tc>
      </w:tr>
      <w:tr w:rsidR="00186BE5" w:rsidRPr="00186BE5" w14:paraId="3571CBD4" w14:textId="77777777" w:rsidTr="00736085">
        <w:trPr>
          <w:jc w:val="center"/>
        </w:trPr>
        <w:tc>
          <w:tcPr>
            <w:tcW w:w="2824" w:type="dxa"/>
          </w:tcPr>
          <w:p w14:paraId="5DFA968E" w14:textId="2677193A" w:rsidR="00004A1F" w:rsidRPr="00EC3EFF" w:rsidRDefault="00D869F3" w:rsidP="00C85D32">
            <w:pPr>
              <w:jc w:val="left"/>
            </w:pPr>
            <w:sdt>
              <w:sdtPr>
                <w:rPr>
                  <w:bCs/>
                </w:rPr>
                <w:alias w:val="Zodpovědný projektant profese 4"/>
                <w:tag w:val="ZOP4"/>
                <w:id w:val="-316727654"/>
                <w:placeholder>
                  <w:docPart w:val="07F86632E5F44946BC746DEEBEB719EB"/>
                </w:placeholder>
                <w:showingPlcHdr/>
                <w:text/>
              </w:sdtPr>
              <w:sdtEndPr/>
              <w:sdtContent>
                <w:r w:rsidR="00DD6C2E" w:rsidRPr="00E272AA">
                  <w:rPr>
                    <w:rFonts w:cs="Arial"/>
                    <w:bCs/>
                    <w:color w:val="000000" w:themeColor="text1"/>
                    <w:sz w:val="18"/>
                    <w:szCs w:val="18"/>
                  </w:rPr>
                  <w:t xml:space="preserve"> </w:t>
                </w:r>
              </w:sdtContent>
            </w:sdt>
          </w:p>
        </w:tc>
        <w:tc>
          <w:tcPr>
            <w:tcW w:w="989" w:type="dxa"/>
          </w:tcPr>
          <w:p w14:paraId="716EA39E" w14:textId="60527468" w:rsidR="00004A1F" w:rsidRPr="00EC3EFF" w:rsidRDefault="00D869F3" w:rsidP="00C85D32">
            <w:pPr>
              <w:jc w:val="left"/>
            </w:pPr>
            <w:sdt>
              <w:sdtPr>
                <w:rPr>
                  <w:bCs/>
                </w:rPr>
                <w:alias w:val="Číslo autorizace 4"/>
                <w:tag w:val="PA4"/>
                <w:id w:val="1681306334"/>
                <w:placeholder>
                  <w:docPart w:val="555AB4A2F56A4F3BB7BC579C6F470193"/>
                </w:placeholder>
                <w:showingPlcHdr/>
                <w:text/>
              </w:sdtPr>
              <w:sdtEndPr/>
              <w:sdtContent>
                <w:r w:rsidR="00DD6C2E" w:rsidRPr="00E272AA">
                  <w:rPr>
                    <w:rFonts w:cs="Arial"/>
                    <w:bCs/>
                    <w:color w:val="000000" w:themeColor="text1"/>
                    <w:sz w:val="18"/>
                    <w:szCs w:val="18"/>
                  </w:rPr>
                  <w:t xml:space="preserve"> </w:t>
                </w:r>
              </w:sdtContent>
            </w:sdt>
          </w:p>
        </w:tc>
        <w:tc>
          <w:tcPr>
            <w:tcW w:w="693" w:type="dxa"/>
          </w:tcPr>
          <w:p w14:paraId="3C87E307" w14:textId="1EA14287" w:rsidR="00004A1F" w:rsidRPr="00EC3EFF" w:rsidRDefault="00D869F3" w:rsidP="00C85D32">
            <w:pPr>
              <w:jc w:val="left"/>
            </w:pPr>
            <w:sdt>
              <w:sdtPr>
                <w:rPr>
                  <w:bCs/>
                </w:rPr>
                <w:alias w:val="Kód oboru 4"/>
                <w:tag w:val="PO4"/>
                <w:id w:val="133381038"/>
                <w:placeholder>
                  <w:docPart w:val="34B780900BA44161AA086D321B806C08"/>
                </w:placeholder>
                <w:showingPlcHdr/>
                <w:text/>
              </w:sdtPr>
              <w:sdtEndPr/>
              <w:sdtContent>
                <w:r w:rsidR="00DD6C2E" w:rsidRPr="00E272AA">
                  <w:rPr>
                    <w:rFonts w:cs="Arial"/>
                    <w:bCs/>
                    <w:color w:val="000000" w:themeColor="text1"/>
                    <w:sz w:val="18"/>
                    <w:szCs w:val="18"/>
                  </w:rPr>
                  <w:t xml:space="preserve"> </w:t>
                </w:r>
              </w:sdtContent>
            </w:sdt>
          </w:p>
        </w:tc>
        <w:tc>
          <w:tcPr>
            <w:tcW w:w="3999" w:type="dxa"/>
          </w:tcPr>
          <w:p w14:paraId="441D5C7C" w14:textId="204A3D82" w:rsidR="00004A1F" w:rsidRPr="00EC3EFF" w:rsidRDefault="00D869F3" w:rsidP="00C85D32">
            <w:pPr>
              <w:jc w:val="left"/>
            </w:pPr>
            <w:sdt>
              <w:sdtPr>
                <w:rPr>
                  <w:rFonts w:cs="Arial"/>
                  <w:bCs/>
                </w:rPr>
                <w:alias w:val="Obor autorizace 4"/>
                <w:tag w:val="P4"/>
                <w:id w:val="-1699926039"/>
                <w:placeholder>
                  <w:docPart w:val="CF26A4D406BE42C086E67FA29F77BF2D"/>
                </w:placeholder>
                <w:showingPlcHdr/>
                <w:text/>
              </w:sdtPr>
              <w:sdtEndPr/>
              <w:sdtContent>
                <w:r w:rsidR="00DD6C2E" w:rsidRPr="00E07972">
                  <w:rPr>
                    <w:rFonts w:cs="Arial"/>
                    <w:bCs/>
                    <w:color w:val="000000" w:themeColor="text1"/>
                    <w:sz w:val="18"/>
                    <w:szCs w:val="18"/>
                  </w:rPr>
                  <w:t xml:space="preserve"> </w:t>
                </w:r>
              </w:sdtContent>
            </w:sdt>
          </w:p>
        </w:tc>
      </w:tr>
      <w:tr w:rsidR="00004A1F" w14:paraId="03E6DC16" w14:textId="77777777" w:rsidTr="00C85D32">
        <w:trPr>
          <w:jc w:val="center"/>
        </w:trPr>
        <w:tc>
          <w:tcPr>
            <w:tcW w:w="8505" w:type="dxa"/>
            <w:gridSpan w:val="4"/>
            <w:tcBorders>
              <w:right w:val="single" w:sz="4" w:space="0" w:color="auto"/>
            </w:tcBorders>
            <w:shd w:val="clear" w:color="auto" w:fill="F2F2F2" w:themeFill="background1" w:themeFillShade="F2"/>
          </w:tcPr>
          <w:p w14:paraId="69A54221" w14:textId="77777777" w:rsidR="00004A1F" w:rsidRPr="00EC3EFF" w:rsidRDefault="00004A1F" w:rsidP="00004A1F">
            <w:pPr>
              <w:jc w:val="left"/>
            </w:pPr>
            <w:r w:rsidRPr="00EC3EFF">
              <w:t>Vodohospodářská část</w:t>
            </w:r>
          </w:p>
        </w:tc>
      </w:tr>
      <w:tr w:rsidR="00186BE5" w:rsidRPr="00186BE5" w14:paraId="3C07495B" w14:textId="77777777" w:rsidTr="00736085">
        <w:trPr>
          <w:jc w:val="center"/>
        </w:trPr>
        <w:tc>
          <w:tcPr>
            <w:tcW w:w="2824" w:type="dxa"/>
          </w:tcPr>
          <w:p w14:paraId="4A95E147" w14:textId="54856EB2" w:rsidR="00004A1F" w:rsidRPr="00EC3EFF" w:rsidRDefault="00D869F3" w:rsidP="00C85D32">
            <w:pPr>
              <w:jc w:val="left"/>
            </w:pPr>
            <w:sdt>
              <w:sdtPr>
                <w:rPr>
                  <w:bCs/>
                </w:rPr>
                <w:alias w:val="Zodpovědný projektant profese 5"/>
                <w:tag w:val="ZOP5"/>
                <w:id w:val="-1883398547"/>
                <w:placeholder>
                  <w:docPart w:val="5CE57AF1AF14444E83C4040C8D172B42"/>
                </w:placeholder>
                <w:text/>
              </w:sdtPr>
              <w:sdtEndPr/>
              <w:sdtContent>
                <w:r w:rsidR="00EC3EFF" w:rsidRPr="00EC3EFF">
                  <w:rPr>
                    <w:bCs/>
                  </w:rPr>
                  <w:t>Ing. Petr Kuba, Ph.D.</w:t>
                </w:r>
              </w:sdtContent>
            </w:sdt>
          </w:p>
        </w:tc>
        <w:tc>
          <w:tcPr>
            <w:tcW w:w="989" w:type="dxa"/>
          </w:tcPr>
          <w:p w14:paraId="72F03DDA" w14:textId="70F2BABC" w:rsidR="00004A1F" w:rsidRPr="00EC3EFF" w:rsidRDefault="00D869F3" w:rsidP="00C85D32">
            <w:pPr>
              <w:jc w:val="left"/>
            </w:pPr>
            <w:sdt>
              <w:sdtPr>
                <w:rPr>
                  <w:bCs/>
                </w:rPr>
                <w:alias w:val="Číslo autorizace 5"/>
                <w:tag w:val="PA5"/>
                <w:id w:val="379530513"/>
                <w:placeholder>
                  <w:docPart w:val="67B5EF7E12324E6EAA01E58D0B219D4C"/>
                </w:placeholder>
                <w:text/>
              </w:sdtPr>
              <w:sdtEndPr/>
              <w:sdtContent>
                <w:r w:rsidR="00EC3EFF" w:rsidRPr="00EC3EFF">
                  <w:rPr>
                    <w:bCs/>
                  </w:rPr>
                  <w:t>9820</w:t>
                </w:r>
              </w:sdtContent>
            </w:sdt>
          </w:p>
        </w:tc>
        <w:tc>
          <w:tcPr>
            <w:tcW w:w="693" w:type="dxa"/>
          </w:tcPr>
          <w:p w14:paraId="0581C4F7" w14:textId="08CBB646" w:rsidR="00004A1F" w:rsidRPr="00EC3EFF" w:rsidRDefault="00D869F3" w:rsidP="00C85D32">
            <w:pPr>
              <w:jc w:val="left"/>
            </w:pPr>
            <w:sdt>
              <w:sdtPr>
                <w:rPr>
                  <w:bCs/>
                </w:rPr>
                <w:alias w:val="Kód oboru 5"/>
                <w:tag w:val="PO5"/>
                <w:id w:val="-1783648477"/>
                <w:placeholder>
                  <w:docPart w:val="44437B50863E4975AB032D3EEF6BF407"/>
                </w:placeholder>
                <w:text/>
              </w:sdtPr>
              <w:sdtEndPr/>
              <w:sdtContent>
                <w:r w:rsidR="00EC3EFF" w:rsidRPr="00EC3EFF">
                  <w:rPr>
                    <w:bCs/>
                  </w:rPr>
                  <w:t>IV00</w:t>
                </w:r>
              </w:sdtContent>
            </w:sdt>
          </w:p>
        </w:tc>
        <w:tc>
          <w:tcPr>
            <w:tcW w:w="3999" w:type="dxa"/>
          </w:tcPr>
          <w:p w14:paraId="5E6DF971" w14:textId="188E6FB7" w:rsidR="00004A1F" w:rsidRPr="00EC3EFF" w:rsidRDefault="00D869F3" w:rsidP="00C85D32">
            <w:pPr>
              <w:jc w:val="left"/>
            </w:pPr>
            <w:sdt>
              <w:sdtPr>
                <w:rPr>
                  <w:rFonts w:cs="Arial"/>
                  <w:bCs/>
                </w:rPr>
                <w:alias w:val="Obor autorizace 5"/>
                <w:tag w:val="P5"/>
                <w:id w:val="-1991083090"/>
                <w:placeholder>
                  <w:docPart w:val="1FF9E2DB05D249B285D022AF95F200CB"/>
                </w:placeholder>
                <w:text/>
              </w:sdtPr>
              <w:sdtEndPr/>
              <w:sdtContent>
                <w:r w:rsidR="00EC3EFF" w:rsidRPr="00EC3EFF">
                  <w:rPr>
                    <w:rFonts w:cs="Arial"/>
                    <w:bCs/>
                  </w:rPr>
                  <w:t>Stavby vodního hospodářství a krajinného inženýrství</w:t>
                </w:r>
              </w:sdtContent>
            </w:sdt>
          </w:p>
        </w:tc>
      </w:tr>
      <w:tr w:rsidR="00004A1F" w14:paraId="5966C229" w14:textId="77777777" w:rsidTr="00C85D32">
        <w:trPr>
          <w:jc w:val="center"/>
        </w:trPr>
        <w:tc>
          <w:tcPr>
            <w:tcW w:w="8505" w:type="dxa"/>
            <w:gridSpan w:val="4"/>
            <w:tcBorders>
              <w:right w:val="single" w:sz="4" w:space="0" w:color="auto"/>
            </w:tcBorders>
            <w:shd w:val="clear" w:color="auto" w:fill="F2F2F2" w:themeFill="background1" w:themeFillShade="F2"/>
          </w:tcPr>
          <w:p w14:paraId="7E95F1B6" w14:textId="77777777" w:rsidR="00004A1F" w:rsidRPr="00EC3EFF" w:rsidRDefault="00004A1F" w:rsidP="00004A1F">
            <w:pPr>
              <w:jc w:val="left"/>
            </w:pPr>
            <w:r w:rsidRPr="00EC3EFF">
              <w:t>Technologie vody</w:t>
            </w:r>
          </w:p>
        </w:tc>
      </w:tr>
      <w:tr w:rsidR="00186BE5" w:rsidRPr="00186BE5" w14:paraId="6241A514" w14:textId="77777777" w:rsidTr="00736085">
        <w:trPr>
          <w:jc w:val="center"/>
        </w:trPr>
        <w:tc>
          <w:tcPr>
            <w:tcW w:w="2824" w:type="dxa"/>
          </w:tcPr>
          <w:p w14:paraId="5633803A" w14:textId="2F7CAE5F" w:rsidR="00004A1F" w:rsidRPr="00EC3EFF" w:rsidRDefault="00D869F3" w:rsidP="00C85D32">
            <w:pPr>
              <w:jc w:val="left"/>
            </w:pPr>
            <w:sdt>
              <w:sdtPr>
                <w:rPr>
                  <w:bCs/>
                </w:rPr>
                <w:alias w:val="Zodpovědný projektant profese 6"/>
                <w:tag w:val="ZOP6"/>
                <w:id w:val="57215800"/>
                <w:placeholder>
                  <w:docPart w:val="C2C7377D6AB64CBB90330F020F389F6A"/>
                </w:placeholder>
                <w:text/>
              </w:sdtPr>
              <w:sdtEndPr/>
              <w:sdtContent>
                <w:r w:rsidR="00EC3EFF" w:rsidRPr="00EC3EFF">
                  <w:rPr>
                    <w:bCs/>
                  </w:rPr>
                  <w:t>Ing. Karel Hartig, CSc.</w:t>
                </w:r>
              </w:sdtContent>
            </w:sdt>
          </w:p>
        </w:tc>
        <w:tc>
          <w:tcPr>
            <w:tcW w:w="989" w:type="dxa"/>
          </w:tcPr>
          <w:p w14:paraId="10CB090A" w14:textId="090936FD" w:rsidR="00004A1F" w:rsidRPr="00EC3EFF" w:rsidRDefault="00D869F3" w:rsidP="00C85D32">
            <w:pPr>
              <w:jc w:val="left"/>
            </w:pPr>
            <w:sdt>
              <w:sdtPr>
                <w:rPr>
                  <w:bCs/>
                </w:rPr>
                <w:alias w:val="Číslo autorizace 6"/>
                <w:tag w:val="PA6"/>
                <w:id w:val="1046496104"/>
                <w:placeholder>
                  <w:docPart w:val="C421CA2411A745D6B73313787CF7E8AE"/>
                </w:placeholder>
                <w:showingPlcHdr/>
                <w:text/>
              </w:sdtPr>
              <w:sdtEndPr/>
              <w:sdtContent>
                <w:r w:rsidR="00DD6C2E" w:rsidRPr="00E272AA">
                  <w:rPr>
                    <w:rFonts w:cs="Arial"/>
                    <w:bCs/>
                    <w:color w:val="000000" w:themeColor="text1"/>
                    <w:sz w:val="18"/>
                    <w:szCs w:val="18"/>
                  </w:rPr>
                  <w:t xml:space="preserve"> </w:t>
                </w:r>
              </w:sdtContent>
            </w:sdt>
          </w:p>
        </w:tc>
        <w:tc>
          <w:tcPr>
            <w:tcW w:w="693" w:type="dxa"/>
          </w:tcPr>
          <w:p w14:paraId="5826818C" w14:textId="32E97F13" w:rsidR="00004A1F" w:rsidRPr="00EC3EFF" w:rsidRDefault="00D869F3" w:rsidP="00C85D32">
            <w:pPr>
              <w:jc w:val="left"/>
            </w:pPr>
            <w:sdt>
              <w:sdtPr>
                <w:rPr>
                  <w:bCs/>
                </w:rPr>
                <w:alias w:val="Kód oboru 6"/>
                <w:tag w:val="PO6"/>
                <w:id w:val="1424526928"/>
                <w:placeholder>
                  <w:docPart w:val="7D9BC85CA3AF4754831611377BD1ED14"/>
                </w:placeholder>
                <w:showingPlcHdr/>
                <w:text/>
              </w:sdtPr>
              <w:sdtEndPr/>
              <w:sdtContent>
                <w:r w:rsidR="00DD6C2E" w:rsidRPr="00E272AA">
                  <w:rPr>
                    <w:rFonts w:cs="Arial"/>
                    <w:bCs/>
                    <w:color w:val="000000" w:themeColor="text1"/>
                    <w:sz w:val="18"/>
                    <w:szCs w:val="18"/>
                  </w:rPr>
                  <w:t xml:space="preserve"> </w:t>
                </w:r>
              </w:sdtContent>
            </w:sdt>
          </w:p>
        </w:tc>
        <w:tc>
          <w:tcPr>
            <w:tcW w:w="3999" w:type="dxa"/>
          </w:tcPr>
          <w:p w14:paraId="5844CB8C" w14:textId="7C15CCB9" w:rsidR="00004A1F" w:rsidRPr="00EC3EFF" w:rsidRDefault="00D869F3" w:rsidP="00C85D32">
            <w:pPr>
              <w:jc w:val="left"/>
            </w:pPr>
            <w:sdt>
              <w:sdtPr>
                <w:rPr>
                  <w:rFonts w:cs="Arial"/>
                  <w:bCs/>
                </w:rPr>
                <w:alias w:val="Obor autorizace 6"/>
                <w:tag w:val="P6"/>
                <w:id w:val="-572738354"/>
                <w:placeholder>
                  <w:docPart w:val="FD0591813713435E86F09C56CDA8AD53"/>
                </w:placeholder>
                <w:showingPlcHdr/>
                <w:text/>
              </w:sdtPr>
              <w:sdtEndPr/>
              <w:sdtContent>
                <w:r w:rsidR="00DD6C2E" w:rsidRPr="00E07972">
                  <w:rPr>
                    <w:rFonts w:cs="Arial"/>
                    <w:bCs/>
                    <w:color w:val="000000" w:themeColor="text1"/>
                    <w:sz w:val="18"/>
                    <w:szCs w:val="18"/>
                  </w:rPr>
                  <w:t xml:space="preserve"> </w:t>
                </w:r>
              </w:sdtContent>
            </w:sdt>
          </w:p>
        </w:tc>
      </w:tr>
      <w:tr w:rsidR="00004A1F" w14:paraId="06B9A20E" w14:textId="77777777" w:rsidTr="00C85D32">
        <w:trPr>
          <w:jc w:val="center"/>
        </w:trPr>
        <w:tc>
          <w:tcPr>
            <w:tcW w:w="8505" w:type="dxa"/>
            <w:gridSpan w:val="4"/>
            <w:tcBorders>
              <w:right w:val="single" w:sz="4" w:space="0" w:color="auto"/>
            </w:tcBorders>
            <w:shd w:val="clear" w:color="auto" w:fill="F2F2F2" w:themeFill="background1" w:themeFillShade="F2"/>
          </w:tcPr>
          <w:p w14:paraId="0B66EDB3" w14:textId="77777777" w:rsidR="00004A1F" w:rsidRPr="00EC3EFF" w:rsidRDefault="00004A1F" w:rsidP="00004A1F">
            <w:pPr>
              <w:jc w:val="left"/>
            </w:pPr>
            <w:r w:rsidRPr="00EC3EFF">
              <w:t>Strojní část</w:t>
            </w:r>
          </w:p>
        </w:tc>
      </w:tr>
      <w:tr w:rsidR="00186BE5" w:rsidRPr="00186BE5" w14:paraId="309A3E53" w14:textId="77777777" w:rsidTr="00736085">
        <w:trPr>
          <w:jc w:val="center"/>
        </w:trPr>
        <w:tc>
          <w:tcPr>
            <w:tcW w:w="2824" w:type="dxa"/>
          </w:tcPr>
          <w:p w14:paraId="1A8AA524" w14:textId="668A1503" w:rsidR="00004A1F" w:rsidRPr="00EC3EFF" w:rsidRDefault="00D869F3" w:rsidP="00C85D32">
            <w:pPr>
              <w:jc w:val="left"/>
            </w:pPr>
            <w:sdt>
              <w:sdtPr>
                <w:rPr>
                  <w:bCs/>
                </w:rPr>
                <w:alias w:val="Zodpovědný projektant profese 7"/>
                <w:tag w:val="ZOP7"/>
                <w:id w:val="1492759006"/>
                <w:placeholder>
                  <w:docPart w:val="8351967623FA430A8648C26E86160AF4"/>
                </w:placeholder>
                <w:text/>
              </w:sdtPr>
              <w:sdtEndPr/>
              <w:sdtContent>
                <w:r w:rsidR="00747ADD">
                  <w:rPr>
                    <w:bCs/>
                  </w:rPr>
                  <w:t>Ing. Jiří Kratěna</w:t>
                </w:r>
                <w:r w:rsidR="00BA2FE5">
                  <w:rPr>
                    <w:bCs/>
                  </w:rPr>
                  <w:t xml:space="preserve"> Ph.D.</w:t>
                </w:r>
              </w:sdtContent>
            </w:sdt>
          </w:p>
        </w:tc>
        <w:tc>
          <w:tcPr>
            <w:tcW w:w="989" w:type="dxa"/>
          </w:tcPr>
          <w:p w14:paraId="53EE1671" w14:textId="4FB6CF88" w:rsidR="00004A1F" w:rsidRPr="00EC3EFF" w:rsidRDefault="00D869F3" w:rsidP="00C85D32">
            <w:pPr>
              <w:jc w:val="left"/>
            </w:pPr>
            <w:sdt>
              <w:sdtPr>
                <w:rPr>
                  <w:bCs/>
                </w:rPr>
                <w:alias w:val="Číslo autorizace 7"/>
                <w:tag w:val="PA7"/>
                <w:id w:val="-1700308647"/>
                <w:placeholder>
                  <w:docPart w:val="1AFDD9B034F8413587C71741B3DE0A85"/>
                </w:placeholder>
                <w:text/>
              </w:sdtPr>
              <w:sdtEndPr/>
              <w:sdtContent>
                <w:r w:rsidR="00BA2FE5">
                  <w:rPr>
                    <w:bCs/>
                  </w:rPr>
                  <w:t>0013605</w:t>
                </w:r>
              </w:sdtContent>
            </w:sdt>
          </w:p>
        </w:tc>
        <w:tc>
          <w:tcPr>
            <w:tcW w:w="693" w:type="dxa"/>
          </w:tcPr>
          <w:p w14:paraId="6FDFC803" w14:textId="65666DE2" w:rsidR="00004A1F" w:rsidRPr="00EC3EFF" w:rsidRDefault="00D869F3" w:rsidP="00C85D32">
            <w:pPr>
              <w:jc w:val="left"/>
            </w:pPr>
            <w:sdt>
              <w:sdtPr>
                <w:rPr>
                  <w:bCs/>
                </w:rPr>
                <w:alias w:val="Kód oboru 7"/>
                <w:tag w:val="PO7"/>
                <w:id w:val="58526867"/>
                <w:placeholder>
                  <w:docPart w:val="B18FB586C8E949378B62043A63405047"/>
                </w:placeholder>
                <w:text/>
              </w:sdtPr>
              <w:sdtEndPr/>
              <w:sdtContent>
                <w:r w:rsidR="00BA2FE5">
                  <w:rPr>
                    <w:bCs/>
                  </w:rPr>
                  <w:t>IT00</w:t>
                </w:r>
              </w:sdtContent>
            </w:sdt>
          </w:p>
        </w:tc>
        <w:tc>
          <w:tcPr>
            <w:tcW w:w="3999" w:type="dxa"/>
          </w:tcPr>
          <w:p w14:paraId="7709088F" w14:textId="484BE148" w:rsidR="00004A1F" w:rsidRPr="00EC3EFF" w:rsidRDefault="00D869F3" w:rsidP="00C85D32">
            <w:pPr>
              <w:jc w:val="left"/>
            </w:pPr>
            <w:sdt>
              <w:sdtPr>
                <w:rPr>
                  <w:rFonts w:cs="Arial"/>
                  <w:bCs/>
                </w:rPr>
                <w:alias w:val="Obor autorizace 7"/>
                <w:tag w:val="P7"/>
                <w:id w:val="1338656706"/>
                <w:placeholder>
                  <w:docPart w:val="28B3F3C678434AC2BB51BF4014603F2F"/>
                </w:placeholder>
                <w:text/>
              </w:sdtPr>
              <w:sdtEndPr/>
              <w:sdtContent>
                <w:r w:rsidR="000F2CC4">
                  <w:rPr>
                    <w:rFonts w:cs="Arial"/>
                    <w:bCs/>
                  </w:rPr>
                  <w:t>Technologická zařízení staveb</w:t>
                </w:r>
              </w:sdtContent>
            </w:sdt>
          </w:p>
        </w:tc>
      </w:tr>
      <w:tr w:rsidR="00004A1F" w14:paraId="7F415322" w14:textId="77777777" w:rsidTr="00C85D32">
        <w:trPr>
          <w:jc w:val="center"/>
        </w:trPr>
        <w:tc>
          <w:tcPr>
            <w:tcW w:w="8505" w:type="dxa"/>
            <w:gridSpan w:val="4"/>
            <w:tcBorders>
              <w:right w:val="single" w:sz="4" w:space="0" w:color="auto"/>
            </w:tcBorders>
            <w:shd w:val="clear" w:color="auto" w:fill="F2F2F2" w:themeFill="background1" w:themeFillShade="F2"/>
          </w:tcPr>
          <w:p w14:paraId="2855D10B" w14:textId="77777777" w:rsidR="00004A1F" w:rsidRPr="00EC3EFF" w:rsidRDefault="00004A1F" w:rsidP="00004A1F">
            <w:pPr>
              <w:jc w:val="left"/>
            </w:pPr>
            <w:r w:rsidRPr="00EC3EFF">
              <w:t>Elektro-část</w:t>
            </w:r>
          </w:p>
        </w:tc>
      </w:tr>
      <w:tr w:rsidR="00186BE5" w:rsidRPr="00186BE5" w14:paraId="0A978A6B" w14:textId="77777777" w:rsidTr="00736085">
        <w:trPr>
          <w:jc w:val="center"/>
        </w:trPr>
        <w:tc>
          <w:tcPr>
            <w:tcW w:w="2824" w:type="dxa"/>
          </w:tcPr>
          <w:p w14:paraId="081F2BC7" w14:textId="28314D32" w:rsidR="00004A1F" w:rsidRPr="00EC3EFF" w:rsidRDefault="00D869F3" w:rsidP="00C85D32">
            <w:pPr>
              <w:jc w:val="left"/>
            </w:pPr>
            <w:sdt>
              <w:sdtPr>
                <w:rPr>
                  <w:bCs/>
                </w:rPr>
                <w:alias w:val="Zodpovědný projektant profese 8"/>
                <w:tag w:val="ZOP8"/>
                <w:id w:val="-161932860"/>
                <w:placeholder>
                  <w:docPart w:val="CCF2907A64064F829206802EF1E36DF0"/>
                </w:placeholder>
                <w:text/>
              </w:sdtPr>
              <w:sdtEndPr/>
              <w:sdtContent>
                <w:r w:rsidR="00DE364A">
                  <w:rPr>
                    <w:bCs/>
                  </w:rPr>
                  <w:t>Bc. Jiří Vrba</w:t>
                </w:r>
              </w:sdtContent>
            </w:sdt>
          </w:p>
        </w:tc>
        <w:tc>
          <w:tcPr>
            <w:tcW w:w="989" w:type="dxa"/>
          </w:tcPr>
          <w:p w14:paraId="2EDF1E7A" w14:textId="185AE580" w:rsidR="00004A1F" w:rsidRPr="00EC3EFF" w:rsidRDefault="00D869F3" w:rsidP="00C85D32">
            <w:pPr>
              <w:jc w:val="left"/>
            </w:pPr>
            <w:sdt>
              <w:sdtPr>
                <w:rPr>
                  <w:bCs/>
                </w:rPr>
                <w:alias w:val="Číslo autorizace 8"/>
                <w:tag w:val="PA8"/>
                <w:id w:val="-70113527"/>
                <w:placeholder>
                  <w:docPart w:val="54A71CD0C4FA45C5971C0E90F52D94D9"/>
                </w:placeholder>
                <w:text/>
              </w:sdtPr>
              <w:sdtEndPr/>
              <w:sdtContent>
                <w:r w:rsidR="00B237A6" w:rsidRPr="00B237A6">
                  <w:rPr>
                    <w:bCs/>
                  </w:rPr>
                  <w:t>1004810</w:t>
                </w:r>
              </w:sdtContent>
            </w:sdt>
          </w:p>
        </w:tc>
        <w:tc>
          <w:tcPr>
            <w:tcW w:w="693" w:type="dxa"/>
          </w:tcPr>
          <w:p w14:paraId="40A0F61A" w14:textId="022E357E" w:rsidR="00004A1F" w:rsidRPr="00EC3EFF" w:rsidRDefault="00D869F3" w:rsidP="00C85D32">
            <w:pPr>
              <w:jc w:val="left"/>
            </w:pPr>
            <w:sdt>
              <w:sdtPr>
                <w:rPr>
                  <w:bCs/>
                </w:rPr>
                <w:alias w:val="Kód oboru 8"/>
                <w:tag w:val="PO8"/>
                <w:id w:val="-674502498"/>
                <w:placeholder>
                  <w:docPart w:val="351F4150CC664CC09ECEA488CEF5A34F"/>
                </w:placeholder>
                <w:text/>
              </w:sdtPr>
              <w:sdtEndPr/>
              <w:sdtContent>
                <w:r w:rsidR="00747ADD">
                  <w:rPr>
                    <w:bCs/>
                  </w:rPr>
                  <w:t>TE03</w:t>
                </w:r>
              </w:sdtContent>
            </w:sdt>
          </w:p>
        </w:tc>
        <w:tc>
          <w:tcPr>
            <w:tcW w:w="3999" w:type="dxa"/>
          </w:tcPr>
          <w:p w14:paraId="7A0E1DBB" w14:textId="5C39069E" w:rsidR="00004A1F" w:rsidRPr="00EC3EFF" w:rsidRDefault="00D869F3" w:rsidP="00C85D32">
            <w:pPr>
              <w:jc w:val="left"/>
            </w:pPr>
            <w:sdt>
              <w:sdtPr>
                <w:rPr>
                  <w:rFonts w:cs="Arial"/>
                  <w:bCs/>
                </w:rPr>
                <w:alias w:val="Obor autorizace 8"/>
                <w:tag w:val="P8"/>
                <w:id w:val="549419633"/>
                <w:placeholder>
                  <w:docPart w:val="FD84DAFC99D54E36930A1D997439B403"/>
                </w:placeholder>
                <w:text/>
              </w:sdtPr>
              <w:sdtEndPr/>
              <w:sdtContent>
                <w:r w:rsidR="00747ADD">
                  <w:rPr>
                    <w:rFonts w:cs="Arial"/>
                    <w:bCs/>
                  </w:rPr>
                  <w:t>Technika prostředí staveb – elektrotechnická zařízení</w:t>
                </w:r>
              </w:sdtContent>
            </w:sdt>
          </w:p>
        </w:tc>
      </w:tr>
      <w:tr w:rsidR="00004A1F" w14:paraId="6249B73E" w14:textId="77777777" w:rsidTr="00C85D32">
        <w:trPr>
          <w:jc w:val="center"/>
        </w:trPr>
        <w:tc>
          <w:tcPr>
            <w:tcW w:w="8505" w:type="dxa"/>
            <w:gridSpan w:val="4"/>
            <w:tcBorders>
              <w:right w:val="single" w:sz="4" w:space="0" w:color="auto"/>
            </w:tcBorders>
            <w:shd w:val="clear" w:color="auto" w:fill="F2F2F2" w:themeFill="background1" w:themeFillShade="F2"/>
          </w:tcPr>
          <w:p w14:paraId="72A5EB88" w14:textId="77777777" w:rsidR="00004A1F" w:rsidRPr="00EC3EFF" w:rsidRDefault="00004A1F" w:rsidP="00004A1F">
            <w:pPr>
              <w:jc w:val="left"/>
            </w:pPr>
            <w:r w:rsidRPr="00EC3EFF">
              <w:t>Systém řízení technologických procesů</w:t>
            </w:r>
          </w:p>
        </w:tc>
      </w:tr>
      <w:tr w:rsidR="00186BE5" w:rsidRPr="00186BE5" w14:paraId="3E70D8DC" w14:textId="77777777" w:rsidTr="00736085">
        <w:trPr>
          <w:jc w:val="center"/>
        </w:trPr>
        <w:tc>
          <w:tcPr>
            <w:tcW w:w="2824" w:type="dxa"/>
          </w:tcPr>
          <w:p w14:paraId="4107A2A9" w14:textId="64154AAE" w:rsidR="00004A1F" w:rsidRPr="00EC3EFF" w:rsidRDefault="00D869F3" w:rsidP="00C85D32">
            <w:pPr>
              <w:jc w:val="left"/>
            </w:pPr>
            <w:sdt>
              <w:sdtPr>
                <w:rPr>
                  <w:bCs/>
                </w:rPr>
                <w:alias w:val="Zodpovědný projektant profese 9"/>
                <w:tag w:val="ZOP9"/>
                <w:id w:val="1724790981"/>
                <w:placeholder>
                  <w:docPart w:val="BBA1B2D4E3B9492689DE62BE1674E473"/>
                </w:placeholder>
                <w:showingPlcHdr/>
                <w:text/>
              </w:sdtPr>
              <w:sdtEndPr/>
              <w:sdtContent>
                <w:r w:rsidR="00DD6C2E" w:rsidRPr="00E272AA">
                  <w:rPr>
                    <w:rFonts w:cs="Arial"/>
                    <w:bCs/>
                    <w:color w:val="000000" w:themeColor="text1"/>
                    <w:sz w:val="18"/>
                    <w:szCs w:val="18"/>
                  </w:rPr>
                  <w:t xml:space="preserve"> </w:t>
                </w:r>
              </w:sdtContent>
            </w:sdt>
          </w:p>
        </w:tc>
        <w:tc>
          <w:tcPr>
            <w:tcW w:w="989" w:type="dxa"/>
          </w:tcPr>
          <w:p w14:paraId="5CF7FEC4" w14:textId="289FCACB" w:rsidR="00004A1F" w:rsidRPr="00EC3EFF" w:rsidRDefault="00D869F3" w:rsidP="00C85D32">
            <w:pPr>
              <w:jc w:val="left"/>
            </w:pPr>
            <w:sdt>
              <w:sdtPr>
                <w:rPr>
                  <w:bCs/>
                </w:rPr>
                <w:alias w:val="Číslo autorizace 9"/>
                <w:tag w:val="PA9"/>
                <w:id w:val="869811195"/>
                <w:placeholder>
                  <w:docPart w:val="8EF180E2EAE344598AAE318AF90815E2"/>
                </w:placeholder>
                <w:showingPlcHdr/>
                <w:text/>
              </w:sdtPr>
              <w:sdtEndPr/>
              <w:sdtContent>
                <w:r w:rsidR="00DD6C2E" w:rsidRPr="00E272AA">
                  <w:rPr>
                    <w:rFonts w:cs="Arial"/>
                    <w:bCs/>
                    <w:color w:val="000000" w:themeColor="text1"/>
                    <w:sz w:val="18"/>
                    <w:szCs w:val="18"/>
                  </w:rPr>
                  <w:t xml:space="preserve"> </w:t>
                </w:r>
              </w:sdtContent>
            </w:sdt>
          </w:p>
        </w:tc>
        <w:tc>
          <w:tcPr>
            <w:tcW w:w="693" w:type="dxa"/>
          </w:tcPr>
          <w:p w14:paraId="30F58915" w14:textId="5A8E7C1E" w:rsidR="00004A1F" w:rsidRPr="00EC3EFF" w:rsidRDefault="00D869F3" w:rsidP="00C85D32">
            <w:pPr>
              <w:jc w:val="left"/>
            </w:pPr>
            <w:sdt>
              <w:sdtPr>
                <w:rPr>
                  <w:bCs/>
                </w:rPr>
                <w:alias w:val="Kód oboru 9"/>
                <w:tag w:val="PO9"/>
                <w:id w:val="-1980985848"/>
                <w:placeholder>
                  <w:docPart w:val="FBDEEDC35FB64CDFB6952F51CB7B07B3"/>
                </w:placeholder>
                <w:showingPlcHdr/>
                <w:text/>
              </w:sdtPr>
              <w:sdtEndPr/>
              <w:sdtContent>
                <w:r w:rsidR="00DD6C2E" w:rsidRPr="00E272AA">
                  <w:rPr>
                    <w:rFonts w:cs="Arial"/>
                    <w:bCs/>
                    <w:color w:val="000000" w:themeColor="text1"/>
                    <w:sz w:val="18"/>
                    <w:szCs w:val="18"/>
                  </w:rPr>
                  <w:t xml:space="preserve"> </w:t>
                </w:r>
              </w:sdtContent>
            </w:sdt>
          </w:p>
        </w:tc>
        <w:tc>
          <w:tcPr>
            <w:tcW w:w="3999" w:type="dxa"/>
          </w:tcPr>
          <w:p w14:paraId="5698C956" w14:textId="18D95666" w:rsidR="00004A1F" w:rsidRPr="00EC3EFF" w:rsidRDefault="00D869F3" w:rsidP="00C85D32">
            <w:pPr>
              <w:jc w:val="left"/>
            </w:pPr>
            <w:sdt>
              <w:sdtPr>
                <w:rPr>
                  <w:rFonts w:cs="Arial"/>
                  <w:bCs/>
                </w:rPr>
                <w:alias w:val="Obor autorizace 9"/>
                <w:tag w:val="P9"/>
                <w:id w:val="-1569411450"/>
                <w:placeholder>
                  <w:docPart w:val="D7009E3B04044DE5B506D4B10B35418B"/>
                </w:placeholder>
                <w:showingPlcHdr/>
                <w:text/>
              </w:sdtPr>
              <w:sdtEndPr/>
              <w:sdtContent>
                <w:r w:rsidR="00DD6C2E" w:rsidRPr="00E07972">
                  <w:rPr>
                    <w:rFonts w:cs="Arial"/>
                    <w:bCs/>
                    <w:color w:val="000000" w:themeColor="text1"/>
                    <w:sz w:val="18"/>
                    <w:szCs w:val="18"/>
                  </w:rPr>
                  <w:t xml:space="preserve"> </w:t>
                </w:r>
              </w:sdtContent>
            </w:sdt>
          </w:p>
        </w:tc>
      </w:tr>
      <w:tr w:rsidR="00C85D32" w14:paraId="45EF2F20" w14:textId="77777777" w:rsidTr="00C85D32">
        <w:trPr>
          <w:jc w:val="center"/>
        </w:trPr>
        <w:tc>
          <w:tcPr>
            <w:tcW w:w="8505" w:type="dxa"/>
            <w:gridSpan w:val="4"/>
            <w:tcBorders>
              <w:right w:val="single" w:sz="4" w:space="0" w:color="auto"/>
            </w:tcBorders>
            <w:shd w:val="clear" w:color="auto" w:fill="F2F2F2" w:themeFill="background1" w:themeFillShade="F2"/>
          </w:tcPr>
          <w:p w14:paraId="0A3C49FD" w14:textId="77777777" w:rsidR="00C85D32" w:rsidRPr="00EC3EFF" w:rsidRDefault="00C85D32" w:rsidP="005C2849">
            <w:pPr>
              <w:jc w:val="left"/>
            </w:pPr>
            <w:r w:rsidRPr="00EC3EFF">
              <w:t>Jiné</w:t>
            </w:r>
          </w:p>
        </w:tc>
      </w:tr>
      <w:tr w:rsidR="00C85D32" w:rsidRPr="00186BE5" w14:paraId="4F31ECC0" w14:textId="77777777" w:rsidTr="00736085">
        <w:trPr>
          <w:jc w:val="center"/>
        </w:trPr>
        <w:tc>
          <w:tcPr>
            <w:tcW w:w="2824" w:type="dxa"/>
          </w:tcPr>
          <w:p w14:paraId="03EFABA8" w14:textId="74201804" w:rsidR="00C85D32" w:rsidRPr="00EC3EFF" w:rsidRDefault="00D869F3" w:rsidP="00C85D32">
            <w:pPr>
              <w:jc w:val="left"/>
            </w:pPr>
            <w:sdt>
              <w:sdtPr>
                <w:rPr>
                  <w:bCs/>
                </w:rPr>
                <w:alias w:val="Zodpovědný projektant profese 10"/>
                <w:tag w:val="ZOP10"/>
                <w:id w:val="-762535834"/>
                <w:placeholder>
                  <w:docPart w:val="33257A07E8784619AD7AC71174A11383"/>
                </w:placeholder>
                <w:showingPlcHdr/>
                <w:text/>
              </w:sdtPr>
              <w:sdtEndPr/>
              <w:sdtContent>
                <w:r w:rsidR="00DD6C2E" w:rsidRPr="00E272AA">
                  <w:rPr>
                    <w:rFonts w:cs="Arial"/>
                    <w:bCs/>
                    <w:color w:val="000000" w:themeColor="text1"/>
                    <w:sz w:val="18"/>
                    <w:szCs w:val="18"/>
                  </w:rPr>
                  <w:t xml:space="preserve"> </w:t>
                </w:r>
              </w:sdtContent>
            </w:sdt>
          </w:p>
        </w:tc>
        <w:tc>
          <w:tcPr>
            <w:tcW w:w="989" w:type="dxa"/>
          </w:tcPr>
          <w:p w14:paraId="1C98F505" w14:textId="01B406A1" w:rsidR="00C85D32" w:rsidRPr="00EC3EFF" w:rsidRDefault="00D869F3" w:rsidP="00C85D32">
            <w:pPr>
              <w:jc w:val="left"/>
            </w:pPr>
            <w:sdt>
              <w:sdtPr>
                <w:rPr>
                  <w:bCs/>
                </w:rPr>
                <w:alias w:val="Číslo autorizace 10"/>
                <w:tag w:val="PA10"/>
                <w:id w:val="1345209821"/>
                <w:placeholder>
                  <w:docPart w:val="ECA7CA21DDC141E993BEF534FAA4DBD4"/>
                </w:placeholder>
                <w:showingPlcHdr/>
                <w:text/>
              </w:sdtPr>
              <w:sdtEndPr/>
              <w:sdtContent>
                <w:r w:rsidR="00DD6C2E" w:rsidRPr="00E272AA">
                  <w:rPr>
                    <w:rFonts w:cs="Arial"/>
                    <w:bCs/>
                    <w:color w:val="000000" w:themeColor="text1"/>
                    <w:sz w:val="18"/>
                    <w:szCs w:val="18"/>
                  </w:rPr>
                  <w:t xml:space="preserve"> </w:t>
                </w:r>
              </w:sdtContent>
            </w:sdt>
          </w:p>
        </w:tc>
        <w:tc>
          <w:tcPr>
            <w:tcW w:w="693" w:type="dxa"/>
          </w:tcPr>
          <w:p w14:paraId="32FC8201" w14:textId="54005CE4" w:rsidR="00C85D32" w:rsidRPr="00EC3EFF" w:rsidRDefault="00D869F3" w:rsidP="005C2849">
            <w:pPr>
              <w:jc w:val="left"/>
            </w:pPr>
            <w:sdt>
              <w:sdtPr>
                <w:rPr>
                  <w:bCs/>
                </w:rPr>
                <w:alias w:val="Kód oboru 10"/>
                <w:tag w:val="PO10"/>
                <w:id w:val="-640344846"/>
                <w:placeholder>
                  <w:docPart w:val="EB0D974C0E8E46D7BBA2830A4B152615"/>
                </w:placeholder>
                <w:showingPlcHdr/>
                <w:text/>
              </w:sdtPr>
              <w:sdtEndPr/>
              <w:sdtContent>
                <w:r w:rsidR="00DD6C2E" w:rsidRPr="00E272AA">
                  <w:rPr>
                    <w:rFonts w:cs="Arial"/>
                    <w:bCs/>
                    <w:color w:val="000000" w:themeColor="text1"/>
                    <w:sz w:val="18"/>
                    <w:szCs w:val="18"/>
                  </w:rPr>
                  <w:t xml:space="preserve"> </w:t>
                </w:r>
              </w:sdtContent>
            </w:sdt>
          </w:p>
        </w:tc>
        <w:tc>
          <w:tcPr>
            <w:tcW w:w="3999" w:type="dxa"/>
          </w:tcPr>
          <w:p w14:paraId="1C143B41" w14:textId="02986183" w:rsidR="00C85D32" w:rsidRPr="00EC3EFF" w:rsidRDefault="00D869F3" w:rsidP="00C85D32">
            <w:pPr>
              <w:jc w:val="left"/>
            </w:pPr>
            <w:sdt>
              <w:sdtPr>
                <w:rPr>
                  <w:rFonts w:cs="Arial"/>
                  <w:bCs/>
                </w:rPr>
                <w:alias w:val="Obor autorizace 10"/>
                <w:tag w:val="P10"/>
                <w:id w:val="1381056335"/>
                <w:showingPlcHdr/>
                <w:text/>
              </w:sdtPr>
              <w:sdtEndPr/>
              <w:sdtContent>
                <w:r w:rsidR="00DD6C2E">
                  <w:rPr>
                    <w:rFonts w:cs="Arial"/>
                    <w:bCs/>
                  </w:rPr>
                  <w:t xml:space="preserve">     </w:t>
                </w:r>
              </w:sdtContent>
            </w:sdt>
          </w:p>
        </w:tc>
      </w:tr>
    </w:tbl>
    <w:p w14:paraId="47136174" w14:textId="77777777" w:rsidR="00F7490D" w:rsidRPr="00454EE5" w:rsidRDefault="00712EBB" w:rsidP="00304521">
      <w:pPr>
        <w:tabs>
          <w:tab w:val="left" w:pos="2410"/>
        </w:tabs>
        <w:rPr>
          <w:i/>
          <w:iCs/>
          <w:sz w:val="18"/>
          <w:szCs w:val="18"/>
        </w:rPr>
      </w:pPr>
      <w:r w:rsidRPr="00454EE5">
        <w:rPr>
          <w:i/>
          <w:iCs/>
          <w:sz w:val="18"/>
          <w:szCs w:val="18"/>
        </w:rPr>
        <w:t>Poznámka:</w:t>
      </w:r>
    </w:p>
    <w:p w14:paraId="4D8E8651" w14:textId="77777777" w:rsidR="00712EBB" w:rsidRPr="00454EE5" w:rsidRDefault="00712EBB" w:rsidP="00712EBB">
      <w:pPr>
        <w:tabs>
          <w:tab w:val="left" w:pos="2410"/>
        </w:tabs>
        <w:rPr>
          <w:i/>
          <w:iCs/>
          <w:sz w:val="18"/>
          <w:szCs w:val="18"/>
        </w:rPr>
      </w:pPr>
      <w:r w:rsidRPr="00454EE5">
        <w:rPr>
          <w:i/>
          <w:iCs/>
          <w:sz w:val="18"/>
          <w:szCs w:val="18"/>
        </w:rPr>
        <w:t xml:space="preserve">Číslo autorizace znamená: </w:t>
      </w:r>
      <w:r w:rsidR="004A0786" w:rsidRPr="00454EE5">
        <w:rPr>
          <w:i/>
          <w:iCs/>
          <w:sz w:val="18"/>
          <w:szCs w:val="18"/>
        </w:rPr>
        <w:t>čísl</w:t>
      </w:r>
      <w:r w:rsidRPr="00454EE5">
        <w:rPr>
          <w:i/>
          <w:iCs/>
          <w:sz w:val="18"/>
          <w:szCs w:val="18"/>
        </w:rPr>
        <w:t>o</w:t>
      </w:r>
      <w:r w:rsidR="004A0786" w:rsidRPr="00454EE5">
        <w:rPr>
          <w:i/>
          <w:iCs/>
          <w:sz w:val="18"/>
          <w:szCs w:val="18"/>
        </w:rPr>
        <w:t xml:space="preserve">, pod kterým je </w:t>
      </w:r>
      <w:r w:rsidRPr="00454EE5">
        <w:rPr>
          <w:i/>
          <w:iCs/>
          <w:sz w:val="18"/>
          <w:szCs w:val="18"/>
        </w:rPr>
        <w:t xml:space="preserve">projektant (technik) </w:t>
      </w:r>
      <w:r w:rsidR="004A0786" w:rsidRPr="00454EE5">
        <w:rPr>
          <w:i/>
          <w:iCs/>
          <w:sz w:val="18"/>
          <w:szCs w:val="18"/>
        </w:rPr>
        <w:t>zapsán v evidenci autorizovaných osob vedené Českou komorou architektů nebo Českou komorou autorizovaných inženýrů a techniků činných ve výstavbě</w:t>
      </w:r>
      <w:r w:rsidR="009B5595" w:rsidRPr="00454EE5">
        <w:rPr>
          <w:i/>
          <w:iCs/>
          <w:sz w:val="18"/>
          <w:szCs w:val="18"/>
        </w:rPr>
        <w:t>.</w:t>
      </w:r>
    </w:p>
    <w:p w14:paraId="6FC3AFD5" w14:textId="77777777" w:rsidR="004A0786" w:rsidRDefault="004A0786" w:rsidP="00712EBB">
      <w:pPr>
        <w:tabs>
          <w:tab w:val="left" w:pos="2410"/>
        </w:tabs>
      </w:pPr>
    </w:p>
    <w:tbl>
      <w:tblPr>
        <w:tblStyle w:val="Mkatabulky"/>
        <w:tblW w:w="8505" w:type="dxa"/>
        <w:jc w:val="center"/>
        <w:tblCellMar>
          <w:top w:w="57" w:type="dxa"/>
          <w:left w:w="57" w:type="dxa"/>
          <w:bottom w:w="57" w:type="dxa"/>
          <w:right w:w="57" w:type="dxa"/>
        </w:tblCellMar>
        <w:tblLook w:val="04A0" w:firstRow="1" w:lastRow="0" w:firstColumn="1" w:lastColumn="0" w:noHBand="0" w:noVBand="1"/>
      </w:tblPr>
      <w:tblGrid>
        <w:gridCol w:w="4860"/>
        <w:gridCol w:w="3645"/>
      </w:tblGrid>
      <w:tr w:rsidR="00F5214F" w:rsidRPr="00F7490D" w14:paraId="6E6A74AB" w14:textId="77777777" w:rsidTr="006D2847">
        <w:trPr>
          <w:jc w:val="center"/>
        </w:trPr>
        <w:tc>
          <w:tcPr>
            <w:tcW w:w="8505" w:type="dxa"/>
            <w:gridSpan w:val="2"/>
            <w:tcBorders>
              <w:bottom w:val="single" w:sz="4" w:space="0" w:color="auto"/>
            </w:tcBorders>
          </w:tcPr>
          <w:p w14:paraId="413D797D" w14:textId="77777777" w:rsidR="00F5214F" w:rsidRPr="00F7490D" w:rsidRDefault="00F5214F" w:rsidP="005C2849">
            <w:pPr>
              <w:keepNext/>
              <w:jc w:val="left"/>
              <w:rPr>
                <w:b/>
              </w:rPr>
            </w:pPr>
            <w:r>
              <w:rPr>
                <w:b/>
              </w:rPr>
              <w:t>Externí kooperace</w:t>
            </w:r>
          </w:p>
        </w:tc>
      </w:tr>
      <w:tr w:rsidR="00F5214F" w14:paraId="772F7431" w14:textId="77777777" w:rsidTr="006D2847">
        <w:trPr>
          <w:jc w:val="center"/>
        </w:trPr>
        <w:tc>
          <w:tcPr>
            <w:tcW w:w="4860" w:type="dxa"/>
            <w:tcBorders>
              <w:bottom w:val="single" w:sz="4" w:space="0" w:color="auto"/>
            </w:tcBorders>
          </w:tcPr>
          <w:p w14:paraId="050AB02C" w14:textId="77777777" w:rsidR="00F5214F" w:rsidRPr="00F5214F" w:rsidRDefault="00F5214F" w:rsidP="006D2847">
            <w:pPr>
              <w:jc w:val="left"/>
              <w:rPr>
                <w:b/>
              </w:rPr>
            </w:pPr>
            <w:r w:rsidRPr="00F5214F">
              <w:rPr>
                <w:b/>
              </w:rPr>
              <w:t>Firma</w:t>
            </w:r>
          </w:p>
        </w:tc>
        <w:tc>
          <w:tcPr>
            <w:tcW w:w="3645" w:type="dxa"/>
            <w:tcBorders>
              <w:bottom w:val="single" w:sz="4" w:space="0" w:color="auto"/>
            </w:tcBorders>
          </w:tcPr>
          <w:p w14:paraId="061538C4" w14:textId="77777777" w:rsidR="00F5214F" w:rsidRPr="00F5214F" w:rsidRDefault="00F5214F" w:rsidP="006D2847">
            <w:pPr>
              <w:jc w:val="left"/>
              <w:rPr>
                <w:b/>
              </w:rPr>
            </w:pPr>
            <w:r w:rsidRPr="00F5214F">
              <w:rPr>
                <w:b/>
              </w:rPr>
              <w:t>Jméno</w:t>
            </w:r>
          </w:p>
        </w:tc>
      </w:tr>
      <w:tr w:rsidR="00F5214F" w14:paraId="1E924DAF" w14:textId="77777777" w:rsidTr="006D2847">
        <w:trPr>
          <w:jc w:val="center"/>
        </w:trPr>
        <w:tc>
          <w:tcPr>
            <w:tcW w:w="8505" w:type="dxa"/>
            <w:gridSpan w:val="2"/>
            <w:tcBorders>
              <w:right w:val="single" w:sz="4" w:space="0" w:color="auto"/>
            </w:tcBorders>
            <w:shd w:val="clear" w:color="auto" w:fill="F2F2F2" w:themeFill="background1" w:themeFillShade="F2"/>
          </w:tcPr>
          <w:p w14:paraId="72897675" w14:textId="5E71D5AB" w:rsidR="00F5214F" w:rsidRDefault="00D869F3" w:rsidP="006D2847">
            <w:pPr>
              <w:jc w:val="left"/>
            </w:pPr>
            <w:sdt>
              <w:sdtPr>
                <w:rPr>
                  <w:bCs/>
                </w:rPr>
                <w:alias w:val="Externí kooperant - profese 1"/>
                <w:tag w:val="ExP1"/>
                <w:id w:val="860167378"/>
                <w:placeholder>
                  <w:docPart w:val="A0B6F75F5B7A4D62A2C7FE349D96AC42"/>
                </w:placeholder>
                <w:text/>
              </w:sdtPr>
              <w:sdtEndPr/>
              <w:sdtContent>
                <w:r w:rsidR="00A05054">
                  <w:rPr>
                    <w:bCs/>
                  </w:rPr>
                  <w:t>vzduchotechnika, topení</w:t>
                </w:r>
              </w:sdtContent>
            </w:sdt>
          </w:p>
        </w:tc>
      </w:tr>
      <w:tr w:rsidR="00F5214F" w14:paraId="132B6B4E" w14:textId="77777777" w:rsidTr="00F5214F">
        <w:trPr>
          <w:jc w:val="center"/>
        </w:trPr>
        <w:tc>
          <w:tcPr>
            <w:tcW w:w="4860" w:type="dxa"/>
            <w:tcBorders>
              <w:bottom w:val="single" w:sz="4" w:space="0" w:color="auto"/>
            </w:tcBorders>
          </w:tcPr>
          <w:p w14:paraId="6DBAEAB1" w14:textId="778D2CDB" w:rsidR="00F5214F" w:rsidRDefault="00D869F3" w:rsidP="00F5214F">
            <w:pPr>
              <w:jc w:val="left"/>
            </w:pPr>
            <w:sdt>
              <w:sdtPr>
                <w:rPr>
                  <w:bCs/>
                </w:rPr>
                <w:alias w:val="Externí kooperant - firma 1"/>
                <w:tag w:val="ExF1"/>
                <w:id w:val="833485853"/>
                <w:placeholder>
                  <w:docPart w:val="C57BC3A2B0B54B2A89538F37E0630895"/>
                </w:placeholder>
                <w:text/>
              </w:sdtPr>
              <w:sdtEndPr/>
              <w:sdtContent>
                <w:r w:rsidR="00A05054">
                  <w:rPr>
                    <w:bCs/>
                  </w:rPr>
                  <w:t>Petlach TZB s.r.o.</w:t>
                </w:r>
              </w:sdtContent>
            </w:sdt>
          </w:p>
        </w:tc>
        <w:tc>
          <w:tcPr>
            <w:tcW w:w="3645" w:type="dxa"/>
            <w:tcBorders>
              <w:bottom w:val="single" w:sz="4" w:space="0" w:color="auto"/>
            </w:tcBorders>
          </w:tcPr>
          <w:p w14:paraId="5C53707F" w14:textId="77777777" w:rsidR="00454EE5" w:rsidRPr="000F4586" w:rsidRDefault="00D869F3" w:rsidP="00F5214F">
            <w:pPr>
              <w:jc w:val="left"/>
              <w:rPr>
                <w:rFonts w:eastAsiaTheme="minorHAnsi" w:cs="Arial"/>
              </w:rPr>
            </w:pPr>
            <w:sdt>
              <w:sdtPr>
                <w:rPr>
                  <w:rFonts w:eastAsiaTheme="minorHAnsi" w:cs="Arial"/>
                </w:rPr>
                <w:alias w:val="Externí kooperant - titul 1"/>
                <w:tag w:val="ExC111"/>
                <w:id w:val="477272524"/>
                <w:placeholder>
                  <w:docPart w:val="D6EC97E8688645ADAD595263E27651FF"/>
                </w:placeholder>
                <w:text/>
              </w:sdtPr>
              <w:sdtEndPr/>
              <w:sdtContent>
                <w:r w:rsidR="005A55B0" w:rsidRPr="000F4586">
                  <w:rPr>
                    <w:rFonts w:eastAsiaTheme="minorHAnsi" w:cs="Arial"/>
                  </w:rPr>
                  <w:t xml:space="preserve">Ing. Anastasiia Koltakova, </w:t>
                </w:r>
              </w:sdtContent>
            </w:sdt>
          </w:p>
          <w:p w14:paraId="36CA8A61" w14:textId="080F986C" w:rsidR="00F5214F" w:rsidRPr="00C85D32" w:rsidRDefault="00D869F3" w:rsidP="00F5214F">
            <w:pPr>
              <w:jc w:val="left"/>
            </w:pPr>
            <w:sdt>
              <w:sdtPr>
                <w:rPr>
                  <w:rFonts w:cs="Arial"/>
                  <w:color w:val="000000"/>
                </w:rPr>
                <w:alias w:val="Externí kooperant - jméno 1"/>
                <w:tag w:val="ExC11"/>
                <w:id w:val="1994978448"/>
                <w:placeholder>
                  <w:docPart w:val="AB1EE9022E354141A24DF1D4BF83D5D3"/>
                </w:placeholder>
                <w:text/>
              </w:sdtPr>
              <w:sdtEndPr/>
              <w:sdtContent>
                <w:r w:rsidR="00454EE5" w:rsidRPr="000F4586">
                  <w:rPr>
                    <w:rFonts w:cs="Arial"/>
                    <w:color w:val="000000"/>
                  </w:rPr>
                  <w:t>Ing. Ladislav Musil</w:t>
                </w:r>
              </w:sdtContent>
            </w:sdt>
            <w:r w:rsidR="00F5214F" w:rsidRPr="000F4586">
              <w:rPr>
                <w:rFonts w:cs="Arial"/>
                <w:bCs/>
              </w:rPr>
              <w:t xml:space="preserve"> </w:t>
            </w:r>
            <w:sdt>
              <w:sdtPr>
                <w:rPr>
                  <w:rFonts w:cs="Arial"/>
                  <w:bCs/>
                </w:rPr>
                <w:alias w:val="Externí kooperant - přijmení 1"/>
                <w:tag w:val="ExC1"/>
                <w:id w:val="-1406056476"/>
                <w:placeholder>
                  <w:docPart w:val="BF55B2DAF8424DBA82B4B5B4B7B9E1CE"/>
                </w:placeholder>
                <w:showingPlcHdr/>
                <w:text/>
              </w:sdtPr>
              <w:sdtEndPr/>
              <w:sdtContent>
                <w:r w:rsidR="00DD6C2E" w:rsidRPr="000F4586">
                  <w:rPr>
                    <w:rFonts w:cs="Arial"/>
                    <w:bCs/>
                    <w:color w:val="000000" w:themeColor="text1"/>
                  </w:rPr>
                  <w:t xml:space="preserve"> </w:t>
                </w:r>
              </w:sdtContent>
            </w:sdt>
          </w:p>
        </w:tc>
      </w:tr>
      <w:tr w:rsidR="00F5214F" w14:paraId="038D8331" w14:textId="77777777" w:rsidTr="006D2847">
        <w:trPr>
          <w:jc w:val="center"/>
        </w:trPr>
        <w:tc>
          <w:tcPr>
            <w:tcW w:w="8505" w:type="dxa"/>
            <w:gridSpan w:val="2"/>
            <w:tcBorders>
              <w:right w:val="single" w:sz="4" w:space="0" w:color="auto"/>
            </w:tcBorders>
            <w:shd w:val="clear" w:color="auto" w:fill="F2F2F2" w:themeFill="background1" w:themeFillShade="F2"/>
          </w:tcPr>
          <w:p w14:paraId="03C04E6E" w14:textId="7C7D76CF" w:rsidR="00F5214F" w:rsidRDefault="00D869F3" w:rsidP="006D2847">
            <w:pPr>
              <w:jc w:val="left"/>
            </w:pPr>
            <w:sdt>
              <w:sdtPr>
                <w:rPr>
                  <w:bCs/>
                </w:rPr>
                <w:alias w:val="Externí kooperant - profese 2"/>
                <w:tag w:val="ExP2"/>
                <w:id w:val="-338545708"/>
                <w:placeholder>
                  <w:docPart w:val="73E415207AD245E6AEE51E770781CD63"/>
                </w:placeholder>
                <w:text/>
              </w:sdtPr>
              <w:sdtEndPr/>
              <w:sdtContent>
                <w:r w:rsidR="000F2CC4">
                  <w:rPr>
                    <w:bCs/>
                  </w:rPr>
                  <w:t>P</w:t>
                </w:r>
                <w:r w:rsidR="00A05054">
                  <w:rPr>
                    <w:bCs/>
                  </w:rPr>
                  <w:t>lynovod</w:t>
                </w:r>
                <w:r w:rsidR="000F2CC4">
                  <w:rPr>
                    <w:bCs/>
                  </w:rPr>
                  <w:t xml:space="preserve"> a plynové rozvody</w:t>
                </w:r>
              </w:sdtContent>
            </w:sdt>
          </w:p>
        </w:tc>
      </w:tr>
      <w:tr w:rsidR="00F5214F" w:rsidRPr="00186BE5" w14:paraId="508EF0B4" w14:textId="77777777" w:rsidTr="00F5214F">
        <w:trPr>
          <w:jc w:val="center"/>
        </w:trPr>
        <w:tc>
          <w:tcPr>
            <w:tcW w:w="4860" w:type="dxa"/>
          </w:tcPr>
          <w:p w14:paraId="66EEAF3D" w14:textId="26805857" w:rsidR="00F5214F" w:rsidRPr="00186BE5" w:rsidRDefault="00D869F3" w:rsidP="005C2849">
            <w:pPr>
              <w:jc w:val="left"/>
            </w:pPr>
            <w:sdt>
              <w:sdtPr>
                <w:rPr>
                  <w:bCs/>
                </w:rPr>
                <w:alias w:val="Externí kooperant - firma 2"/>
                <w:tag w:val="ExF2"/>
                <w:id w:val="-1383402705"/>
                <w:placeholder>
                  <w:docPart w:val="E39E3C945838437C994F879927C97485"/>
                </w:placeholder>
                <w:text/>
              </w:sdtPr>
              <w:sdtEndPr/>
              <w:sdtContent>
                <w:r w:rsidR="00A05054">
                  <w:rPr>
                    <w:bCs/>
                  </w:rPr>
                  <w:t xml:space="preserve">IGEA s.r.o. </w:t>
                </w:r>
              </w:sdtContent>
            </w:sdt>
          </w:p>
        </w:tc>
        <w:tc>
          <w:tcPr>
            <w:tcW w:w="3645" w:type="dxa"/>
          </w:tcPr>
          <w:p w14:paraId="6DC59917" w14:textId="78825AE0" w:rsidR="00F5214F" w:rsidRPr="00186BE5" w:rsidRDefault="00D869F3" w:rsidP="004F107D">
            <w:pPr>
              <w:jc w:val="left"/>
            </w:pPr>
            <w:sdt>
              <w:sdtPr>
                <w:rPr>
                  <w:bCs/>
                </w:rPr>
                <w:alias w:val="Externí kooperant - titul 2"/>
                <w:tag w:val="ExC222"/>
                <w:id w:val="-1172181366"/>
                <w:placeholder>
                  <w:docPart w:val="FA24AA285229401AB3F0C3F28DD36813"/>
                </w:placeholder>
                <w:text/>
              </w:sdtPr>
              <w:sdtEndPr/>
              <w:sdtContent>
                <w:r w:rsidR="00583530">
                  <w:rPr>
                    <w:bCs/>
                  </w:rPr>
                  <w:t>Ing.</w:t>
                </w:r>
              </w:sdtContent>
            </w:sdt>
            <w:r w:rsidR="00ED2291" w:rsidRPr="00ED2291">
              <w:rPr>
                <w:bCs/>
              </w:rPr>
              <w:t xml:space="preserve"> </w:t>
            </w:r>
            <w:sdt>
              <w:sdtPr>
                <w:rPr>
                  <w:bCs/>
                </w:rPr>
                <w:alias w:val="Externí kooperant - jméno 2"/>
                <w:tag w:val="ExC22"/>
                <w:id w:val="-1744943094"/>
                <w:placeholder>
                  <w:docPart w:val="84CF8D4EA1F041ADAB14C9A5455FEFB4"/>
                </w:placeholder>
                <w:text/>
              </w:sdtPr>
              <w:sdtEndPr/>
              <w:sdtContent>
                <w:r w:rsidR="00583530">
                  <w:rPr>
                    <w:bCs/>
                  </w:rPr>
                  <w:t>Petr</w:t>
                </w:r>
              </w:sdtContent>
            </w:sdt>
            <w:r w:rsidR="00ED2291" w:rsidRPr="00ED2291">
              <w:rPr>
                <w:bCs/>
              </w:rPr>
              <w:t xml:space="preserve"> </w:t>
            </w:r>
            <w:sdt>
              <w:sdtPr>
                <w:rPr>
                  <w:bCs/>
                </w:rPr>
                <w:alias w:val="Externí kooperant - přijmení 2"/>
                <w:tag w:val="ExC2"/>
                <w:id w:val="229735369"/>
                <w:placeholder>
                  <w:docPart w:val="EB672DA355334E24BC43CEB378063F0F"/>
                </w:placeholder>
                <w:text/>
              </w:sdtPr>
              <w:sdtEndPr/>
              <w:sdtContent>
                <w:r w:rsidR="00583530">
                  <w:rPr>
                    <w:bCs/>
                  </w:rPr>
                  <w:t>Z</w:t>
                </w:r>
                <w:r w:rsidR="00ED0BAE">
                  <w:rPr>
                    <w:bCs/>
                  </w:rPr>
                  <w:t>í</w:t>
                </w:r>
                <w:r w:rsidR="00583530">
                  <w:rPr>
                    <w:bCs/>
                  </w:rPr>
                  <w:t>ma</w:t>
                </w:r>
              </w:sdtContent>
            </w:sdt>
          </w:p>
        </w:tc>
      </w:tr>
      <w:tr w:rsidR="00F5214F" w14:paraId="3B88A63E" w14:textId="77777777" w:rsidTr="006D2847">
        <w:trPr>
          <w:jc w:val="center"/>
        </w:trPr>
        <w:tc>
          <w:tcPr>
            <w:tcW w:w="8505" w:type="dxa"/>
            <w:gridSpan w:val="2"/>
            <w:tcBorders>
              <w:right w:val="single" w:sz="4" w:space="0" w:color="auto"/>
            </w:tcBorders>
            <w:shd w:val="clear" w:color="auto" w:fill="F2F2F2" w:themeFill="background1" w:themeFillShade="F2"/>
          </w:tcPr>
          <w:p w14:paraId="16B51238" w14:textId="6960B675" w:rsidR="00F5214F" w:rsidRDefault="00D869F3" w:rsidP="006D2847">
            <w:pPr>
              <w:jc w:val="left"/>
            </w:pPr>
            <w:sdt>
              <w:sdtPr>
                <w:rPr>
                  <w:bCs/>
                </w:rPr>
                <w:alias w:val="Externí kooperant - profese 3"/>
                <w:tag w:val="ExP3"/>
                <w:id w:val="1704438335"/>
                <w:placeholder>
                  <w:docPart w:val="5DEC089A8F8143ECB4D015DDFFE8A1F1"/>
                </w:placeholder>
                <w:text/>
              </w:sdtPr>
              <w:sdtEndPr/>
              <w:sdtContent>
                <w:r w:rsidR="000F2CC4">
                  <w:rPr>
                    <w:bCs/>
                  </w:rPr>
                  <w:t>Komunikace a zpevněné plochy</w:t>
                </w:r>
              </w:sdtContent>
            </w:sdt>
          </w:p>
        </w:tc>
      </w:tr>
      <w:tr w:rsidR="00F5214F" w:rsidRPr="00186BE5" w14:paraId="38F0F0AA" w14:textId="77777777" w:rsidTr="00F5214F">
        <w:trPr>
          <w:jc w:val="center"/>
        </w:trPr>
        <w:tc>
          <w:tcPr>
            <w:tcW w:w="4860" w:type="dxa"/>
          </w:tcPr>
          <w:p w14:paraId="045E5F56" w14:textId="1D8EAF47" w:rsidR="00F5214F" w:rsidRPr="00186BE5" w:rsidRDefault="00D869F3" w:rsidP="005C2849">
            <w:pPr>
              <w:jc w:val="left"/>
            </w:pPr>
            <w:sdt>
              <w:sdtPr>
                <w:rPr>
                  <w:bCs/>
                </w:rPr>
                <w:alias w:val="Externí kooperant - firma 3"/>
                <w:tag w:val="ExF3"/>
                <w:id w:val="421307887"/>
                <w:placeholder>
                  <w:docPart w:val="7758D605F8B64C5CA4C02726B5B1EE1E"/>
                </w:placeholder>
                <w:text/>
              </w:sdtPr>
              <w:sdtEndPr/>
              <w:sdtContent>
                <w:proofErr w:type="spellStart"/>
                <w:r w:rsidR="00CA14A6">
                  <w:rPr>
                    <w:bCs/>
                  </w:rPr>
                  <w:t>Advisia</w:t>
                </w:r>
                <w:proofErr w:type="spellEnd"/>
                <w:r w:rsidR="00CA14A6">
                  <w:rPr>
                    <w:bCs/>
                  </w:rPr>
                  <w:t xml:space="preserve"> s.r.o.</w:t>
                </w:r>
              </w:sdtContent>
            </w:sdt>
          </w:p>
        </w:tc>
        <w:tc>
          <w:tcPr>
            <w:tcW w:w="3645" w:type="dxa"/>
          </w:tcPr>
          <w:p w14:paraId="337C0C4F" w14:textId="14B8A752" w:rsidR="00F5214F" w:rsidRPr="00186BE5" w:rsidRDefault="00D869F3" w:rsidP="004F107D">
            <w:pPr>
              <w:jc w:val="left"/>
            </w:pPr>
            <w:sdt>
              <w:sdtPr>
                <w:rPr>
                  <w:bCs/>
                </w:rPr>
                <w:alias w:val="Externí kooperant - titul 3"/>
                <w:tag w:val="ExC333"/>
                <w:id w:val="548654792"/>
                <w:placeholder>
                  <w:docPart w:val="4FEAEAAFE0D34DC38A014A2EB69120BC"/>
                </w:placeholder>
                <w:text/>
              </w:sdtPr>
              <w:sdtEndPr/>
              <w:sdtContent>
                <w:r w:rsidR="00CA14A6">
                  <w:rPr>
                    <w:bCs/>
                  </w:rPr>
                  <w:t>Ing.</w:t>
                </w:r>
              </w:sdtContent>
            </w:sdt>
            <w:r w:rsidR="00ED2291" w:rsidRPr="00ED2291">
              <w:rPr>
                <w:bCs/>
              </w:rPr>
              <w:t xml:space="preserve"> </w:t>
            </w:r>
            <w:sdt>
              <w:sdtPr>
                <w:rPr>
                  <w:bCs/>
                </w:rPr>
                <w:alias w:val="Externí kooperant - jméno 3"/>
                <w:tag w:val="ExC33"/>
                <w:id w:val="1052733078"/>
                <w:placeholder>
                  <w:docPart w:val="1A5FE30C15974D579A96A21CC4C9A214"/>
                </w:placeholder>
                <w:text/>
              </w:sdtPr>
              <w:sdtEndPr/>
              <w:sdtContent>
                <w:r w:rsidR="00CA14A6">
                  <w:rPr>
                    <w:bCs/>
                  </w:rPr>
                  <w:t>Michal Němec</w:t>
                </w:r>
              </w:sdtContent>
            </w:sdt>
            <w:r w:rsidR="00ED2291" w:rsidRPr="00ED2291">
              <w:rPr>
                <w:bCs/>
              </w:rPr>
              <w:t xml:space="preserve"> </w:t>
            </w:r>
            <w:sdt>
              <w:sdtPr>
                <w:rPr>
                  <w:bCs/>
                </w:rPr>
                <w:alias w:val="Externí kooperant - přijmení 3"/>
                <w:tag w:val="ExC3"/>
                <w:id w:val="-878320277"/>
                <w:placeholder>
                  <w:docPart w:val="A74C3EAA16CA4FB78EDFB7D3CE899B1C"/>
                </w:placeholder>
                <w:showingPlcHdr/>
                <w:text/>
              </w:sdtPr>
              <w:sdtEndPr/>
              <w:sdtContent>
                <w:r w:rsidR="00DD6C2E" w:rsidRPr="00E272AA">
                  <w:rPr>
                    <w:rFonts w:cs="Arial"/>
                    <w:bCs/>
                    <w:color w:val="000000" w:themeColor="text1"/>
                    <w:sz w:val="18"/>
                    <w:szCs w:val="18"/>
                  </w:rPr>
                  <w:t xml:space="preserve"> </w:t>
                </w:r>
              </w:sdtContent>
            </w:sdt>
          </w:p>
        </w:tc>
      </w:tr>
    </w:tbl>
    <w:p w14:paraId="5D014EBE" w14:textId="77777777" w:rsidR="00DD6C2E" w:rsidRDefault="00DD6C2E" w:rsidP="00712EBB">
      <w:pPr>
        <w:tabs>
          <w:tab w:val="left" w:pos="2410"/>
        </w:tabs>
        <w:sectPr w:rsidR="00DD6C2E" w:rsidSect="003C288A">
          <w:headerReference w:type="even" r:id="rId18"/>
          <w:headerReference w:type="default" r:id="rId19"/>
          <w:footerReference w:type="even" r:id="rId20"/>
          <w:footerReference w:type="default" r:id="rId21"/>
          <w:headerReference w:type="first" r:id="rId22"/>
          <w:footerReference w:type="first" r:id="rId23"/>
          <w:pgSz w:w="11906" w:h="16838" w:code="9"/>
          <w:pgMar w:top="1809" w:right="1701" w:bottom="1758" w:left="1701" w:header="1134" w:footer="851" w:gutter="0"/>
          <w:cols w:space="708"/>
          <w:docGrid w:linePitch="360"/>
        </w:sectPr>
      </w:pPr>
    </w:p>
    <w:p w14:paraId="71F38BA3" w14:textId="77777777" w:rsidR="00277E33" w:rsidRDefault="00277E33" w:rsidP="00277E33">
      <w:pPr>
        <w:pStyle w:val="Nadpis2"/>
        <w:numPr>
          <w:ilvl w:val="1"/>
          <w:numId w:val="1"/>
        </w:numPr>
      </w:pPr>
      <w:bookmarkStart w:id="9" w:name="_Toc352133462"/>
      <w:bookmarkStart w:id="10" w:name="_Toc110956609"/>
      <w:r>
        <w:lastRenderedPageBreak/>
        <w:t>Členění stavby na objekty a technická a technologická zařízení</w:t>
      </w:r>
      <w:bookmarkEnd w:id="9"/>
      <w:bookmarkEnd w:id="10"/>
    </w:p>
    <w:p w14:paraId="2740DCFC" w14:textId="77777777" w:rsidR="00F84F8C" w:rsidRPr="003F328D" w:rsidRDefault="00F84F8C" w:rsidP="00F84F8C">
      <w:pPr>
        <w:spacing w:after="60"/>
      </w:pPr>
      <w:bookmarkStart w:id="11" w:name="_Hlk108791492"/>
      <w:r w:rsidRPr="00DD6C2E">
        <w:t>Stavební část – seznam stavebních objektů (SO)</w:t>
      </w:r>
    </w:p>
    <w:tbl>
      <w:tblPr>
        <w:tblW w:w="4969" w:type="pct"/>
        <w:tblCellMar>
          <w:top w:w="15" w:type="dxa"/>
          <w:left w:w="70" w:type="dxa"/>
          <w:bottom w:w="15" w:type="dxa"/>
          <w:right w:w="70" w:type="dxa"/>
        </w:tblCellMar>
        <w:tblLook w:val="04A0" w:firstRow="1" w:lastRow="0" w:firstColumn="1" w:lastColumn="0" w:noHBand="0" w:noVBand="1"/>
      </w:tblPr>
      <w:tblGrid>
        <w:gridCol w:w="1462"/>
        <w:gridCol w:w="1178"/>
        <w:gridCol w:w="1046"/>
        <w:gridCol w:w="9488"/>
      </w:tblGrid>
      <w:tr w:rsidR="000E3DE0" w:rsidRPr="00DD6C2E" w14:paraId="5ACF731B" w14:textId="77777777" w:rsidTr="000E3DE0">
        <w:trPr>
          <w:trHeight w:val="345"/>
        </w:trPr>
        <w:tc>
          <w:tcPr>
            <w:tcW w:w="555" w:type="pct"/>
            <w:tcBorders>
              <w:top w:val="single" w:sz="8" w:space="0" w:color="auto"/>
              <w:left w:val="single" w:sz="8" w:space="0" w:color="auto"/>
              <w:bottom w:val="single" w:sz="4" w:space="0" w:color="auto"/>
              <w:right w:val="single" w:sz="4" w:space="0" w:color="auto"/>
            </w:tcBorders>
            <w:noWrap/>
            <w:vAlign w:val="bottom"/>
            <w:hideMark/>
          </w:tcPr>
          <w:p w14:paraId="2A3EEA76" w14:textId="77777777" w:rsidR="000E3DE0" w:rsidRPr="00DD6C2E" w:rsidRDefault="000E3DE0" w:rsidP="000C35B2">
            <w:pPr>
              <w:jc w:val="center"/>
              <w:rPr>
                <w:rFonts w:ascii="Calibri" w:hAnsi="Calibri" w:cs="Calibri"/>
                <w:b/>
                <w:bCs/>
                <w:color w:val="000000"/>
                <w:sz w:val="22"/>
                <w:szCs w:val="22"/>
              </w:rPr>
            </w:pPr>
            <w:r w:rsidRPr="00DD6C2E">
              <w:rPr>
                <w:rFonts w:ascii="Calibri" w:hAnsi="Calibri" w:cs="Calibri"/>
                <w:b/>
                <w:bCs/>
                <w:color w:val="000000"/>
                <w:sz w:val="22"/>
                <w:szCs w:val="22"/>
              </w:rPr>
              <w:t>č. oblasti</w:t>
            </w:r>
          </w:p>
        </w:tc>
        <w:tc>
          <w:tcPr>
            <w:tcW w:w="844" w:type="pct"/>
            <w:gridSpan w:val="2"/>
            <w:tcBorders>
              <w:top w:val="single" w:sz="8" w:space="0" w:color="auto"/>
              <w:left w:val="single" w:sz="4" w:space="0" w:color="auto"/>
              <w:bottom w:val="single" w:sz="4" w:space="0" w:color="auto"/>
              <w:right w:val="single" w:sz="4" w:space="0" w:color="auto"/>
            </w:tcBorders>
            <w:vAlign w:val="center"/>
            <w:hideMark/>
          </w:tcPr>
          <w:p w14:paraId="4AB581B7" w14:textId="77777777" w:rsidR="000E3DE0" w:rsidRPr="00DD6C2E" w:rsidRDefault="000E3DE0" w:rsidP="00DD6C2E">
            <w:pPr>
              <w:jc w:val="center"/>
              <w:rPr>
                <w:rFonts w:cs="Arial"/>
                <w:b/>
                <w:bCs/>
                <w:color w:val="000000"/>
                <w:sz w:val="18"/>
                <w:szCs w:val="18"/>
              </w:rPr>
            </w:pPr>
            <w:r w:rsidRPr="00DD6C2E">
              <w:rPr>
                <w:rFonts w:cs="Arial"/>
                <w:b/>
                <w:bCs/>
                <w:color w:val="000000"/>
                <w:sz w:val="18"/>
                <w:szCs w:val="18"/>
              </w:rPr>
              <w:t>Označení SO</w:t>
            </w:r>
          </w:p>
        </w:tc>
        <w:tc>
          <w:tcPr>
            <w:tcW w:w="3601" w:type="pct"/>
            <w:tcBorders>
              <w:top w:val="single" w:sz="8" w:space="0" w:color="auto"/>
              <w:left w:val="single" w:sz="4" w:space="0" w:color="auto"/>
              <w:bottom w:val="single" w:sz="4" w:space="0" w:color="auto"/>
              <w:right w:val="single" w:sz="4" w:space="0" w:color="auto"/>
            </w:tcBorders>
            <w:vAlign w:val="center"/>
          </w:tcPr>
          <w:p w14:paraId="303E22F2" w14:textId="02077D39" w:rsidR="000E3DE0" w:rsidRPr="00DD6C2E" w:rsidRDefault="000E3DE0" w:rsidP="00DD6C2E">
            <w:pPr>
              <w:jc w:val="center"/>
              <w:rPr>
                <w:rFonts w:cs="Arial"/>
                <w:b/>
                <w:bCs/>
                <w:color w:val="000000"/>
                <w:sz w:val="18"/>
                <w:szCs w:val="18"/>
              </w:rPr>
            </w:pPr>
            <w:r w:rsidRPr="00DD6C2E">
              <w:rPr>
                <w:rFonts w:cs="Arial"/>
                <w:b/>
                <w:bCs/>
                <w:color w:val="000000"/>
                <w:sz w:val="18"/>
                <w:szCs w:val="18"/>
              </w:rPr>
              <w:t>Název SO</w:t>
            </w:r>
          </w:p>
        </w:tc>
      </w:tr>
      <w:tr w:rsidR="000E3DE0" w:rsidRPr="00DD6C2E" w14:paraId="4FA10084" w14:textId="77777777" w:rsidTr="000E3DE0">
        <w:trPr>
          <w:trHeight w:val="315"/>
        </w:trPr>
        <w:tc>
          <w:tcPr>
            <w:tcW w:w="555" w:type="pct"/>
            <w:tcBorders>
              <w:top w:val="single" w:sz="4" w:space="0" w:color="auto"/>
              <w:left w:val="single" w:sz="8" w:space="0" w:color="auto"/>
              <w:bottom w:val="nil"/>
              <w:right w:val="single" w:sz="4" w:space="0" w:color="auto"/>
            </w:tcBorders>
            <w:noWrap/>
            <w:vAlign w:val="bottom"/>
            <w:hideMark/>
          </w:tcPr>
          <w:p w14:paraId="637FC0CD" w14:textId="77777777" w:rsidR="000E3DE0" w:rsidRPr="00DD6C2E" w:rsidRDefault="000E3DE0" w:rsidP="000C35B2">
            <w:pPr>
              <w:jc w:val="center"/>
              <w:rPr>
                <w:rFonts w:cs="Arial"/>
                <w:b/>
                <w:bCs/>
                <w:color w:val="000000"/>
                <w:sz w:val="18"/>
                <w:szCs w:val="18"/>
              </w:rPr>
            </w:pPr>
          </w:p>
        </w:tc>
        <w:tc>
          <w:tcPr>
            <w:tcW w:w="447" w:type="pct"/>
            <w:tcBorders>
              <w:top w:val="single" w:sz="4" w:space="0" w:color="auto"/>
              <w:left w:val="single" w:sz="4" w:space="0" w:color="auto"/>
              <w:bottom w:val="nil"/>
              <w:right w:val="single" w:sz="4" w:space="0" w:color="auto"/>
            </w:tcBorders>
            <w:noWrap/>
            <w:vAlign w:val="bottom"/>
            <w:hideMark/>
          </w:tcPr>
          <w:p w14:paraId="37146B30" w14:textId="77777777" w:rsidR="000E3DE0" w:rsidRPr="00DD6C2E" w:rsidRDefault="000E3DE0" w:rsidP="000C35B2">
            <w:pPr>
              <w:jc w:val="center"/>
              <w:rPr>
                <w:rFonts w:ascii="Calibri" w:hAnsi="Calibri" w:cs="Calibri"/>
                <w:b/>
                <w:bCs/>
                <w:color w:val="000000"/>
                <w:sz w:val="22"/>
                <w:szCs w:val="22"/>
              </w:rPr>
            </w:pPr>
            <w:r w:rsidRPr="00DD6C2E">
              <w:rPr>
                <w:rFonts w:ascii="Calibri" w:hAnsi="Calibri" w:cs="Calibri"/>
                <w:b/>
                <w:bCs/>
                <w:color w:val="000000"/>
                <w:sz w:val="22"/>
                <w:szCs w:val="22"/>
              </w:rPr>
              <w:t>DUR</w:t>
            </w:r>
          </w:p>
        </w:tc>
        <w:tc>
          <w:tcPr>
            <w:tcW w:w="397" w:type="pct"/>
            <w:tcBorders>
              <w:top w:val="single" w:sz="4" w:space="0" w:color="auto"/>
              <w:left w:val="single" w:sz="4" w:space="0" w:color="auto"/>
              <w:bottom w:val="nil"/>
              <w:right w:val="single" w:sz="4" w:space="0" w:color="auto"/>
            </w:tcBorders>
            <w:noWrap/>
            <w:vAlign w:val="bottom"/>
            <w:hideMark/>
          </w:tcPr>
          <w:p w14:paraId="2560EDCD" w14:textId="77777777" w:rsidR="000E3DE0" w:rsidRPr="00DD6C2E" w:rsidRDefault="000E3DE0" w:rsidP="000C35B2">
            <w:pPr>
              <w:jc w:val="center"/>
              <w:rPr>
                <w:rFonts w:ascii="Calibri" w:hAnsi="Calibri" w:cs="Calibri"/>
                <w:b/>
                <w:bCs/>
                <w:color w:val="000000"/>
                <w:sz w:val="22"/>
                <w:szCs w:val="22"/>
              </w:rPr>
            </w:pPr>
            <w:r w:rsidRPr="00DD6C2E">
              <w:rPr>
                <w:rFonts w:ascii="Calibri" w:hAnsi="Calibri" w:cs="Calibri"/>
                <w:b/>
                <w:bCs/>
                <w:color w:val="000000"/>
                <w:sz w:val="22"/>
                <w:szCs w:val="22"/>
              </w:rPr>
              <w:t>DSP</w:t>
            </w:r>
          </w:p>
        </w:tc>
        <w:tc>
          <w:tcPr>
            <w:tcW w:w="3601" w:type="pct"/>
            <w:tcBorders>
              <w:top w:val="single" w:sz="4" w:space="0" w:color="auto"/>
              <w:left w:val="single" w:sz="4" w:space="0" w:color="auto"/>
              <w:bottom w:val="nil"/>
              <w:right w:val="single" w:sz="8" w:space="0" w:color="auto"/>
            </w:tcBorders>
            <w:noWrap/>
            <w:vAlign w:val="bottom"/>
            <w:hideMark/>
          </w:tcPr>
          <w:p w14:paraId="28C95A7C" w14:textId="77777777" w:rsidR="000E3DE0" w:rsidRPr="00DD6C2E" w:rsidRDefault="000E3DE0" w:rsidP="00DD6C2E">
            <w:pPr>
              <w:jc w:val="left"/>
              <w:rPr>
                <w:rFonts w:ascii="Calibri" w:hAnsi="Calibri" w:cs="Calibri"/>
                <w:b/>
                <w:bCs/>
                <w:color w:val="000000"/>
                <w:sz w:val="22"/>
                <w:szCs w:val="22"/>
              </w:rPr>
            </w:pPr>
            <w:r w:rsidRPr="00DD6C2E">
              <w:rPr>
                <w:rFonts w:ascii="Calibri" w:hAnsi="Calibri" w:cs="Calibri"/>
                <w:b/>
                <w:bCs/>
                <w:color w:val="000000"/>
                <w:sz w:val="22"/>
                <w:szCs w:val="22"/>
              </w:rPr>
              <w:t>DSP</w:t>
            </w:r>
          </w:p>
        </w:tc>
      </w:tr>
      <w:tr w:rsidR="000E3DE0" w:rsidRPr="00DD6C2E" w14:paraId="277EBBE5" w14:textId="77777777" w:rsidTr="000E3DE0">
        <w:trPr>
          <w:trHeight w:val="300"/>
        </w:trPr>
        <w:tc>
          <w:tcPr>
            <w:tcW w:w="555" w:type="pct"/>
            <w:tcBorders>
              <w:top w:val="single" w:sz="8" w:space="0" w:color="auto"/>
              <w:left w:val="single" w:sz="8" w:space="0" w:color="auto"/>
              <w:bottom w:val="single" w:sz="4" w:space="0" w:color="auto"/>
              <w:right w:val="single" w:sz="4" w:space="0" w:color="auto"/>
            </w:tcBorders>
            <w:noWrap/>
            <w:vAlign w:val="bottom"/>
            <w:hideMark/>
          </w:tcPr>
          <w:p w14:paraId="6E9DAE01"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w:t>
            </w:r>
          </w:p>
        </w:tc>
        <w:tc>
          <w:tcPr>
            <w:tcW w:w="447" w:type="pct"/>
            <w:tcBorders>
              <w:top w:val="single" w:sz="8" w:space="0" w:color="auto"/>
              <w:left w:val="single" w:sz="4" w:space="0" w:color="auto"/>
              <w:bottom w:val="single" w:sz="4" w:space="0" w:color="auto"/>
              <w:right w:val="single" w:sz="4" w:space="0" w:color="auto"/>
            </w:tcBorders>
            <w:noWrap/>
            <w:vAlign w:val="bottom"/>
            <w:hideMark/>
          </w:tcPr>
          <w:p w14:paraId="32294557" w14:textId="77777777" w:rsidR="000E3DE0" w:rsidRPr="00DD6C2E" w:rsidRDefault="000E3DE0" w:rsidP="000C35B2">
            <w:pPr>
              <w:jc w:val="center"/>
              <w:rPr>
                <w:rFonts w:ascii="Calibri" w:hAnsi="Calibri" w:cs="Calibri"/>
                <w:color w:val="000000"/>
                <w:sz w:val="22"/>
                <w:szCs w:val="22"/>
              </w:rPr>
            </w:pPr>
          </w:p>
        </w:tc>
        <w:tc>
          <w:tcPr>
            <w:tcW w:w="397" w:type="pct"/>
            <w:tcBorders>
              <w:top w:val="single" w:sz="8" w:space="0" w:color="auto"/>
              <w:left w:val="single" w:sz="4" w:space="0" w:color="auto"/>
              <w:bottom w:val="single" w:sz="4" w:space="0" w:color="auto"/>
              <w:right w:val="single" w:sz="4" w:space="0" w:color="auto"/>
            </w:tcBorders>
            <w:vAlign w:val="center"/>
            <w:hideMark/>
          </w:tcPr>
          <w:p w14:paraId="7455E083" w14:textId="77777777" w:rsidR="000E3DE0" w:rsidRPr="00DD6C2E" w:rsidRDefault="000E3DE0" w:rsidP="000C35B2">
            <w:pPr>
              <w:jc w:val="center"/>
              <w:rPr>
                <w:rFonts w:cs="Arial"/>
                <w:color w:val="000000"/>
                <w:sz w:val="18"/>
                <w:szCs w:val="18"/>
              </w:rPr>
            </w:pPr>
            <w:proofErr w:type="gramStart"/>
            <w:r w:rsidRPr="00DD6C2E">
              <w:rPr>
                <w:rFonts w:cs="Arial"/>
                <w:color w:val="000000"/>
                <w:sz w:val="18"/>
                <w:szCs w:val="18"/>
              </w:rPr>
              <w:t>016A</w:t>
            </w:r>
            <w:proofErr w:type="gramEnd"/>
          </w:p>
        </w:tc>
        <w:tc>
          <w:tcPr>
            <w:tcW w:w="3601" w:type="pct"/>
            <w:tcBorders>
              <w:top w:val="single" w:sz="8" w:space="0" w:color="auto"/>
              <w:left w:val="single" w:sz="4" w:space="0" w:color="auto"/>
              <w:bottom w:val="single" w:sz="4" w:space="0" w:color="auto"/>
              <w:right w:val="single" w:sz="8" w:space="0" w:color="auto"/>
            </w:tcBorders>
            <w:vAlign w:val="center"/>
            <w:hideMark/>
          </w:tcPr>
          <w:p w14:paraId="28AD9D78" w14:textId="77777777" w:rsidR="000E3DE0" w:rsidRPr="00DD6C2E" w:rsidRDefault="000E3DE0" w:rsidP="00DD6C2E">
            <w:pPr>
              <w:jc w:val="left"/>
              <w:rPr>
                <w:rFonts w:cs="Arial"/>
                <w:color w:val="000000"/>
                <w:sz w:val="18"/>
                <w:szCs w:val="18"/>
              </w:rPr>
            </w:pPr>
            <w:r w:rsidRPr="00DD6C2E">
              <w:rPr>
                <w:rFonts w:cs="Arial"/>
                <w:color w:val="000000"/>
                <w:sz w:val="18"/>
                <w:szCs w:val="18"/>
              </w:rPr>
              <w:t>ČS ZAHUŠTĚNÉHO PRIMÁRNÍHO KALU</w:t>
            </w:r>
          </w:p>
        </w:tc>
      </w:tr>
      <w:tr w:rsidR="000E3DE0" w:rsidRPr="00DD6C2E" w14:paraId="7B3DE9E1"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43FAF59E" w14:textId="77777777" w:rsidR="000E3DE0" w:rsidRPr="00DD6C2E" w:rsidRDefault="000E3DE0" w:rsidP="000C35B2">
            <w:pPr>
              <w:jc w:val="center"/>
              <w:rPr>
                <w:rFonts w:ascii="Calibri" w:hAnsi="Calibri" w:cs="Calibri"/>
                <w:color w:val="000000"/>
                <w:sz w:val="22"/>
                <w:szCs w:val="22"/>
              </w:rPr>
            </w:pPr>
            <w:proofErr w:type="gramStart"/>
            <w:r w:rsidRPr="00DD6C2E">
              <w:rPr>
                <w:rFonts w:ascii="Calibri" w:hAnsi="Calibri" w:cs="Calibri"/>
                <w:color w:val="000000"/>
                <w:sz w:val="22"/>
                <w:szCs w:val="22"/>
              </w:rPr>
              <w:t>14A</w:t>
            </w:r>
            <w:proofErr w:type="gramEnd"/>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0DAD756F"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527EDE4B" w14:textId="77777777" w:rsidR="000E3DE0" w:rsidRPr="00DD6C2E" w:rsidRDefault="000E3DE0" w:rsidP="000C35B2">
            <w:pPr>
              <w:jc w:val="center"/>
              <w:rPr>
                <w:rFonts w:cs="Arial"/>
                <w:color w:val="000000"/>
                <w:sz w:val="18"/>
                <w:szCs w:val="18"/>
              </w:rPr>
            </w:pPr>
            <w:proofErr w:type="gramStart"/>
            <w:r w:rsidRPr="00DD6C2E">
              <w:rPr>
                <w:rFonts w:cs="Arial"/>
                <w:color w:val="000000"/>
                <w:sz w:val="18"/>
                <w:szCs w:val="18"/>
              </w:rPr>
              <w:t>1400A</w:t>
            </w:r>
            <w:proofErr w:type="gramEnd"/>
          </w:p>
        </w:tc>
        <w:tc>
          <w:tcPr>
            <w:tcW w:w="3601" w:type="pct"/>
            <w:tcBorders>
              <w:top w:val="single" w:sz="4" w:space="0" w:color="auto"/>
              <w:left w:val="single" w:sz="4" w:space="0" w:color="auto"/>
              <w:bottom w:val="single" w:sz="4" w:space="0" w:color="auto"/>
              <w:right w:val="single" w:sz="8" w:space="0" w:color="auto"/>
            </w:tcBorders>
            <w:vAlign w:val="center"/>
            <w:hideMark/>
          </w:tcPr>
          <w:p w14:paraId="1774E9E6" w14:textId="77777777" w:rsidR="000E3DE0" w:rsidRPr="00DD6C2E" w:rsidRDefault="000E3DE0" w:rsidP="00DD6C2E">
            <w:pPr>
              <w:jc w:val="left"/>
              <w:rPr>
                <w:rFonts w:cs="Arial"/>
                <w:color w:val="000000"/>
                <w:sz w:val="18"/>
                <w:szCs w:val="18"/>
              </w:rPr>
            </w:pPr>
            <w:r w:rsidRPr="00DD6C2E">
              <w:rPr>
                <w:rFonts w:cs="Arial"/>
                <w:color w:val="000000"/>
                <w:sz w:val="18"/>
                <w:szCs w:val="18"/>
              </w:rPr>
              <w:t>ČS UŽITKOVÉ VODY</w:t>
            </w:r>
          </w:p>
        </w:tc>
      </w:tr>
      <w:tr w:rsidR="000E3DE0" w:rsidRPr="00DD6C2E" w14:paraId="47A2A5AF"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114247F7" w14:textId="77777777" w:rsidR="000E3DE0" w:rsidRPr="00DD6C2E" w:rsidRDefault="000E3DE0" w:rsidP="000C35B2">
            <w:pPr>
              <w:jc w:val="center"/>
              <w:rPr>
                <w:rFonts w:ascii="Calibri" w:hAnsi="Calibri" w:cs="Calibri"/>
                <w:color w:val="000000"/>
                <w:sz w:val="22"/>
                <w:szCs w:val="22"/>
              </w:rPr>
            </w:pPr>
            <w:proofErr w:type="gramStart"/>
            <w:r w:rsidRPr="00DD6C2E">
              <w:rPr>
                <w:rFonts w:ascii="Calibri" w:hAnsi="Calibri" w:cs="Calibri"/>
                <w:color w:val="000000"/>
                <w:sz w:val="22"/>
                <w:szCs w:val="22"/>
              </w:rPr>
              <w:t>14C</w:t>
            </w:r>
            <w:proofErr w:type="gramEnd"/>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36CF7F82"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515B8195" w14:textId="77777777" w:rsidR="000E3DE0" w:rsidRPr="00DD6C2E" w:rsidRDefault="000E3DE0" w:rsidP="000C35B2">
            <w:pPr>
              <w:jc w:val="center"/>
              <w:rPr>
                <w:rFonts w:cs="Arial"/>
                <w:color w:val="000000"/>
                <w:sz w:val="18"/>
                <w:szCs w:val="18"/>
              </w:rPr>
            </w:pPr>
            <w:proofErr w:type="gramStart"/>
            <w:r w:rsidRPr="00DD6C2E">
              <w:rPr>
                <w:rFonts w:cs="Arial"/>
                <w:color w:val="000000"/>
                <w:sz w:val="18"/>
                <w:szCs w:val="18"/>
              </w:rPr>
              <w:t>1400C</w:t>
            </w:r>
            <w:proofErr w:type="gramEnd"/>
          </w:p>
        </w:tc>
        <w:tc>
          <w:tcPr>
            <w:tcW w:w="3601" w:type="pct"/>
            <w:tcBorders>
              <w:top w:val="single" w:sz="4" w:space="0" w:color="auto"/>
              <w:left w:val="single" w:sz="4" w:space="0" w:color="auto"/>
              <w:bottom w:val="single" w:sz="4" w:space="0" w:color="auto"/>
              <w:right w:val="single" w:sz="8" w:space="0" w:color="auto"/>
            </w:tcBorders>
            <w:vAlign w:val="center"/>
            <w:hideMark/>
          </w:tcPr>
          <w:p w14:paraId="5CE7E756" w14:textId="77777777" w:rsidR="000E3DE0" w:rsidRPr="00DD6C2E" w:rsidRDefault="000E3DE0" w:rsidP="00DD6C2E">
            <w:pPr>
              <w:jc w:val="left"/>
              <w:rPr>
                <w:rFonts w:cs="Arial"/>
                <w:color w:val="000000"/>
                <w:sz w:val="18"/>
                <w:szCs w:val="18"/>
              </w:rPr>
            </w:pPr>
            <w:r w:rsidRPr="00DD6C2E">
              <w:rPr>
                <w:rFonts w:cs="Arial"/>
                <w:color w:val="000000"/>
                <w:sz w:val="18"/>
                <w:szCs w:val="18"/>
              </w:rPr>
              <w:t>OBJEKT DÁVKOVÁNÍ DESINFEKCE A ČERPÁNÍ</w:t>
            </w:r>
          </w:p>
        </w:tc>
      </w:tr>
      <w:tr w:rsidR="000E3DE0" w:rsidRPr="00DD6C2E" w14:paraId="7F9A5D39"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45BB0370"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025</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327FC9DD"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6B6FE585" w14:textId="77777777" w:rsidR="000E3DE0" w:rsidRPr="00DD6C2E" w:rsidRDefault="000E3DE0" w:rsidP="000C35B2">
            <w:pPr>
              <w:jc w:val="center"/>
              <w:rPr>
                <w:rFonts w:cs="Arial"/>
                <w:color w:val="000000"/>
                <w:sz w:val="18"/>
                <w:szCs w:val="18"/>
              </w:rPr>
            </w:pPr>
            <w:r w:rsidRPr="00DD6C2E">
              <w:rPr>
                <w:rFonts w:cs="Arial"/>
                <w:color w:val="000000"/>
                <w:sz w:val="18"/>
                <w:szCs w:val="18"/>
              </w:rPr>
              <w:t>2103</w:t>
            </w:r>
          </w:p>
        </w:tc>
        <w:tc>
          <w:tcPr>
            <w:tcW w:w="3601" w:type="pct"/>
            <w:tcBorders>
              <w:top w:val="single" w:sz="4" w:space="0" w:color="auto"/>
              <w:left w:val="single" w:sz="4" w:space="0" w:color="auto"/>
              <w:bottom w:val="single" w:sz="4" w:space="0" w:color="auto"/>
              <w:right w:val="single" w:sz="8" w:space="0" w:color="auto"/>
            </w:tcBorders>
            <w:vAlign w:val="center"/>
            <w:hideMark/>
          </w:tcPr>
          <w:p w14:paraId="28DE9F84" w14:textId="77777777" w:rsidR="000E3DE0" w:rsidRPr="00DD6C2E" w:rsidRDefault="000E3DE0" w:rsidP="00DD6C2E">
            <w:pPr>
              <w:jc w:val="left"/>
              <w:rPr>
                <w:rFonts w:cs="Arial"/>
                <w:color w:val="000000"/>
                <w:sz w:val="18"/>
                <w:szCs w:val="18"/>
              </w:rPr>
            </w:pPr>
            <w:r w:rsidRPr="00DD6C2E">
              <w:rPr>
                <w:rFonts w:cs="Arial"/>
                <w:color w:val="000000"/>
                <w:sz w:val="18"/>
                <w:szCs w:val="18"/>
              </w:rPr>
              <w:t>PLYNOVÉ MOTORY</w:t>
            </w:r>
          </w:p>
        </w:tc>
      </w:tr>
      <w:tr w:rsidR="000E3DE0" w:rsidRPr="00DD6C2E" w14:paraId="2CB3D7D7"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5FF73E7A"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029</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2B24C861"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3D2806F5" w14:textId="77777777" w:rsidR="000E3DE0" w:rsidRPr="00DD6C2E" w:rsidRDefault="000E3DE0" w:rsidP="000C35B2">
            <w:pPr>
              <w:jc w:val="center"/>
              <w:rPr>
                <w:rFonts w:cs="Arial"/>
                <w:color w:val="000000"/>
                <w:sz w:val="18"/>
                <w:szCs w:val="18"/>
              </w:rPr>
            </w:pPr>
            <w:r w:rsidRPr="00DD6C2E">
              <w:rPr>
                <w:rFonts w:cs="Arial"/>
                <w:color w:val="000000"/>
                <w:sz w:val="18"/>
                <w:szCs w:val="18"/>
              </w:rPr>
              <w:t>2104</w:t>
            </w:r>
          </w:p>
        </w:tc>
        <w:tc>
          <w:tcPr>
            <w:tcW w:w="3601" w:type="pct"/>
            <w:tcBorders>
              <w:top w:val="single" w:sz="4" w:space="0" w:color="auto"/>
              <w:left w:val="single" w:sz="4" w:space="0" w:color="auto"/>
              <w:bottom w:val="single" w:sz="4" w:space="0" w:color="auto"/>
              <w:right w:val="single" w:sz="8" w:space="0" w:color="auto"/>
            </w:tcBorders>
            <w:vAlign w:val="center"/>
            <w:hideMark/>
          </w:tcPr>
          <w:p w14:paraId="613E4397" w14:textId="77777777" w:rsidR="000E3DE0" w:rsidRPr="00DD6C2E" w:rsidRDefault="000E3DE0" w:rsidP="00DD6C2E">
            <w:pPr>
              <w:jc w:val="left"/>
              <w:rPr>
                <w:rFonts w:cs="Arial"/>
                <w:color w:val="000000"/>
                <w:sz w:val="18"/>
                <w:szCs w:val="18"/>
              </w:rPr>
            </w:pPr>
            <w:r w:rsidRPr="00DD6C2E">
              <w:rPr>
                <w:rFonts w:cs="Arial"/>
                <w:color w:val="000000"/>
                <w:sz w:val="18"/>
                <w:szCs w:val="18"/>
              </w:rPr>
              <w:t>KOTELNA A TEPLÁRNA</w:t>
            </w:r>
          </w:p>
        </w:tc>
      </w:tr>
      <w:tr w:rsidR="000E3DE0" w:rsidRPr="00DD6C2E" w14:paraId="367262F2"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0A6C20BC"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713086AA"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6DAB14B3" w14:textId="77777777" w:rsidR="000E3DE0" w:rsidRPr="00DD6C2E" w:rsidRDefault="000E3DE0" w:rsidP="000C35B2">
            <w:pPr>
              <w:jc w:val="center"/>
              <w:rPr>
                <w:rFonts w:cs="Arial"/>
                <w:color w:val="000000"/>
                <w:sz w:val="18"/>
                <w:szCs w:val="18"/>
              </w:rPr>
            </w:pPr>
            <w:r w:rsidRPr="00DD6C2E">
              <w:rPr>
                <w:rFonts w:cs="Arial"/>
                <w:color w:val="000000"/>
                <w:sz w:val="18"/>
                <w:szCs w:val="18"/>
              </w:rPr>
              <w:t>2300</w:t>
            </w:r>
          </w:p>
        </w:tc>
        <w:tc>
          <w:tcPr>
            <w:tcW w:w="3601" w:type="pct"/>
            <w:tcBorders>
              <w:top w:val="single" w:sz="4" w:space="0" w:color="auto"/>
              <w:left w:val="single" w:sz="4" w:space="0" w:color="auto"/>
              <w:bottom w:val="single" w:sz="4" w:space="0" w:color="auto"/>
              <w:right w:val="single" w:sz="8" w:space="0" w:color="auto"/>
            </w:tcBorders>
            <w:vAlign w:val="center"/>
            <w:hideMark/>
          </w:tcPr>
          <w:p w14:paraId="3796FCF0" w14:textId="77777777" w:rsidR="000E3DE0" w:rsidRPr="00DD6C2E" w:rsidRDefault="000E3DE0" w:rsidP="00DD6C2E">
            <w:pPr>
              <w:jc w:val="left"/>
              <w:rPr>
                <w:rFonts w:cs="Arial"/>
                <w:color w:val="000000"/>
                <w:sz w:val="18"/>
                <w:szCs w:val="18"/>
              </w:rPr>
            </w:pPr>
            <w:r w:rsidRPr="00DD6C2E">
              <w:rPr>
                <w:rFonts w:cs="Arial"/>
                <w:color w:val="000000"/>
                <w:sz w:val="18"/>
                <w:szCs w:val="18"/>
              </w:rPr>
              <w:t>SPOJOVACÍ POTRUBÍ</w:t>
            </w:r>
          </w:p>
        </w:tc>
      </w:tr>
      <w:tr w:rsidR="000E3DE0" w:rsidRPr="00DD6C2E" w14:paraId="4C9E1A35"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5D4ABCFF"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26E</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17416FBC"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446844C1" w14:textId="77777777" w:rsidR="000E3DE0" w:rsidRPr="00DD6C2E" w:rsidRDefault="000E3DE0" w:rsidP="000C35B2">
            <w:pPr>
              <w:jc w:val="center"/>
              <w:rPr>
                <w:rFonts w:cs="Arial"/>
                <w:color w:val="000000"/>
                <w:sz w:val="18"/>
                <w:szCs w:val="18"/>
              </w:rPr>
            </w:pPr>
            <w:r w:rsidRPr="00DD6C2E">
              <w:rPr>
                <w:rFonts w:cs="Arial"/>
                <w:color w:val="000000"/>
                <w:sz w:val="18"/>
                <w:szCs w:val="18"/>
              </w:rPr>
              <w:t>2405</w:t>
            </w:r>
          </w:p>
        </w:tc>
        <w:tc>
          <w:tcPr>
            <w:tcW w:w="3601" w:type="pct"/>
            <w:tcBorders>
              <w:top w:val="single" w:sz="4" w:space="0" w:color="auto"/>
              <w:left w:val="single" w:sz="4" w:space="0" w:color="auto"/>
              <w:bottom w:val="single" w:sz="4" w:space="0" w:color="auto"/>
              <w:right w:val="single" w:sz="8" w:space="0" w:color="auto"/>
            </w:tcBorders>
            <w:vAlign w:val="center"/>
            <w:hideMark/>
          </w:tcPr>
          <w:p w14:paraId="1ADDDE19" w14:textId="77777777" w:rsidR="000E3DE0" w:rsidRPr="00DD6C2E" w:rsidRDefault="000E3DE0" w:rsidP="00DD6C2E">
            <w:pPr>
              <w:jc w:val="left"/>
              <w:rPr>
                <w:rFonts w:cs="Arial"/>
                <w:color w:val="000000"/>
                <w:sz w:val="18"/>
                <w:szCs w:val="18"/>
              </w:rPr>
            </w:pPr>
            <w:r w:rsidRPr="00DD6C2E">
              <w:rPr>
                <w:rFonts w:cs="Arial"/>
                <w:color w:val="000000"/>
                <w:sz w:val="18"/>
                <w:szCs w:val="18"/>
              </w:rPr>
              <w:t>BIOFILTR E</w:t>
            </w:r>
          </w:p>
        </w:tc>
      </w:tr>
      <w:tr w:rsidR="000E3DE0" w:rsidRPr="00DD6C2E" w14:paraId="654B219B"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686034C6" w14:textId="77777777" w:rsidR="000E3DE0" w:rsidRPr="00DD6C2E" w:rsidRDefault="000E3DE0" w:rsidP="000C35B2">
            <w:pPr>
              <w:jc w:val="center"/>
              <w:rPr>
                <w:rFonts w:ascii="Calibri" w:hAnsi="Calibri" w:cs="Calibri"/>
                <w:color w:val="000000"/>
                <w:sz w:val="22"/>
                <w:szCs w:val="22"/>
              </w:rPr>
            </w:pPr>
            <w:proofErr w:type="gramStart"/>
            <w:r w:rsidRPr="00DD6C2E">
              <w:rPr>
                <w:rFonts w:ascii="Calibri" w:hAnsi="Calibri" w:cs="Calibri"/>
                <w:color w:val="000000"/>
                <w:sz w:val="22"/>
                <w:szCs w:val="22"/>
              </w:rPr>
              <w:t>26F</w:t>
            </w:r>
            <w:proofErr w:type="gramEnd"/>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4DD581BF"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12DF52DB" w14:textId="77777777" w:rsidR="000E3DE0" w:rsidRPr="00DD6C2E" w:rsidRDefault="000E3DE0" w:rsidP="000C35B2">
            <w:pPr>
              <w:jc w:val="center"/>
              <w:rPr>
                <w:rFonts w:cs="Arial"/>
                <w:color w:val="000000"/>
                <w:sz w:val="18"/>
                <w:szCs w:val="18"/>
              </w:rPr>
            </w:pPr>
            <w:r w:rsidRPr="00DD6C2E">
              <w:rPr>
                <w:rFonts w:cs="Arial"/>
                <w:color w:val="000000"/>
                <w:sz w:val="18"/>
                <w:szCs w:val="18"/>
              </w:rPr>
              <w:t>2406</w:t>
            </w:r>
          </w:p>
        </w:tc>
        <w:tc>
          <w:tcPr>
            <w:tcW w:w="3601" w:type="pct"/>
            <w:tcBorders>
              <w:top w:val="single" w:sz="4" w:space="0" w:color="auto"/>
              <w:left w:val="single" w:sz="4" w:space="0" w:color="auto"/>
              <w:bottom w:val="single" w:sz="4" w:space="0" w:color="auto"/>
              <w:right w:val="single" w:sz="8" w:space="0" w:color="auto"/>
            </w:tcBorders>
            <w:vAlign w:val="center"/>
            <w:hideMark/>
          </w:tcPr>
          <w:p w14:paraId="1EBD7556" w14:textId="77777777" w:rsidR="000E3DE0" w:rsidRPr="00DD6C2E" w:rsidRDefault="000E3DE0" w:rsidP="00DD6C2E">
            <w:pPr>
              <w:jc w:val="left"/>
              <w:rPr>
                <w:rFonts w:cs="Arial"/>
                <w:color w:val="000000"/>
                <w:sz w:val="18"/>
                <w:szCs w:val="18"/>
              </w:rPr>
            </w:pPr>
            <w:r w:rsidRPr="00DD6C2E">
              <w:rPr>
                <w:rFonts w:cs="Arial"/>
                <w:color w:val="000000"/>
                <w:sz w:val="18"/>
                <w:szCs w:val="18"/>
              </w:rPr>
              <w:t>BIOFILTR F</w:t>
            </w:r>
          </w:p>
        </w:tc>
      </w:tr>
      <w:tr w:rsidR="000E3DE0" w:rsidRPr="00DD6C2E" w14:paraId="7CB8ED99"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0E552E73"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26G</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74E39DE8"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5B2DCCF5" w14:textId="77777777" w:rsidR="000E3DE0" w:rsidRPr="00DD6C2E" w:rsidRDefault="000E3DE0" w:rsidP="000C35B2">
            <w:pPr>
              <w:jc w:val="center"/>
              <w:rPr>
                <w:rFonts w:cs="Arial"/>
                <w:color w:val="000000"/>
                <w:sz w:val="18"/>
                <w:szCs w:val="18"/>
              </w:rPr>
            </w:pPr>
            <w:r w:rsidRPr="00DD6C2E">
              <w:rPr>
                <w:rFonts w:cs="Arial"/>
                <w:color w:val="000000"/>
                <w:sz w:val="18"/>
                <w:szCs w:val="18"/>
              </w:rPr>
              <w:t>2407</w:t>
            </w:r>
          </w:p>
        </w:tc>
        <w:tc>
          <w:tcPr>
            <w:tcW w:w="3601" w:type="pct"/>
            <w:tcBorders>
              <w:top w:val="single" w:sz="4" w:space="0" w:color="auto"/>
              <w:left w:val="single" w:sz="4" w:space="0" w:color="auto"/>
              <w:bottom w:val="single" w:sz="4" w:space="0" w:color="auto"/>
              <w:right w:val="single" w:sz="8" w:space="0" w:color="auto"/>
            </w:tcBorders>
            <w:vAlign w:val="center"/>
            <w:hideMark/>
          </w:tcPr>
          <w:p w14:paraId="751689FF" w14:textId="77777777" w:rsidR="000E3DE0" w:rsidRPr="00DD6C2E" w:rsidRDefault="000E3DE0" w:rsidP="00DD6C2E">
            <w:pPr>
              <w:jc w:val="left"/>
              <w:rPr>
                <w:rFonts w:cs="Arial"/>
                <w:color w:val="000000"/>
                <w:sz w:val="18"/>
                <w:szCs w:val="18"/>
              </w:rPr>
            </w:pPr>
            <w:r w:rsidRPr="00DD6C2E">
              <w:rPr>
                <w:rFonts w:cs="Arial"/>
                <w:color w:val="000000"/>
                <w:sz w:val="18"/>
                <w:szCs w:val="18"/>
              </w:rPr>
              <w:t>BIOFILTR G</w:t>
            </w:r>
          </w:p>
        </w:tc>
      </w:tr>
      <w:tr w:rsidR="000E3DE0" w:rsidRPr="00DD6C2E" w14:paraId="46D8AD1E"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5D80116C" w14:textId="77777777" w:rsidR="000E3DE0" w:rsidRPr="00DD6C2E" w:rsidRDefault="000E3DE0" w:rsidP="000C35B2">
            <w:pPr>
              <w:jc w:val="center"/>
              <w:rPr>
                <w:rFonts w:ascii="Calibri" w:hAnsi="Calibri" w:cs="Calibri"/>
                <w:color w:val="000000"/>
                <w:sz w:val="22"/>
                <w:szCs w:val="22"/>
              </w:rPr>
            </w:pPr>
            <w:proofErr w:type="gramStart"/>
            <w:r w:rsidRPr="00DD6C2E">
              <w:rPr>
                <w:rFonts w:ascii="Calibri" w:hAnsi="Calibri" w:cs="Calibri"/>
                <w:color w:val="000000"/>
                <w:sz w:val="22"/>
                <w:szCs w:val="22"/>
              </w:rPr>
              <w:t>26H</w:t>
            </w:r>
            <w:proofErr w:type="gramEnd"/>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15294C68"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6C64E208" w14:textId="77777777" w:rsidR="000E3DE0" w:rsidRPr="00DD6C2E" w:rsidRDefault="000E3DE0" w:rsidP="000C35B2">
            <w:pPr>
              <w:jc w:val="center"/>
              <w:rPr>
                <w:rFonts w:cs="Arial"/>
                <w:color w:val="000000"/>
                <w:sz w:val="18"/>
                <w:szCs w:val="18"/>
              </w:rPr>
            </w:pPr>
            <w:r w:rsidRPr="00DD6C2E">
              <w:rPr>
                <w:rFonts w:cs="Arial"/>
                <w:color w:val="000000"/>
                <w:sz w:val="18"/>
                <w:szCs w:val="18"/>
              </w:rPr>
              <w:t>2408</w:t>
            </w:r>
          </w:p>
        </w:tc>
        <w:tc>
          <w:tcPr>
            <w:tcW w:w="3601" w:type="pct"/>
            <w:tcBorders>
              <w:top w:val="single" w:sz="4" w:space="0" w:color="auto"/>
              <w:left w:val="single" w:sz="4" w:space="0" w:color="auto"/>
              <w:bottom w:val="single" w:sz="4" w:space="0" w:color="auto"/>
              <w:right w:val="single" w:sz="8" w:space="0" w:color="auto"/>
            </w:tcBorders>
            <w:vAlign w:val="center"/>
            <w:hideMark/>
          </w:tcPr>
          <w:p w14:paraId="3EB87E79" w14:textId="77777777" w:rsidR="000E3DE0" w:rsidRPr="00DD6C2E" w:rsidRDefault="000E3DE0" w:rsidP="00DD6C2E">
            <w:pPr>
              <w:jc w:val="left"/>
              <w:rPr>
                <w:rFonts w:cs="Arial"/>
                <w:color w:val="000000"/>
                <w:sz w:val="18"/>
                <w:szCs w:val="18"/>
              </w:rPr>
            </w:pPr>
            <w:r w:rsidRPr="00DD6C2E">
              <w:rPr>
                <w:rFonts w:cs="Arial"/>
                <w:color w:val="000000"/>
                <w:sz w:val="18"/>
                <w:szCs w:val="18"/>
              </w:rPr>
              <w:t>BIOFILTR H</w:t>
            </w:r>
          </w:p>
        </w:tc>
      </w:tr>
      <w:tr w:rsidR="000E3DE0" w:rsidRPr="00DD6C2E" w14:paraId="604A78B0"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0176247B" w14:textId="2C0B4925"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2C622839"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4CADEC9F" w14:textId="77777777" w:rsidR="000E3DE0" w:rsidRPr="00DD6C2E" w:rsidRDefault="000E3DE0" w:rsidP="000C35B2">
            <w:pPr>
              <w:jc w:val="center"/>
              <w:rPr>
                <w:rFonts w:cs="Arial"/>
                <w:color w:val="000000"/>
                <w:sz w:val="18"/>
                <w:szCs w:val="18"/>
              </w:rPr>
            </w:pPr>
            <w:r w:rsidRPr="00DD6C2E">
              <w:rPr>
                <w:rFonts w:cs="Arial"/>
                <w:color w:val="000000"/>
                <w:sz w:val="18"/>
                <w:szCs w:val="18"/>
              </w:rPr>
              <w:t>2500</w:t>
            </w:r>
          </w:p>
        </w:tc>
        <w:tc>
          <w:tcPr>
            <w:tcW w:w="3601" w:type="pct"/>
            <w:tcBorders>
              <w:top w:val="single" w:sz="4" w:space="0" w:color="auto"/>
              <w:left w:val="single" w:sz="4" w:space="0" w:color="auto"/>
              <w:bottom w:val="single" w:sz="4" w:space="0" w:color="auto"/>
              <w:right w:val="single" w:sz="8" w:space="0" w:color="auto"/>
            </w:tcBorders>
            <w:vAlign w:val="center"/>
            <w:hideMark/>
          </w:tcPr>
          <w:p w14:paraId="1A7A48E0" w14:textId="77777777" w:rsidR="000E3DE0" w:rsidRPr="00DD6C2E" w:rsidRDefault="000E3DE0" w:rsidP="00DD6C2E">
            <w:pPr>
              <w:jc w:val="left"/>
              <w:rPr>
                <w:rFonts w:cs="Arial"/>
                <w:color w:val="000000"/>
                <w:sz w:val="18"/>
                <w:szCs w:val="18"/>
              </w:rPr>
            </w:pPr>
            <w:r w:rsidRPr="00DD6C2E">
              <w:rPr>
                <w:rFonts w:cs="Arial"/>
                <w:color w:val="000000"/>
                <w:sz w:val="18"/>
                <w:szCs w:val="18"/>
              </w:rPr>
              <w:t>VOZOVKY A ZPEVNĚNÉ PLOCHY</w:t>
            </w:r>
          </w:p>
        </w:tc>
      </w:tr>
      <w:tr w:rsidR="000E3DE0" w:rsidRPr="00DD6C2E" w14:paraId="479961F0"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2404E470" w14:textId="4801D7D9"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6ABC50C3"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55732BE5" w14:textId="77777777" w:rsidR="000E3DE0" w:rsidRPr="00DD6C2E" w:rsidRDefault="000E3DE0" w:rsidP="000C35B2">
            <w:pPr>
              <w:jc w:val="center"/>
              <w:rPr>
                <w:rFonts w:cs="Arial"/>
                <w:color w:val="000000"/>
                <w:sz w:val="18"/>
                <w:szCs w:val="18"/>
              </w:rPr>
            </w:pPr>
            <w:r w:rsidRPr="00DD6C2E">
              <w:rPr>
                <w:rFonts w:cs="Arial"/>
                <w:color w:val="000000"/>
                <w:sz w:val="18"/>
                <w:szCs w:val="18"/>
              </w:rPr>
              <w:t>2600</w:t>
            </w:r>
          </w:p>
        </w:tc>
        <w:tc>
          <w:tcPr>
            <w:tcW w:w="3601" w:type="pct"/>
            <w:tcBorders>
              <w:top w:val="single" w:sz="4" w:space="0" w:color="auto"/>
              <w:left w:val="single" w:sz="4" w:space="0" w:color="auto"/>
              <w:bottom w:val="single" w:sz="4" w:space="0" w:color="auto"/>
              <w:right w:val="single" w:sz="8" w:space="0" w:color="auto"/>
            </w:tcBorders>
            <w:vAlign w:val="center"/>
            <w:hideMark/>
          </w:tcPr>
          <w:p w14:paraId="2F7C1E0B" w14:textId="77777777" w:rsidR="000E3DE0" w:rsidRPr="00DD6C2E" w:rsidRDefault="000E3DE0" w:rsidP="00DD6C2E">
            <w:pPr>
              <w:jc w:val="left"/>
              <w:rPr>
                <w:rFonts w:cs="Arial"/>
                <w:color w:val="000000"/>
                <w:sz w:val="18"/>
                <w:szCs w:val="18"/>
              </w:rPr>
            </w:pPr>
            <w:r w:rsidRPr="00DD6C2E">
              <w:rPr>
                <w:rFonts w:cs="Arial"/>
                <w:color w:val="000000"/>
                <w:sz w:val="18"/>
                <w:szCs w:val="18"/>
              </w:rPr>
              <w:t>TERÉNNÍ A SADOVÉ ÚPRAVY</w:t>
            </w:r>
          </w:p>
        </w:tc>
      </w:tr>
      <w:tr w:rsidR="000E3DE0" w:rsidRPr="00DD6C2E" w14:paraId="3C82D21D"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624F1B23"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0FD0FD96"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5F9D1E3C" w14:textId="77777777" w:rsidR="000E3DE0" w:rsidRPr="00DD6C2E" w:rsidRDefault="000E3DE0" w:rsidP="000C35B2">
            <w:pPr>
              <w:jc w:val="center"/>
              <w:rPr>
                <w:rFonts w:cs="Arial"/>
                <w:color w:val="000000"/>
                <w:sz w:val="18"/>
                <w:szCs w:val="18"/>
              </w:rPr>
            </w:pPr>
            <w:r w:rsidRPr="00DD6C2E">
              <w:rPr>
                <w:rFonts w:cs="Arial"/>
                <w:color w:val="000000"/>
                <w:sz w:val="18"/>
                <w:szCs w:val="18"/>
              </w:rPr>
              <w:t>2700</w:t>
            </w:r>
          </w:p>
        </w:tc>
        <w:tc>
          <w:tcPr>
            <w:tcW w:w="3601" w:type="pct"/>
            <w:tcBorders>
              <w:top w:val="single" w:sz="4" w:space="0" w:color="auto"/>
              <w:left w:val="single" w:sz="4" w:space="0" w:color="auto"/>
              <w:bottom w:val="single" w:sz="4" w:space="0" w:color="auto"/>
              <w:right w:val="single" w:sz="8" w:space="0" w:color="auto"/>
            </w:tcBorders>
            <w:vAlign w:val="center"/>
            <w:hideMark/>
          </w:tcPr>
          <w:p w14:paraId="25D6CCFD" w14:textId="77777777" w:rsidR="000E3DE0" w:rsidRPr="00DD6C2E" w:rsidRDefault="000E3DE0" w:rsidP="00DD6C2E">
            <w:pPr>
              <w:jc w:val="left"/>
              <w:rPr>
                <w:rFonts w:cs="Arial"/>
                <w:color w:val="000000"/>
                <w:sz w:val="18"/>
                <w:szCs w:val="18"/>
              </w:rPr>
            </w:pPr>
            <w:r w:rsidRPr="00DD6C2E">
              <w:rPr>
                <w:rFonts w:cs="Arial"/>
                <w:color w:val="000000"/>
                <w:sz w:val="18"/>
                <w:szCs w:val="18"/>
              </w:rPr>
              <w:t>VENKOVNÍ OSVĚTLENÍ</w:t>
            </w:r>
          </w:p>
        </w:tc>
      </w:tr>
      <w:tr w:rsidR="000E3DE0" w:rsidRPr="00DD6C2E" w14:paraId="66D74251"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01C371F7"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41F7B286"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56889573" w14:textId="77777777" w:rsidR="000E3DE0" w:rsidRPr="00DD6C2E" w:rsidRDefault="000E3DE0" w:rsidP="000C35B2">
            <w:pPr>
              <w:jc w:val="center"/>
              <w:rPr>
                <w:rFonts w:cs="Arial"/>
                <w:color w:val="000000"/>
                <w:sz w:val="18"/>
                <w:szCs w:val="18"/>
              </w:rPr>
            </w:pPr>
            <w:r w:rsidRPr="00DD6C2E">
              <w:rPr>
                <w:rFonts w:cs="Arial"/>
                <w:color w:val="000000"/>
                <w:sz w:val="18"/>
                <w:szCs w:val="18"/>
              </w:rPr>
              <w:t>2800</w:t>
            </w:r>
          </w:p>
        </w:tc>
        <w:tc>
          <w:tcPr>
            <w:tcW w:w="3601" w:type="pct"/>
            <w:tcBorders>
              <w:top w:val="single" w:sz="4" w:space="0" w:color="auto"/>
              <w:left w:val="single" w:sz="4" w:space="0" w:color="auto"/>
              <w:bottom w:val="single" w:sz="4" w:space="0" w:color="auto"/>
              <w:right w:val="single" w:sz="8" w:space="0" w:color="auto"/>
            </w:tcBorders>
            <w:vAlign w:val="center"/>
            <w:hideMark/>
          </w:tcPr>
          <w:p w14:paraId="5E150114" w14:textId="77777777" w:rsidR="000E3DE0" w:rsidRPr="00DD6C2E" w:rsidRDefault="000E3DE0" w:rsidP="00DD6C2E">
            <w:pPr>
              <w:jc w:val="left"/>
              <w:rPr>
                <w:rFonts w:cs="Arial"/>
                <w:color w:val="000000"/>
                <w:sz w:val="18"/>
                <w:szCs w:val="18"/>
              </w:rPr>
            </w:pPr>
            <w:r w:rsidRPr="00DD6C2E">
              <w:rPr>
                <w:rFonts w:cs="Arial"/>
                <w:color w:val="000000"/>
                <w:sz w:val="18"/>
                <w:szCs w:val="18"/>
              </w:rPr>
              <w:t>KABELOVÉ TRASY</w:t>
            </w:r>
          </w:p>
        </w:tc>
      </w:tr>
      <w:tr w:rsidR="000E3DE0" w:rsidRPr="00DD6C2E" w14:paraId="111059CE"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6B180666" w14:textId="77777777" w:rsidR="000E3DE0" w:rsidRPr="00DD6C2E" w:rsidRDefault="000E3DE0" w:rsidP="000C35B2">
            <w:pPr>
              <w:jc w:val="center"/>
              <w:rPr>
                <w:rFonts w:ascii="Calibri" w:hAnsi="Calibri" w:cs="Calibri"/>
                <w:i/>
                <w:iCs/>
                <w:color w:val="000000"/>
                <w:sz w:val="22"/>
                <w:szCs w:val="22"/>
              </w:rPr>
            </w:pPr>
            <w:r w:rsidRPr="00DD6C2E">
              <w:rPr>
                <w:rFonts w:ascii="Calibri" w:hAnsi="Calibri" w:cs="Calibri"/>
                <w:i/>
                <w:iCs/>
                <w:color w:val="000000"/>
                <w:sz w:val="22"/>
                <w:szCs w:val="22"/>
              </w:rPr>
              <w:t>28E</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13BA6341" w14:textId="77777777" w:rsidR="000E3DE0" w:rsidRPr="00DD6C2E" w:rsidRDefault="000E3DE0" w:rsidP="000C35B2">
            <w:pPr>
              <w:jc w:val="center"/>
              <w:rPr>
                <w:rFonts w:ascii="Calibri" w:hAnsi="Calibri" w:cs="Calibri"/>
                <w:i/>
                <w:iCs/>
                <w:color w:val="000000"/>
                <w:sz w:val="22"/>
                <w:szCs w:val="22"/>
              </w:rPr>
            </w:pPr>
            <w:r w:rsidRPr="00DD6C2E">
              <w:rPr>
                <w:rFonts w:ascii="Calibri" w:hAnsi="Calibri" w:cs="Calibri"/>
                <w:i/>
                <w:iCs/>
                <w:color w:val="000000"/>
                <w:sz w:val="22"/>
                <w:szCs w:val="22"/>
              </w:rPr>
              <w:t>3005</w:t>
            </w:r>
          </w:p>
        </w:tc>
        <w:tc>
          <w:tcPr>
            <w:tcW w:w="397" w:type="pct"/>
            <w:tcBorders>
              <w:top w:val="single" w:sz="4" w:space="0" w:color="auto"/>
              <w:left w:val="single" w:sz="4" w:space="0" w:color="auto"/>
              <w:bottom w:val="single" w:sz="4" w:space="0" w:color="auto"/>
              <w:right w:val="single" w:sz="4" w:space="0" w:color="auto"/>
            </w:tcBorders>
            <w:vAlign w:val="center"/>
            <w:hideMark/>
          </w:tcPr>
          <w:p w14:paraId="707E732D" w14:textId="77777777" w:rsidR="000E3DE0" w:rsidRPr="00DD6C2E" w:rsidRDefault="000E3DE0" w:rsidP="000C35B2">
            <w:pPr>
              <w:jc w:val="center"/>
              <w:rPr>
                <w:rFonts w:cs="Arial"/>
                <w:color w:val="000000"/>
                <w:sz w:val="18"/>
                <w:szCs w:val="18"/>
              </w:rPr>
            </w:pPr>
            <w:r w:rsidRPr="00DD6C2E">
              <w:rPr>
                <w:rFonts w:cs="Arial"/>
                <w:color w:val="000000"/>
                <w:sz w:val="18"/>
                <w:szCs w:val="18"/>
              </w:rPr>
              <w:t>3005</w:t>
            </w:r>
          </w:p>
        </w:tc>
        <w:tc>
          <w:tcPr>
            <w:tcW w:w="3601" w:type="pct"/>
            <w:tcBorders>
              <w:top w:val="single" w:sz="4" w:space="0" w:color="auto"/>
              <w:left w:val="single" w:sz="4" w:space="0" w:color="auto"/>
              <w:bottom w:val="single" w:sz="4" w:space="0" w:color="auto"/>
              <w:right w:val="single" w:sz="8" w:space="0" w:color="auto"/>
            </w:tcBorders>
            <w:vAlign w:val="center"/>
            <w:hideMark/>
          </w:tcPr>
          <w:p w14:paraId="58CB79E6" w14:textId="77777777" w:rsidR="000E3DE0" w:rsidRPr="00DD6C2E" w:rsidRDefault="000E3DE0" w:rsidP="00DD6C2E">
            <w:pPr>
              <w:jc w:val="left"/>
              <w:rPr>
                <w:rFonts w:cs="Arial"/>
                <w:color w:val="000000"/>
                <w:sz w:val="18"/>
                <w:szCs w:val="18"/>
              </w:rPr>
            </w:pPr>
            <w:r w:rsidRPr="00DD6C2E">
              <w:rPr>
                <w:rFonts w:cs="Arial"/>
                <w:color w:val="000000"/>
                <w:sz w:val="18"/>
                <w:szCs w:val="18"/>
              </w:rPr>
              <w:t>PODRUŽNÁ TRAFOSTANICE TS 1.4</w:t>
            </w:r>
          </w:p>
        </w:tc>
      </w:tr>
      <w:tr w:rsidR="000E3DE0" w:rsidRPr="00DD6C2E" w14:paraId="24191FDB"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3B51E0DE"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4F2C84DB"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79F1A816" w14:textId="77777777" w:rsidR="000E3DE0" w:rsidRPr="00DD6C2E" w:rsidRDefault="000E3DE0" w:rsidP="000C35B2">
            <w:pPr>
              <w:jc w:val="center"/>
              <w:rPr>
                <w:rFonts w:cs="Arial"/>
                <w:color w:val="000000"/>
                <w:sz w:val="18"/>
                <w:szCs w:val="18"/>
              </w:rPr>
            </w:pPr>
            <w:r w:rsidRPr="00DD6C2E">
              <w:rPr>
                <w:rFonts w:cs="Arial"/>
                <w:color w:val="000000"/>
                <w:sz w:val="18"/>
                <w:szCs w:val="18"/>
              </w:rPr>
              <w:t>3006</w:t>
            </w:r>
          </w:p>
        </w:tc>
        <w:tc>
          <w:tcPr>
            <w:tcW w:w="3601" w:type="pct"/>
            <w:tcBorders>
              <w:top w:val="single" w:sz="4" w:space="0" w:color="auto"/>
              <w:left w:val="single" w:sz="4" w:space="0" w:color="auto"/>
              <w:bottom w:val="single" w:sz="4" w:space="0" w:color="auto"/>
              <w:right w:val="single" w:sz="8" w:space="0" w:color="auto"/>
            </w:tcBorders>
            <w:vAlign w:val="center"/>
            <w:hideMark/>
          </w:tcPr>
          <w:p w14:paraId="5A3AFD6D" w14:textId="77777777" w:rsidR="000E3DE0" w:rsidRPr="00DD6C2E" w:rsidRDefault="000E3DE0" w:rsidP="00DD6C2E">
            <w:pPr>
              <w:jc w:val="left"/>
              <w:rPr>
                <w:rFonts w:cs="Arial"/>
                <w:color w:val="000000"/>
                <w:sz w:val="18"/>
                <w:szCs w:val="18"/>
              </w:rPr>
            </w:pPr>
            <w:r w:rsidRPr="00DD6C2E">
              <w:rPr>
                <w:rFonts w:cs="Arial"/>
                <w:color w:val="000000"/>
                <w:sz w:val="18"/>
                <w:szCs w:val="18"/>
              </w:rPr>
              <w:t>SLABOPROUDÉ ROZVODY</w:t>
            </w:r>
          </w:p>
        </w:tc>
      </w:tr>
      <w:tr w:rsidR="000E3DE0" w:rsidRPr="00DD6C2E" w14:paraId="2157BA7A"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72E7E58E"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455E5FFD"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509539DC" w14:textId="77777777" w:rsidR="000E3DE0" w:rsidRPr="00DD6C2E" w:rsidRDefault="000E3DE0" w:rsidP="000C35B2">
            <w:pPr>
              <w:jc w:val="center"/>
              <w:rPr>
                <w:rFonts w:cs="Arial"/>
                <w:color w:val="000000"/>
                <w:sz w:val="18"/>
                <w:szCs w:val="18"/>
              </w:rPr>
            </w:pPr>
            <w:r w:rsidRPr="00DD6C2E">
              <w:rPr>
                <w:rFonts w:cs="Arial"/>
                <w:color w:val="000000"/>
                <w:sz w:val="18"/>
                <w:szCs w:val="18"/>
              </w:rPr>
              <w:t>3007</w:t>
            </w:r>
          </w:p>
        </w:tc>
        <w:tc>
          <w:tcPr>
            <w:tcW w:w="3601" w:type="pct"/>
            <w:tcBorders>
              <w:top w:val="single" w:sz="4" w:space="0" w:color="auto"/>
              <w:left w:val="single" w:sz="4" w:space="0" w:color="auto"/>
              <w:bottom w:val="single" w:sz="4" w:space="0" w:color="auto"/>
              <w:right w:val="single" w:sz="8" w:space="0" w:color="auto"/>
            </w:tcBorders>
            <w:vAlign w:val="center"/>
            <w:hideMark/>
          </w:tcPr>
          <w:p w14:paraId="4235B46E" w14:textId="77777777" w:rsidR="000E3DE0" w:rsidRPr="00DD6C2E" w:rsidRDefault="000E3DE0" w:rsidP="00DD6C2E">
            <w:pPr>
              <w:jc w:val="left"/>
              <w:rPr>
                <w:rFonts w:cs="Arial"/>
                <w:color w:val="000000"/>
                <w:sz w:val="18"/>
                <w:szCs w:val="18"/>
              </w:rPr>
            </w:pPr>
            <w:r w:rsidRPr="00DD6C2E">
              <w:rPr>
                <w:rFonts w:cs="Arial"/>
                <w:color w:val="000000"/>
                <w:sz w:val="18"/>
                <w:szCs w:val="18"/>
              </w:rPr>
              <w:t>TELEFONNÍ ROZVODY</w:t>
            </w:r>
          </w:p>
        </w:tc>
      </w:tr>
      <w:tr w:rsidR="000E3DE0" w:rsidRPr="00DD6C2E" w14:paraId="74C129E2"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0785C289"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040</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3184AA9B"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4991D5EC" w14:textId="77777777" w:rsidR="000E3DE0" w:rsidRPr="00DD6C2E" w:rsidRDefault="000E3DE0" w:rsidP="000C35B2">
            <w:pPr>
              <w:jc w:val="center"/>
              <w:rPr>
                <w:rFonts w:cs="Arial"/>
                <w:color w:val="000000"/>
                <w:sz w:val="18"/>
                <w:szCs w:val="18"/>
              </w:rPr>
            </w:pPr>
            <w:r w:rsidRPr="00DD6C2E">
              <w:rPr>
                <w:rFonts w:cs="Arial"/>
                <w:color w:val="000000"/>
                <w:sz w:val="18"/>
                <w:szCs w:val="18"/>
              </w:rPr>
              <w:t>4000</w:t>
            </w:r>
          </w:p>
        </w:tc>
        <w:tc>
          <w:tcPr>
            <w:tcW w:w="3601" w:type="pct"/>
            <w:tcBorders>
              <w:top w:val="single" w:sz="4" w:space="0" w:color="auto"/>
              <w:left w:val="single" w:sz="4" w:space="0" w:color="auto"/>
              <w:bottom w:val="single" w:sz="4" w:space="0" w:color="auto"/>
              <w:right w:val="single" w:sz="8" w:space="0" w:color="auto"/>
            </w:tcBorders>
            <w:vAlign w:val="center"/>
            <w:hideMark/>
          </w:tcPr>
          <w:p w14:paraId="7DF68109" w14:textId="77777777" w:rsidR="000E3DE0" w:rsidRPr="00DD6C2E" w:rsidRDefault="000E3DE0" w:rsidP="00DD6C2E">
            <w:pPr>
              <w:jc w:val="left"/>
              <w:rPr>
                <w:rFonts w:cs="Arial"/>
                <w:color w:val="000000"/>
                <w:sz w:val="18"/>
                <w:szCs w:val="18"/>
              </w:rPr>
            </w:pPr>
            <w:r w:rsidRPr="00DD6C2E">
              <w:rPr>
                <w:rFonts w:cs="Arial"/>
                <w:color w:val="000000"/>
                <w:sz w:val="18"/>
                <w:szCs w:val="18"/>
              </w:rPr>
              <w:t>STROJNÍ ZAHUŠŤOVÁNÍ PŘEBYTEČNÉHO KALU</w:t>
            </w:r>
          </w:p>
        </w:tc>
      </w:tr>
      <w:tr w:rsidR="000E3DE0" w:rsidRPr="00DD6C2E" w14:paraId="5139AA63"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3170A76F"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lastRenderedPageBreak/>
              <w:t>042</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49D40931"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66717BA8" w14:textId="77777777" w:rsidR="000E3DE0" w:rsidRPr="00DD6C2E" w:rsidRDefault="000E3DE0" w:rsidP="000C35B2">
            <w:pPr>
              <w:jc w:val="center"/>
              <w:rPr>
                <w:rFonts w:cs="Arial"/>
                <w:color w:val="000000"/>
                <w:sz w:val="18"/>
                <w:szCs w:val="18"/>
              </w:rPr>
            </w:pPr>
            <w:r w:rsidRPr="00DD6C2E">
              <w:rPr>
                <w:rFonts w:cs="Arial"/>
                <w:color w:val="000000"/>
                <w:sz w:val="18"/>
                <w:szCs w:val="18"/>
              </w:rPr>
              <w:t>4200</w:t>
            </w:r>
          </w:p>
        </w:tc>
        <w:tc>
          <w:tcPr>
            <w:tcW w:w="3601" w:type="pct"/>
            <w:tcBorders>
              <w:top w:val="single" w:sz="4" w:space="0" w:color="auto"/>
              <w:left w:val="single" w:sz="4" w:space="0" w:color="auto"/>
              <w:bottom w:val="single" w:sz="4" w:space="0" w:color="auto"/>
              <w:right w:val="single" w:sz="8" w:space="0" w:color="auto"/>
            </w:tcBorders>
            <w:vAlign w:val="center"/>
            <w:hideMark/>
          </w:tcPr>
          <w:p w14:paraId="1E4B7E51" w14:textId="77777777" w:rsidR="000E3DE0" w:rsidRPr="00DD6C2E" w:rsidRDefault="000E3DE0" w:rsidP="00DD6C2E">
            <w:pPr>
              <w:jc w:val="left"/>
              <w:rPr>
                <w:rFonts w:cs="Arial"/>
                <w:color w:val="000000"/>
                <w:sz w:val="18"/>
                <w:szCs w:val="18"/>
              </w:rPr>
            </w:pPr>
            <w:r w:rsidRPr="00DD6C2E">
              <w:rPr>
                <w:rFonts w:cs="Arial"/>
                <w:color w:val="000000"/>
                <w:sz w:val="18"/>
                <w:szCs w:val="18"/>
              </w:rPr>
              <w:t>ČS SMĚSNÉHO KALU</w:t>
            </w:r>
          </w:p>
        </w:tc>
      </w:tr>
      <w:tr w:rsidR="000E3DE0" w:rsidRPr="00DD6C2E" w14:paraId="0C8926C2"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2C4A8450"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043</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41C2BD91"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66EF289C" w14:textId="77777777" w:rsidR="000E3DE0" w:rsidRPr="00DD6C2E" w:rsidRDefault="000E3DE0" w:rsidP="000C35B2">
            <w:pPr>
              <w:jc w:val="center"/>
              <w:rPr>
                <w:rFonts w:cs="Arial"/>
                <w:color w:val="000000"/>
                <w:sz w:val="18"/>
                <w:szCs w:val="18"/>
              </w:rPr>
            </w:pPr>
            <w:r w:rsidRPr="00DD6C2E">
              <w:rPr>
                <w:rFonts w:cs="Arial"/>
                <w:color w:val="000000"/>
                <w:sz w:val="18"/>
                <w:szCs w:val="18"/>
              </w:rPr>
              <w:t>4300</w:t>
            </w:r>
          </w:p>
        </w:tc>
        <w:tc>
          <w:tcPr>
            <w:tcW w:w="3601" w:type="pct"/>
            <w:tcBorders>
              <w:top w:val="single" w:sz="4" w:space="0" w:color="auto"/>
              <w:left w:val="single" w:sz="4" w:space="0" w:color="auto"/>
              <w:bottom w:val="single" w:sz="4" w:space="0" w:color="auto"/>
              <w:right w:val="single" w:sz="8" w:space="0" w:color="auto"/>
            </w:tcBorders>
            <w:vAlign w:val="center"/>
            <w:hideMark/>
          </w:tcPr>
          <w:p w14:paraId="12D4E606" w14:textId="77777777" w:rsidR="000E3DE0" w:rsidRPr="00DD6C2E" w:rsidRDefault="000E3DE0" w:rsidP="00DD6C2E">
            <w:pPr>
              <w:jc w:val="left"/>
              <w:rPr>
                <w:rFonts w:cs="Arial"/>
                <w:color w:val="000000"/>
                <w:sz w:val="18"/>
                <w:szCs w:val="18"/>
              </w:rPr>
            </w:pPr>
            <w:r w:rsidRPr="00DD6C2E">
              <w:rPr>
                <w:rFonts w:cs="Arial"/>
                <w:color w:val="000000"/>
                <w:sz w:val="18"/>
                <w:szCs w:val="18"/>
              </w:rPr>
              <w:t>VYHNÍVACÍ NÁDRŽE</w:t>
            </w:r>
          </w:p>
        </w:tc>
      </w:tr>
      <w:tr w:rsidR="000E3DE0" w:rsidRPr="00DD6C2E" w14:paraId="0ABF65CD"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04A0AB42" w14:textId="77777777" w:rsidR="000E3DE0" w:rsidRPr="00DD6C2E" w:rsidRDefault="000E3DE0" w:rsidP="000C35B2">
            <w:pPr>
              <w:jc w:val="center"/>
              <w:rPr>
                <w:rFonts w:ascii="Calibri" w:hAnsi="Calibri" w:cs="Calibri"/>
                <w:i/>
                <w:iCs/>
                <w:color w:val="000000"/>
                <w:sz w:val="22"/>
                <w:szCs w:val="22"/>
              </w:rPr>
            </w:pPr>
            <w:proofErr w:type="gramStart"/>
            <w:r w:rsidRPr="00DD6C2E">
              <w:rPr>
                <w:rFonts w:ascii="Calibri" w:hAnsi="Calibri" w:cs="Calibri"/>
                <w:i/>
                <w:iCs/>
                <w:color w:val="000000"/>
                <w:sz w:val="22"/>
                <w:szCs w:val="22"/>
              </w:rPr>
              <w:t>43A</w:t>
            </w:r>
            <w:proofErr w:type="gramEnd"/>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22D6C118" w14:textId="77777777" w:rsidR="000E3DE0" w:rsidRPr="00DD6C2E" w:rsidRDefault="000E3DE0" w:rsidP="000C35B2">
            <w:pPr>
              <w:jc w:val="center"/>
              <w:rPr>
                <w:rFonts w:ascii="Calibri" w:hAnsi="Calibri" w:cs="Calibri"/>
                <w:i/>
                <w:iCs/>
                <w:color w:val="000000"/>
                <w:sz w:val="22"/>
                <w:szCs w:val="22"/>
              </w:rPr>
            </w:pPr>
            <w:r w:rsidRPr="00DD6C2E">
              <w:rPr>
                <w:rFonts w:ascii="Calibri" w:hAnsi="Calibri" w:cs="Calibri"/>
                <w:i/>
                <w:iCs/>
                <w:color w:val="000000"/>
                <w:sz w:val="22"/>
                <w:szCs w:val="22"/>
              </w:rPr>
              <w:t>4300</w:t>
            </w:r>
          </w:p>
        </w:tc>
        <w:tc>
          <w:tcPr>
            <w:tcW w:w="397" w:type="pct"/>
            <w:tcBorders>
              <w:top w:val="single" w:sz="4" w:space="0" w:color="auto"/>
              <w:left w:val="single" w:sz="4" w:space="0" w:color="auto"/>
              <w:bottom w:val="single" w:sz="4" w:space="0" w:color="auto"/>
              <w:right w:val="single" w:sz="4" w:space="0" w:color="auto"/>
            </w:tcBorders>
            <w:vAlign w:val="center"/>
            <w:hideMark/>
          </w:tcPr>
          <w:p w14:paraId="23BA7F73" w14:textId="77777777" w:rsidR="000E3DE0" w:rsidRPr="00DD6C2E" w:rsidRDefault="000E3DE0" w:rsidP="000C35B2">
            <w:pPr>
              <w:jc w:val="center"/>
              <w:rPr>
                <w:rFonts w:ascii="Calibri" w:hAnsi="Calibri" w:cs="Calibri"/>
                <w:i/>
                <w:iCs/>
                <w:color w:val="000000"/>
                <w:sz w:val="22"/>
                <w:szCs w:val="22"/>
              </w:rPr>
            </w:pPr>
          </w:p>
        </w:tc>
        <w:tc>
          <w:tcPr>
            <w:tcW w:w="3601" w:type="pct"/>
            <w:tcBorders>
              <w:top w:val="single" w:sz="4" w:space="0" w:color="auto"/>
              <w:left w:val="single" w:sz="4" w:space="0" w:color="auto"/>
              <w:bottom w:val="single" w:sz="4" w:space="0" w:color="auto"/>
              <w:right w:val="single" w:sz="8" w:space="0" w:color="auto"/>
            </w:tcBorders>
            <w:vAlign w:val="center"/>
            <w:hideMark/>
          </w:tcPr>
          <w:p w14:paraId="68D9E8A8" w14:textId="77777777" w:rsidR="000E3DE0" w:rsidRPr="00DD6C2E" w:rsidRDefault="000E3DE0" w:rsidP="00DD6C2E">
            <w:pPr>
              <w:jc w:val="left"/>
              <w:rPr>
                <w:rFonts w:ascii="Calibri" w:hAnsi="Calibri" w:cs="Calibri"/>
                <w:i/>
                <w:iCs/>
                <w:color w:val="000000"/>
                <w:sz w:val="22"/>
                <w:szCs w:val="22"/>
              </w:rPr>
            </w:pPr>
          </w:p>
        </w:tc>
      </w:tr>
      <w:tr w:rsidR="000E3DE0" w:rsidRPr="00DD6C2E" w14:paraId="788BEB90"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6BB12B1C" w14:textId="77777777" w:rsidR="000E3DE0" w:rsidRPr="00DD6C2E" w:rsidRDefault="000E3DE0" w:rsidP="000C35B2">
            <w:pPr>
              <w:jc w:val="center"/>
              <w:rPr>
                <w:rFonts w:ascii="Calibri" w:hAnsi="Calibri" w:cs="Calibri"/>
                <w:i/>
                <w:iCs/>
                <w:color w:val="000000"/>
                <w:sz w:val="22"/>
                <w:szCs w:val="22"/>
              </w:rPr>
            </w:pPr>
            <w:proofErr w:type="gramStart"/>
            <w:r w:rsidRPr="00DD6C2E">
              <w:rPr>
                <w:rFonts w:ascii="Calibri" w:hAnsi="Calibri" w:cs="Calibri"/>
                <w:i/>
                <w:iCs/>
                <w:color w:val="000000"/>
                <w:sz w:val="22"/>
                <w:szCs w:val="22"/>
              </w:rPr>
              <w:t>43B</w:t>
            </w:r>
            <w:proofErr w:type="gramEnd"/>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06CFAF83" w14:textId="77777777" w:rsidR="000E3DE0" w:rsidRPr="00DD6C2E" w:rsidRDefault="000E3DE0" w:rsidP="000C35B2">
            <w:pPr>
              <w:jc w:val="center"/>
              <w:rPr>
                <w:rFonts w:ascii="Calibri" w:hAnsi="Calibri" w:cs="Calibri"/>
                <w:i/>
                <w:iCs/>
                <w:color w:val="000000"/>
                <w:sz w:val="22"/>
                <w:szCs w:val="22"/>
              </w:rPr>
            </w:pPr>
            <w:r w:rsidRPr="00DD6C2E">
              <w:rPr>
                <w:rFonts w:ascii="Calibri" w:hAnsi="Calibri" w:cs="Calibri"/>
                <w:i/>
                <w:iCs/>
                <w:color w:val="000000"/>
                <w:sz w:val="22"/>
                <w:szCs w:val="22"/>
              </w:rPr>
              <w:t>4300</w:t>
            </w:r>
          </w:p>
        </w:tc>
        <w:tc>
          <w:tcPr>
            <w:tcW w:w="397" w:type="pct"/>
            <w:tcBorders>
              <w:top w:val="single" w:sz="4" w:space="0" w:color="auto"/>
              <w:left w:val="single" w:sz="4" w:space="0" w:color="auto"/>
              <w:bottom w:val="single" w:sz="4" w:space="0" w:color="auto"/>
              <w:right w:val="single" w:sz="4" w:space="0" w:color="auto"/>
            </w:tcBorders>
            <w:noWrap/>
            <w:vAlign w:val="bottom"/>
            <w:hideMark/>
          </w:tcPr>
          <w:p w14:paraId="688CDC13" w14:textId="77777777" w:rsidR="000E3DE0" w:rsidRPr="00DD6C2E" w:rsidRDefault="000E3DE0" w:rsidP="000C35B2">
            <w:pPr>
              <w:jc w:val="center"/>
              <w:rPr>
                <w:rFonts w:ascii="Calibri" w:hAnsi="Calibri" w:cs="Calibri"/>
                <w:i/>
                <w:iCs/>
                <w:color w:val="000000"/>
                <w:sz w:val="22"/>
                <w:szCs w:val="22"/>
              </w:rPr>
            </w:pPr>
          </w:p>
        </w:tc>
        <w:tc>
          <w:tcPr>
            <w:tcW w:w="3601" w:type="pct"/>
            <w:tcBorders>
              <w:top w:val="single" w:sz="4" w:space="0" w:color="auto"/>
              <w:left w:val="single" w:sz="4" w:space="0" w:color="auto"/>
              <w:bottom w:val="single" w:sz="4" w:space="0" w:color="auto"/>
              <w:right w:val="single" w:sz="8" w:space="0" w:color="auto"/>
            </w:tcBorders>
            <w:noWrap/>
            <w:vAlign w:val="bottom"/>
            <w:hideMark/>
          </w:tcPr>
          <w:p w14:paraId="017820B8" w14:textId="77777777" w:rsidR="000E3DE0" w:rsidRPr="00DD6C2E" w:rsidRDefault="000E3DE0" w:rsidP="00DD6C2E">
            <w:pPr>
              <w:jc w:val="left"/>
              <w:rPr>
                <w:rFonts w:ascii="Calibri" w:hAnsi="Calibri" w:cs="Calibri"/>
                <w:i/>
                <w:iCs/>
                <w:color w:val="000000"/>
                <w:sz w:val="22"/>
                <w:szCs w:val="22"/>
              </w:rPr>
            </w:pPr>
          </w:p>
        </w:tc>
      </w:tr>
      <w:tr w:rsidR="000E3DE0" w:rsidRPr="00DD6C2E" w14:paraId="41A73FE4"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2AD8E069" w14:textId="77777777" w:rsidR="000E3DE0" w:rsidRPr="00DD6C2E" w:rsidRDefault="000E3DE0" w:rsidP="000C35B2">
            <w:pPr>
              <w:jc w:val="center"/>
              <w:rPr>
                <w:rFonts w:ascii="Calibri" w:hAnsi="Calibri" w:cs="Calibri"/>
                <w:color w:val="000000"/>
                <w:sz w:val="22"/>
                <w:szCs w:val="22"/>
              </w:rPr>
            </w:pPr>
            <w:proofErr w:type="gramStart"/>
            <w:r w:rsidRPr="00DD6C2E">
              <w:rPr>
                <w:rFonts w:ascii="Calibri" w:hAnsi="Calibri" w:cs="Calibri"/>
                <w:color w:val="000000"/>
                <w:sz w:val="22"/>
                <w:szCs w:val="22"/>
              </w:rPr>
              <w:t>44A</w:t>
            </w:r>
            <w:proofErr w:type="gramEnd"/>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5D25ED24"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1307657B" w14:textId="77777777" w:rsidR="000E3DE0" w:rsidRPr="00DD6C2E" w:rsidRDefault="000E3DE0" w:rsidP="000C35B2">
            <w:pPr>
              <w:jc w:val="center"/>
              <w:rPr>
                <w:rFonts w:cs="Arial"/>
                <w:color w:val="000000"/>
                <w:sz w:val="18"/>
                <w:szCs w:val="18"/>
              </w:rPr>
            </w:pPr>
            <w:r w:rsidRPr="00DD6C2E">
              <w:rPr>
                <w:rFonts w:cs="Arial"/>
                <w:color w:val="000000"/>
                <w:sz w:val="18"/>
                <w:szCs w:val="18"/>
              </w:rPr>
              <w:t>4400</w:t>
            </w:r>
          </w:p>
        </w:tc>
        <w:tc>
          <w:tcPr>
            <w:tcW w:w="3601" w:type="pct"/>
            <w:tcBorders>
              <w:top w:val="single" w:sz="4" w:space="0" w:color="auto"/>
              <w:left w:val="single" w:sz="4" w:space="0" w:color="auto"/>
              <w:bottom w:val="single" w:sz="4" w:space="0" w:color="auto"/>
              <w:right w:val="single" w:sz="8" w:space="0" w:color="auto"/>
            </w:tcBorders>
            <w:vAlign w:val="center"/>
            <w:hideMark/>
          </w:tcPr>
          <w:p w14:paraId="599EF198" w14:textId="77777777" w:rsidR="000E3DE0" w:rsidRPr="00DD6C2E" w:rsidRDefault="000E3DE0" w:rsidP="00DD6C2E">
            <w:pPr>
              <w:jc w:val="left"/>
              <w:rPr>
                <w:rFonts w:cs="Arial"/>
                <w:color w:val="000000"/>
                <w:sz w:val="18"/>
                <w:szCs w:val="18"/>
              </w:rPr>
            </w:pPr>
            <w:r w:rsidRPr="00DD6C2E">
              <w:rPr>
                <w:rFonts w:cs="Arial"/>
                <w:color w:val="000000"/>
                <w:sz w:val="18"/>
                <w:szCs w:val="18"/>
              </w:rPr>
              <w:t>HOŘÁK ZBYTKOVÉHO PLYNU</w:t>
            </w:r>
          </w:p>
        </w:tc>
      </w:tr>
      <w:tr w:rsidR="000E3DE0" w:rsidRPr="00DD6C2E" w14:paraId="16381020"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484AE857" w14:textId="77777777" w:rsidR="000E3DE0" w:rsidRPr="00DD6C2E" w:rsidRDefault="000E3DE0" w:rsidP="000C35B2">
            <w:pPr>
              <w:jc w:val="center"/>
              <w:rPr>
                <w:rFonts w:ascii="Calibri" w:hAnsi="Calibri" w:cs="Calibri"/>
                <w:color w:val="000000"/>
                <w:sz w:val="22"/>
                <w:szCs w:val="22"/>
              </w:rPr>
            </w:pPr>
            <w:proofErr w:type="gramStart"/>
            <w:r w:rsidRPr="00DD6C2E">
              <w:rPr>
                <w:rFonts w:ascii="Calibri" w:hAnsi="Calibri" w:cs="Calibri"/>
                <w:color w:val="000000"/>
                <w:sz w:val="22"/>
                <w:szCs w:val="22"/>
              </w:rPr>
              <w:t>44B</w:t>
            </w:r>
            <w:proofErr w:type="gramEnd"/>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7CC03BA0"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75BC6A26" w14:textId="77777777" w:rsidR="000E3DE0" w:rsidRPr="00DD6C2E" w:rsidRDefault="000E3DE0" w:rsidP="000C35B2">
            <w:pPr>
              <w:jc w:val="center"/>
              <w:rPr>
                <w:rFonts w:cs="Arial"/>
                <w:color w:val="000000"/>
                <w:sz w:val="18"/>
                <w:szCs w:val="18"/>
              </w:rPr>
            </w:pPr>
            <w:r w:rsidRPr="00DD6C2E">
              <w:rPr>
                <w:rFonts w:cs="Arial"/>
                <w:color w:val="000000"/>
                <w:sz w:val="18"/>
                <w:szCs w:val="18"/>
              </w:rPr>
              <w:t>4401</w:t>
            </w:r>
          </w:p>
        </w:tc>
        <w:tc>
          <w:tcPr>
            <w:tcW w:w="3601" w:type="pct"/>
            <w:tcBorders>
              <w:top w:val="single" w:sz="4" w:space="0" w:color="auto"/>
              <w:left w:val="single" w:sz="4" w:space="0" w:color="auto"/>
              <w:bottom w:val="single" w:sz="4" w:space="0" w:color="auto"/>
              <w:right w:val="single" w:sz="8" w:space="0" w:color="auto"/>
            </w:tcBorders>
            <w:vAlign w:val="center"/>
            <w:hideMark/>
          </w:tcPr>
          <w:p w14:paraId="573E9070" w14:textId="77777777" w:rsidR="000E3DE0" w:rsidRPr="00DD6C2E" w:rsidRDefault="000E3DE0" w:rsidP="00DD6C2E">
            <w:pPr>
              <w:jc w:val="left"/>
              <w:rPr>
                <w:rFonts w:cs="Arial"/>
                <w:color w:val="000000"/>
                <w:sz w:val="18"/>
                <w:szCs w:val="18"/>
              </w:rPr>
            </w:pPr>
            <w:r w:rsidRPr="00DD6C2E">
              <w:rPr>
                <w:rFonts w:cs="Arial"/>
                <w:color w:val="000000"/>
                <w:sz w:val="18"/>
                <w:szCs w:val="18"/>
              </w:rPr>
              <w:t>ODSÍŘENÍ</w:t>
            </w:r>
          </w:p>
        </w:tc>
      </w:tr>
      <w:tr w:rsidR="000E3DE0" w:rsidRPr="00DD6C2E" w14:paraId="497EE471"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7FCF63A1" w14:textId="77777777" w:rsidR="000E3DE0" w:rsidRPr="00DD6C2E" w:rsidRDefault="000E3DE0" w:rsidP="000C35B2">
            <w:pPr>
              <w:jc w:val="center"/>
              <w:rPr>
                <w:rFonts w:ascii="Calibri" w:hAnsi="Calibri" w:cs="Calibri"/>
                <w:color w:val="000000"/>
                <w:sz w:val="22"/>
                <w:szCs w:val="22"/>
              </w:rPr>
            </w:pPr>
            <w:proofErr w:type="gramStart"/>
            <w:r w:rsidRPr="00DD6C2E">
              <w:rPr>
                <w:rFonts w:ascii="Calibri" w:hAnsi="Calibri" w:cs="Calibri"/>
                <w:color w:val="000000"/>
                <w:sz w:val="22"/>
                <w:szCs w:val="22"/>
              </w:rPr>
              <w:t>44C</w:t>
            </w:r>
            <w:proofErr w:type="gramEnd"/>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522E06AE"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4AC33054" w14:textId="77777777" w:rsidR="000E3DE0" w:rsidRPr="00DD6C2E" w:rsidRDefault="000E3DE0" w:rsidP="000C35B2">
            <w:pPr>
              <w:jc w:val="center"/>
              <w:rPr>
                <w:rFonts w:cs="Arial"/>
                <w:color w:val="000000"/>
                <w:sz w:val="18"/>
                <w:szCs w:val="18"/>
              </w:rPr>
            </w:pPr>
            <w:r w:rsidRPr="00DD6C2E">
              <w:rPr>
                <w:rFonts w:cs="Arial"/>
                <w:color w:val="000000"/>
                <w:sz w:val="18"/>
                <w:szCs w:val="18"/>
              </w:rPr>
              <w:t>4402</w:t>
            </w:r>
          </w:p>
        </w:tc>
        <w:tc>
          <w:tcPr>
            <w:tcW w:w="3601" w:type="pct"/>
            <w:tcBorders>
              <w:top w:val="single" w:sz="4" w:space="0" w:color="auto"/>
              <w:left w:val="single" w:sz="4" w:space="0" w:color="auto"/>
              <w:bottom w:val="single" w:sz="4" w:space="0" w:color="auto"/>
              <w:right w:val="single" w:sz="8" w:space="0" w:color="auto"/>
            </w:tcBorders>
            <w:vAlign w:val="center"/>
            <w:hideMark/>
          </w:tcPr>
          <w:p w14:paraId="59CDDC07" w14:textId="77777777" w:rsidR="000E3DE0" w:rsidRPr="00DD6C2E" w:rsidRDefault="000E3DE0" w:rsidP="00DD6C2E">
            <w:pPr>
              <w:jc w:val="left"/>
              <w:rPr>
                <w:rFonts w:cs="Arial"/>
                <w:color w:val="000000"/>
                <w:sz w:val="18"/>
                <w:szCs w:val="18"/>
              </w:rPr>
            </w:pPr>
            <w:r w:rsidRPr="00DD6C2E">
              <w:rPr>
                <w:rFonts w:cs="Arial"/>
                <w:color w:val="000000"/>
                <w:sz w:val="18"/>
                <w:szCs w:val="18"/>
              </w:rPr>
              <w:t>PLYNOJEM</w:t>
            </w:r>
          </w:p>
        </w:tc>
      </w:tr>
      <w:tr w:rsidR="000E3DE0" w:rsidRPr="00DD6C2E" w14:paraId="2798190B"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240E8C1C"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045</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5D21C578"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73A16861" w14:textId="77777777" w:rsidR="000E3DE0" w:rsidRPr="00DD6C2E" w:rsidRDefault="000E3DE0" w:rsidP="000C35B2">
            <w:pPr>
              <w:jc w:val="center"/>
              <w:rPr>
                <w:rFonts w:cs="Arial"/>
                <w:color w:val="000000"/>
                <w:sz w:val="18"/>
                <w:szCs w:val="18"/>
              </w:rPr>
            </w:pPr>
            <w:r w:rsidRPr="00DD6C2E">
              <w:rPr>
                <w:rFonts w:cs="Arial"/>
                <w:color w:val="000000"/>
                <w:sz w:val="18"/>
                <w:szCs w:val="18"/>
              </w:rPr>
              <w:t>4500</w:t>
            </w:r>
          </w:p>
        </w:tc>
        <w:tc>
          <w:tcPr>
            <w:tcW w:w="3601" w:type="pct"/>
            <w:tcBorders>
              <w:top w:val="single" w:sz="4" w:space="0" w:color="auto"/>
              <w:left w:val="single" w:sz="4" w:space="0" w:color="auto"/>
              <w:bottom w:val="single" w:sz="4" w:space="0" w:color="auto"/>
              <w:right w:val="single" w:sz="8" w:space="0" w:color="auto"/>
            </w:tcBorders>
            <w:vAlign w:val="center"/>
            <w:hideMark/>
          </w:tcPr>
          <w:p w14:paraId="1325AE30" w14:textId="77BACF3B" w:rsidR="000E3DE0" w:rsidRPr="00DD6C2E" w:rsidRDefault="000E3DE0" w:rsidP="00DD6C2E">
            <w:pPr>
              <w:jc w:val="left"/>
              <w:rPr>
                <w:rFonts w:cs="Arial"/>
                <w:color w:val="000000"/>
                <w:sz w:val="18"/>
                <w:szCs w:val="18"/>
              </w:rPr>
            </w:pPr>
            <w:r>
              <w:rPr>
                <w:rFonts w:cs="Arial"/>
                <w:color w:val="000000"/>
                <w:sz w:val="18"/>
                <w:szCs w:val="18"/>
              </w:rPr>
              <w:t>VYROVNÁVACÍ</w:t>
            </w:r>
            <w:r w:rsidRPr="00DD6C2E">
              <w:rPr>
                <w:rFonts w:cs="Arial"/>
                <w:color w:val="000000"/>
                <w:sz w:val="18"/>
                <w:szCs w:val="18"/>
              </w:rPr>
              <w:t xml:space="preserve"> NÁDRŽE</w:t>
            </w:r>
          </w:p>
        </w:tc>
      </w:tr>
      <w:tr w:rsidR="000E3DE0" w:rsidRPr="00DD6C2E" w14:paraId="0E17053D"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110577EA"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046</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19D61956"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4596BD1A" w14:textId="77777777" w:rsidR="000E3DE0" w:rsidRPr="00DD6C2E" w:rsidRDefault="000E3DE0" w:rsidP="000C35B2">
            <w:pPr>
              <w:jc w:val="center"/>
              <w:rPr>
                <w:rFonts w:cs="Arial"/>
                <w:color w:val="000000"/>
                <w:sz w:val="18"/>
                <w:szCs w:val="18"/>
              </w:rPr>
            </w:pPr>
            <w:r w:rsidRPr="00DD6C2E">
              <w:rPr>
                <w:rFonts w:cs="Arial"/>
                <w:color w:val="000000"/>
                <w:sz w:val="18"/>
                <w:szCs w:val="18"/>
              </w:rPr>
              <w:t>4600</w:t>
            </w:r>
          </w:p>
        </w:tc>
        <w:tc>
          <w:tcPr>
            <w:tcW w:w="3601" w:type="pct"/>
            <w:tcBorders>
              <w:top w:val="single" w:sz="4" w:space="0" w:color="auto"/>
              <w:left w:val="single" w:sz="4" w:space="0" w:color="auto"/>
              <w:bottom w:val="single" w:sz="4" w:space="0" w:color="auto"/>
              <w:right w:val="single" w:sz="8" w:space="0" w:color="auto"/>
            </w:tcBorders>
            <w:vAlign w:val="center"/>
            <w:hideMark/>
          </w:tcPr>
          <w:p w14:paraId="5C002EFA" w14:textId="620C2E99" w:rsidR="000E3DE0" w:rsidRPr="00DD6C2E" w:rsidRDefault="00E2567F" w:rsidP="00DD6C2E">
            <w:pPr>
              <w:jc w:val="left"/>
              <w:rPr>
                <w:rFonts w:cs="Arial"/>
                <w:color w:val="000000"/>
                <w:sz w:val="18"/>
                <w:szCs w:val="18"/>
              </w:rPr>
            </w:pPr>
            <w:r>
              <w:rPr>
                <w:rFonts w:cs="Arial"/>
                <w:color w:val="000000"/>
                <w:sz w:val="18"/>
                <w:szCs w:val="18"/>
              </w:rPr>
              <w:t>neobsazeno</w:t>
            </w:r>
          </w:p>
        </w:tc>
      </w:tr>
      <w:tr w:rsidR="000E3DE0" w:rsidRPr="00DD6C2E" w14:paraId="2F0525B5"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2430B587" w14:textId="77777777" w:rsidR="000E3DE0" w:rsidRPr="00DD6C2E" w:rsidRDefault="000E3DE0" w:rsidP="000C35B2">
            <w:pPr>
              <w:jc w:val="center"/>
              <w:rPr>
                <w:rFonts w:ascii="Calibri" w:hAnsi="Calibri" w:cs="Calibri"/>
                <w:color w:val="000000"/>
                <w:sz w:val="22"/>
                <w:szCs w:val="22"/>
              </w:rPr>
            </w:pPr>
            <w:proofErr w:type="gramStart"/>
            <w:r w:rsidRPr="00DD6C2E">
              <w:rPr>
                <w:rFonts w:ascii="Calibri" w:hAnsi="Calibri" w:cs="Calibri"/>
                <w:color w:val="000000"/>
                <w:sz w:val="22"/>
                <w:szCs w:val="22"/>
              </w:rPr>
              <w:t>47C</w:t>
            </w:r>
            <w:proofErr w:type="gramEnd"/>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7BB0B0A4" w14:textId="77777777" w:rsidR="000E3DE0" w:rsidRPr="00DD6C2E" w:rsidRDefault="000E3DE0" w:rsidP="000C35B2">
            <w:pPr>
              <w:jc w:val="center"/>
              <w:rPr>
                <w:rFonts w:ascii="Calibri" w:hAnsi="Calibri" w:cs="Calibri"/>
                <w:i/>
                <w:iCs/>
                <w:color w:val="000000"/>
                <w:sz w:val="22"/>
                <w:szCs w:val="22"/>
              </w:rPr>
            </w:pPr>
            <w:r w:rsidRPr="00DD6C2E">
              <w:rPr>
                <w:rFonts w:ascii="Calibri" w:hAnsi="Calibri" w:cs="Calibri"/>
                <w:i/>
                <w:iCs/>
                <w:color w:val="000000"/>
                <w:sz w:val="22"/>
                <w:szCs w:val="22"/>
              </w:rPr>
              <w:t>4701</w:t>
            </w:r>
          </w:p>
        </w:tc>
        <w:tc>
          <w:tcPr>
            <w:tcW w:w="397" w:type="pct"/>
            <w:tcBorders>
              <w:top w:val="single" w:sz="4" w:space="0" w:color="auto"/>
              <w:left w:val="single" w:sz="4" w:space="0" w:color="auto"/>
              <w:bottom w:val="single" w:sz="4" w:space="0" w:color="auto"/>
              <w:right w:val="single" w:sz="4" w:space="0" w:color="auto"/>
            </w:tcBorders>
            <w:vAlign w:val="center"/>
            <w:hideMark/>
          </w:tcPr>
          <w:p w14:paraId="4475710C" w14:textId="77777777" w:rsidR="000E3DE0" w:rsidRPr="00DD6C2E" w:rsidRDefault="000E3DE0" w:rsidP="000C35B2">
            <w:pPr>
              <w:jc w:val="center"/>
              <w:rPr>
                <w:rFonts w:cs="Arial"/>
                <w:color w:val="000000"/>
                <w:sz w:val="18"/>
                <w:szCs w:val="18"/>
              </w:rPr>
            </w:pPr>
            <w:r w:rsidRPr="00DD6C2E">
              <w:rPr>
                <w:rFonts w:cs="Arial"/>
                <w:color w:val="000000"/>
                <w:sz w:val="18"/>
                <w:szCs w:val="18"/>
              </w:rPr>
              <w:t>4700</w:t>
            </w:r>
          </w:p>
        </w:tc>
        <w:tc>
          <w:tcPr>
            <w:tcW w:w="3601" w:type="pct"/>
            <w:tcBorders>
              <w:top w:val="single" w:sz="4" w:space="0" w:color="auto"/>
              <w:left w:val="single" w:sz="4" w:space="0" w:color="auto"/>
              <w:bottom w:val="single" w:sz="4" w:space="0" w:color="auto"/>
              <w:right w:val="single" w:sz="8" w:space="0" w:color="auto"/>
            </w:tcBorders>
            <w:vAlign w:val="center"/>
            <w:hideMark/>
          </w:tcPr>
          <w:p w14:paraId="61DB241C" w14:textId="77777777" w:rsidR="000E3DE0" w:rsidRPr="00DD6C2E" w:rsidRDefault="000E3DE0" w:rsidP="00DD6C2E">
            <w:pPr>
              <w:jc w:val="left"/>
              <w:rPr>
                <w:rFonts w:cs="Arial"/>
                <w:color w:val="000000"/>
                <w:sz w:val="18"/>
                <w:szCs w:val="18"/>
              </w:rPr>
            </w:pPr>
            <w:r w:rsidRPr="00DD6C2E">
              <w:rPr>
                <w:rFonts w:cs="Arial"/>
                <w:color w:val="000000"/>
                <w:sz w:val="18"/>
                <w:szCs w:val="18"/>
              </w:rPr>
              <w:t>KOTELNA SUŠENÍ KALU</w:t>
            </w:r>
          </w:p>
        </w:tc>
      </w:tr>
      <w:tr w:rsidR="000E3DE0" w:rsidRPr="00DD6C2E" w14:paraId="0059F47C"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73845AEE" w14:textId="77777777" w:rsidR="000E3DE0" w:rsidRPr="00DD6C2E" w:rsidRDefault="000E3DE0" w:rsidP="000C35B2">
            <w:pPr>
              <w:jc w:val="center"/>
              <w:rPr>
                <w:rFonts w:ascii="Calibri" w:hAnsi="Calibri" w:cs="Calibri"/>
                <w:color w:val="000000"/>
                <w:sz w:val="22"/>
                <w:szCs w:val="22"/>
              </w:rPr>
            </w:pPr>
            <w:proofErr w:type="gramStart"/>
            <w:r w:rsidRPr="00DD6C2E">
              <w:rPr>
                <w:rFonts w:ascii="Calibri" w:hAnsi="Calibri" w:cs="Calibri"/>
                <w:color w:val="000000"/>
                <w:sz w:val="22"/>
                <w:szCs w:val="22"/>
              </w:rPr>
              <w:t>47A</w:t>
            </w:r>
            <w:proofErr w:type="gramEnd"/>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37A155EC" w14:textId="77777777" w:rsidR="000E3DE0" w:rsidRPr="00DD6C2E" w:rsidRDefault="000E3DE0" w:rsidP="000C35B2">
            <w:pPr>
              <w:jc w:val="center"/>
              <w:rPr>
                <w:rFonts w:ascii="Calibri" w:hAnsi="Calibri" w:cs="Calibri"/>
                <w:i/>
                <w:iCs/>
                <w:color w:val="000000"/>
                <w:sz w:val="22"/>
                <w:szCs w:val="22"/>
              </w:rPr>
            </w:pPr>
            <w:r w:rsidRPr="00DD6C2E">
              <w:rPr>
                <w:rFonts w:ascii="Calibri" w:hAnsi="Calibri" w:cs="Calibri"/>
                <w:i/>
                <w:iCs/>
                <w:color w:val="000000"/>
                <w:sz w:val="22"/>
                <w:szCs w:val="22"/>
              </w:rPr>
              <w:t>4700.1</w:t>
            </w:r>
          </w:p>
        </w:tc>
        <w:tc>
          <w:tcPr>
            <w:tcW w:w="397" w:type="pct"/>
            <w:tcBorders>
              <w:top w:val="single" w:sz="4" w:space="0" w:color="auto"/>
              <w:left w:val="single" w:sz="4" w:space="0" w:color="auto"/>
              <w:bottom w:val="single" w:sz="4" w:space="0" w:color="auto"/>
              <w:right w:val="single" w:sz="4" w:space="0" w:color="auto"/>
            </w:tcBorders>
            <w:vAlign w:val="center"/>
            <w:hideMark/>
          </w:tcPr>
          <w:p w14:paraId="436A0325" w14:textId="77777777" w:rsidR="000E3DE0" w:rsidRPr="00DD6C2E" w:rsidRDefault="000E3DE0" w:rsidP="000C35B2">
            <w:pPr>
              <w:jc w:val="center"/>
              <w:rPr>
                <w:rFonts w:cs="Arial"/>
                <w:color w:val="000000"/>
                <w:sz w:val="18"/>
                <w:szCs w:val="18"/>
              </w:rPr>
            </w:pPr>
            <w:r w:rsidRPr="00DD6C2E">
              <w:rPr>
                <w:rFonts w:cs="Arial"/>
                <w:color w:val="000000"/>
                <w:sz w:val="18"/>
                <w:szCs w:val="18"/>
              </w:rPr>
              <w:t>4701</w:t>
            </w:r>
          </w:p>
        </w:tc>
        <w:tc>
          <w:tcPr>
            <w:tcW w:w="3601" w:type="pct"/>
            <w:tcBorders>
              <w:top w:val="single" w:sz="4" w:space="0" w:color="auto"/>
              <w:left w:val="single" w:sz="4" w:space="0" w:color="auto"/>
              <w:bottom w:val="single" w:sz="4" w:space="0" w:color="auto"/>
              <w:right w:val="single" w:sz="8" w:space="0" w:color="auto"/>
            </w:tcBorders>
            <w:vAlign w:val="center"/>
            <w:hideMark/>
          </w:tcPr>
          <w:p w14:paraId="1A491291" w14:textId="77777777" w:rsidR="000E3DE0" w:rsidRPr="00DD6C2E" w:rsidRDefault="000E3DE0" w:rsidP="00DD6C2E">
            <w:pPr>
              <w:jc w:val="left"/>
              <w:rPr>
                <w:rFonts w:cs="Arial"/>
                <w:color w:val="000000"/>
                <w:sz w:val="18"/>
                <w:szCs w:val="18"/>
              </w:rPr>
            </w:pPr>
            <w:r w:rsidRPr="00DD6C2E">
              <w:rPr>
                <w:rFonts w:cs="Arial"/>
                <w:color w:val="000000"/>
                <w:sz w:val="18"/>
                <w:szCs w:val="18"/>
              </w:rPr>
              <w:t>SUŠENÍ KALU – LINKA A</w:t>
            </w:r>
          </w:p>
        </w:tc>
      </w:tr>
      <w:tr w:rsidR="000E3DE0" w:rsidRPr="00DD6C2E" w14:paraId="3380D9D7"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1604E82E" w14:textId="77777777" w:rsidR="000E3DE0" w:rsidRPr="00DD6C2E" w:rsidRDefault="000E3DE0" w:rsidP="000C35B2">
            <w:pPr>
              <w:jc w:val="center"/>
              <w:rPr>
                <w:rFonts w:ascii="Calibri" w:hAnsi="Calibri" w:cs="Calibri"/>
                <w:color w:val="000000"/>
                <w:sz w:val="22"/>
                <w:szCs w:val="22"/>
              </w:rPr>
            </w:pPr>
            <w:proofErr w:type="gramStart"/>
            <w:r w:rsidRPr="00DD6C2E">
              <w:rPr>
                <w:rFonts w:ascii="Calibri" w:hAnsi="Calibri" w:cs="Calibri"/>
                <w:color w:val="000000"/>
                <w:sz w:val="22"/>
                <w:szCs w:val="22"/>
              </w:rPr>
              <w:t>47B</w:t>
            </w:r>
            <w:proofErr w:type="gramEnd"/>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554BE9DA" w14:textId="77777777" w:rsidR="000E3DE0" w:rsidRPr="00DD6C2E" w:rsidRDefault="000E3DE0" w:rsidP="000C35B2">
            <w:pPr>
              <w:jc w:val="center"/>
              <w:rPr>
                <w:rFonts w:ascii="Calibri" w:hAnsi="Calibri" w:cs="Calibri"/>
                <w:i/>
                <w:iCs/>
                <w:color w:val="000000"/>
                <w:sz w:val="22"/>
                <w:szCs w:val="22"/>
              </w:rPr>
            </w:pPr>
            <w:r w:rsidRPr="00DD6C2E">
              <w:rPr>
                <w:rFonts w:ascii="Calibri" w:hAnsi="Calibri" w:cs="Calibri"/>
                <w:i/>
                <w:iCs/>
                <w:color w:val="000000"/>
                <w:sz w:val="22"/>
                <w:szCs w:val="22"/>
              </w:rPr>
              <w:t>4700.2</w:t>
            </w:r>
          </w:p>
        </w:tc>
        <w:tc>
          <w:tcPr>
            <w:tcW w:w="397" w:type="pct"/>
            <w:tcBorders>
              <w:top w:val="single" w:sz="4" w:space="0" w:color="auto"/>
              <w:left w:val="single" w:sz="4" w:space="0" w:color="auto"/>
              <w:bottom w:val="single" w:sz="4" w:space="0" w:color="auto"/>
              <w:right w:val="single" w:sz="4" w:space="0" w:color="auto"/>
            </w:tcBorders>
            <w:vAlign w:val="center"/>
            <w:hideMark/>
          </w:tcPr>
          <w:p w14:paraId="5C5740CB" w14:textId="77777777" w:rsidR="000E3DE0" w:rsidRPr="00DD6C2E" w:rsidRDefault="000E3DE0" w:rsidP="000C35B2">
            <w:pPr>
              <w:jc w:val="center"/>
              <w:rPr>
                <w:rFonts w:cs="Arial"/>
                <w:color w:val="000000"/>
                <w:sz w:val="18"/>
                <w:szCs w:val="18"/>
              </w:rPr>
            </w:pPr>
            <w:r w:rsidRPr="00DD6C2E">
              <w:rPr>
                <w:rFonts w:cs="Arial"/>
                <w:color w:val="000000"/>
                <w:sz w:val="18"/>
                <w:szCs w:val="18"/>
              </w:rPr>
              <w:t>4702</w:t>
            </w:r>
          </w:p>
        </w:tc>
        <w:tc>
          <w:tcPr>
            <w:tcW w:w="3601" w:type="pct"/>
            <w:tcBorders>
              <w:top w:val="single" w:sz="4" w:space="0" w:color="auto"/>
              <w:left w:val="single" w:sz="4" w:space="0" w:color="auto"/>
              <w:bottom w:val="single" w:sz="4" w:space="0" w:color="auto"/>
              <w:right w:val="single" w:sz="8" w:space="0" w:color="auto"/>
            </w:tcBorders>
            <w:vAlign w:val="center"/>
            <w:hideMark/>
          </w:tcPr>
          <w:p w14:paraId="12110F33" w14:textId="77777777" w:rsidR="000E3DE0" w:rsidRPr="00DD6C2E" w:rsidRDefault="000E3DE0" w:rsidP="00DD6C2E">
            <w:pPr>
              <w:jc w:val="left"/>
              <w:rPr>
                <w:rFonts w:cs="Arial"/>
                <w:color w:val="000000"/>
                <w:sz w:val="18"/>
                <w:szCs w:val="18"/>
              </w:rPr>
            </w:pPr>
            <w:r w:rsidRPr="00DD6C2E">
              <w:rPr>
                <w:rFonts w:cs="Arial"/>
                <w:color w:val="000000"/>
                <w:sz w:val="18"/>
                <w:szCs w:val="18"/>
              </w:rPr>
              <w:t>SUŠENÍ KALU – LINKA B</w:t>
            </w:r>
          </w:p>
        </w:tc>
      </w:tr>
      <w:tr w:rsidR="000E3DE0" w:rsidRPr="00DD6C2E" w14:paraId="51359A21"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7131DD6D"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47D</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21089403" w14:textId="77777777" w:rsidR="000E3DE0" w:rsidRPr="00DD6C2E" w:rsidRDefault="000E3DE0" w:rsidP="000C35B2">
            <w:pPr>
              <w:jc w:val="center"/>
              <w:rPr>
                <w:rFonts w:ascii="Calibri" w:hAnsi="Calibri" w:cs="Calibri"/>
                <w:i/>
                <w:iCs/>
                <w:color w:val="000000"/>
                <w:sz w:val="22"/>
                <w:szCs w:val="22"/>
              </w:rPr>
            </w:pPr>
            <w:r w:rsidRPr="00DD6C2E">
              <w:rPr>
                <w:rFonts w:ascii="Calibri" w:hAnsi="Calibri" w:cs="Calibri"/>
                <w:i/>
                <w:iCs/>
                <w:color w:val="000000"/>
                <w:sz w:val="22"/>
                <w:szCs w:val="22"/>
              </w:rPr>
              <w:t>4702</w:t>
            </w:r>
          </w:p>
        </w:tc>
        <w:tc>
          <w:tcPr>
            <w:tcW w:w="397" w:type="pct"/>
            <w:tcBorders>
              <w:top w:val="single" w:sz="4" w:space="0" w:color="auto"/>
              <w:left w:val="single" w:sz="4" w:space="0" w:color="auto"/>
              <w:bottom w:val="single" w:sz="4" w:space="0" w:color="auto"/>
              <w:right w:val="single" w:sz="4" w:space="0" w:color="auto"/>
            </w:tcBorders>
            <w:vAlign w:val="center"/>
            <w:hideMark/>
          </w:tcPr>
          <w:p w14:paraId="612302D7" w14:textId="77777777" w:rsidR="000E3DE0" w:rsidRPr="00DD6C2E" w:rsidRDefault="000E3DE0" w:rsidP="000C35B2">
            <w:pPr>
              <w:jc w:val="center"/>
              <w:rPr>
                <w:rFonts w:cs="Arial"/>
                <w:color w:val="000000"/>
                <w:sz w:val="18"/>
                <w:szCs w:val="18"/>
              </w:rPr>
            </w:pPr>
            <w:r w:rsidRPr="00DD6C2E">
              <w:rPr>
                <w:rFonts w:cs="Arial"/>
                <w:color w:val="000000"/>
                <w:sz w:val="18"/>
                <w:szCs w:val="18"/>
              </w:rPr>
              <w:t>4703</w:t>
            </w:r>
          </w:p>
        </w:tc>
        <w:tc>
          <w:tcPr>
            <w:tcW w:w="3601" w:type="pct"/>
            <w:tcBorders>
              <w:top w:val="single" w:sz="4" w:space="0" w:color="auto"/>
              <w:left w:val="single" w:sz="4" w:space="0" w:color="auto"/>
              <w:bottom w:val="single" w:sz="4" w:space="0" w:color="auto"/>
              <w:right w:val="single" w:sz="8" w:space="0" w:color="auto"/>
            </w:tcBorders>
            <w:vAlign w:val="center"/>
            <w:hideMark/>
          </w:tcPr>
          <w:p w14:paraId="49B8CA4C" w14:textId="77777777" w:rsidR="000E3DE0" w:rsidRPr="00DD6C2E" w:rsidRDefault="000E3DE0" w:rsidP="00DD6C2E">
            <w:pPr>
              <w:jc w:val="left"/>
              <w:rPr>
                <w:rFonts w:cs="Arial"/>
                <w:color w:val="000000"/>
                <w:sz w:val="18"/>
                <w:szCs w:val="18"/>
              </w:rPr>
            </w:pPr>
            <w:r w:rsidRPr="00DD6C2E">
              <w:rPr>
                <w:rFonts w:cs="Arial"/>
                <w:color w:val="000000"/>
                <w:sz w:val="18"/>
                <w:szCs w:val="18"/>
              </w:rPr>
              <w:t>KONTEJNEROVÉ STÁNÍ SUŠENÉHO KALU</w:t>
            </w:r>
          </w:p>
        </w:tc>
      </w:tr>
      <w:tr w:rsidR="000E3DE0" w:rsidRPr="00DD6C2E" w14:paraId="039ABF83"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1066B9A2" w14:textId="79E2D6E7" w:rsidR="000E3DE0" w:rsidRPr="00DD6C2E" w:rsidRDefault="000E3DE0" w:rsidP="000C35B2">
            <w:pPr>
              <w:jc w:val="center"/>
              <w:rPr>
                <w:rFonts w:ascii="Calibri" w:hAnsi="Calibri" w:cs="Calibri"/>
                <w:color w:val="000000"/>
                <w:sz w:val="22"/>
                <w:szCs w:val="22"/>
              </w:rPr>
            </w:pPr>
            <w:proofErr w:type="gramStart"/>
            <w:r>
              <w:rPr>
                <w:rFonts w:ascii="Calibri" w:hAnsi="Calibri" w:cs="Calibri"/>
                <w:color w:val="000000"/>
                <w:sz w:val="22"/>
                <w:szCs w:val="22"/>
              </w:rPr>
              <w:t>48A</w:t>
            </w:r>
            <w:proofErr w:type="gramEnd"/>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4FEC46EE" w14:textId="77777777" w:rsidR="000E3DE0" w:rsidRPr="00DD6C2E" w:rsidRDefault="000E3DE0" w:rsidP="000C35B2">
            <w:pPr>
              <w:jc w:val="center"/>
              <w:rPr>
                <w:rFonts w:ascii="Calibri" w:hAnsi="Calibri" w:cs="Calibri"/>
                <w:color w:val="000000"/>
                <w:sz w:val="22"/>
                <w:szCs w:val="22"/>
              </w:rPr>
            </w:pPr>
          </w:p>
        </w:tc>
        <w:tc>
          <w:tcPr>
            <w:tcW w:w="397" w:type="pct"/>
            <w:tcBorders>
              <w:top w:val="single" w:sz="4" w:space="0" w:color="auto"/>
              <w:left w:val="single" w:sz="4" w:space="0" w:color="auto"/>
              <w:bottom w:val="single" w:sz="4" w:space="0" w:color="auto"/>
              <w:right w:val="single" w:sz="4" w:space="0" w:color="auto"/>
            </w:tcBorders>
            <w:vAlign w:val="center"/>
            <w:hideMark/>
          </w:tcPr>
          <w:p w14:paraId="3669F273" w14:textId="77777777" w:rsidR="000E3DE0" w:rsidRPr="00DD6C2E" w:rsidRDefault="000E3DE0" w:rsidP="000C35B2">
            <w:pPr>
              <w:jc w:val="center"/>
              <w:rPr>
                <w:rFonts w:cs="Arial"/>
                <w:color w:val="000000"/>
                <w:sz w:val="18"/>
                <w:szCs w:val="18"/>
              </w:rPr>
            </w:pPr>
            <w:r w:rsidRPr="00DD6C2E">
              <w:rPr>
                <w:rFonts w:cs="Arial"/>
                <w:color w:val="000000"/>
                <w:sz w:val="18"/>
                <w:szCs w:val="18"/>
              </w:rPr>
              <w:t>4800</w:t>
            </w:r>
          </w:p>
        </w:tc>
        <w:tc>
          <w:tcPr>
            <w:tcW w:w="3601" w:type="pct"/>
            <w:tcBorders>
              <w:top w:val="single" w:sz="4" w:space="0" w:color="auto"/>
              <w:left w:val="single" w:sz="4" w:space="0" w:color="auto"/>
              <w:bottom w:val="single" w:sz="4" w:space="0" w:color="auto"/>
              <w:right w:val="single" w:sz="8" w:space="0" w:color="auto"/>
            </w:tcBorders>
            <w:vAlign w:val="center"/>
            <w:hideMark/>
          </w:tcPr>
          <w:p w14:paraId="6BE6781C" w14:textId="77777777" w:rsidR="000E3DE0" w:rsidRPr="00DD6C2E" w:rsidRDefault="000E3DE0" w:rsidP="00DD6C2E">
            <w:pPr>
              <w:jc w:val="left"/>
              <w:rPr>
                <w:rFonts w:cs="Arial"/>
                <w:color w:val="000000"/>
                <w:sz w:val="18"/>
                <w:szCs w:val="18"/>
              </w:rPr>
            </w:pPr>
            <w:r w:rsidRPr="00DD6C2E">
              <w:rPr>
                <w:rFonts w:cs="Arial"/>
                <w:color w:val="000000"/>
                <w:sz w:val="18"/>
                <w:szCs w:val="18"/>
              </w:rPr>
              <w:t>PODZEMNÍ SPOJOVACÍ KOLEKTORY</w:t>
            </w:r>
          </w:p>
        </w:tc>
      </w:tr>
      <w:tr w:rsidR="000E3DE0" w:rsidRPr="00DD6C2E" w14:paraId="484A7B09" w14:textId="77777777" w:rsidTr="000E3DE0">
        <w:trPr>
          <w:trHeight w:val="300"/>
        </w:trPr>
        <w:tc>
          <w:tcPr>
            <w:tcW w:w="555" w:type="pct"/>
            <w:tcBorders>
              <w:top w:val="single" w:sz="4" w:space="0" w:color="auto"/>
              <w:left w:val="single" w:sz="8" w:space="0" w:color="auto"/>
              <w:bottom w:val="single" w:sz="4" w:space="0" w:color="auto"/>
              <w:right w:val="single" w:sz="4" w:space="0" w:color="auto"/>
            </w:tcBorders>
            <w:noWrap/>
            <w:vAlign w:val="bottom"/>
            <w:hideMark/>
          </w:tcPr>
          <w:p w14:paraId="62B1C972"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w:t>
            </w:r>
          </w:p>
        </w:tc>
        <w:tc>
          <w:tcPr>
            <w:tcW w:w="447" w:type="pct"/>
            <w:tcBorders>
              <w:top w:val="single" w:sz="4" w:space="0" w:color="auto"/>
              <w:left w:val="single" w:sz="4" w:space="0" w:color="auto"/>
              <w:bottom w:val="single" w:sz="4" w:space="0" w:color="auto"/>
              <w:right w:val="single" w:sz="4" w:space="0" w:color="auto"/>
            </w:tcBorders>
            <w:noWrap/>
            <w:vAlign w:val="bottom"/>
            <w:hideMark/>
          </w:tcPr>
          <w:p w14:paraId="598A17D8" w14:textId="77777777" w:rsidR="000E3DE0" w:rsidRPr="00DD6C2E" w:rsidRDefault="000E3DE0" w:rsidP="000C35B2">
            <w:pPr>
              <w:jc w:val="center"/>
              <w:rPr>
                <w:rFonts w:ascii="Calibri" w:hAnsi="Calibri" w:cs="Calibri"/>
                <w:i/>
                <w:iCs/>
                <w:color w:val="000000"/>
                <w:sz w:val="22"/>
                <w:szCs w:val="22"/>
              </w:rPr>
            </w:pPr>
            <w:r w:rsidRPr="00DD6C2E">
              <w:rPr>
                <w:rFonts w:ascii="Calibri" w:hAnsi="Calibri" w:cs="Calibri"/>
                <w:i/>
                <w:iCs/>
                <w:color w:val="000000"/>
                <w:sz w:val="22"/>
                <w:szCs w:val="22"/>
              </w:rPr>
              <w:t>4900</w:t>
            </w:r>
          </w:p>
        </w:tc>
        <w:tc>
          <w:tcPr>
            <w:tcW w:w="397" w:type="pct"/>
            <w:tcBorders>
              <w:top w:val="single" w:sz="4" w:space="0" w:color="auto"/>
              <w:left w:val="single" w:sz="4" w:space="0" w:color="auto"/>
              <w:bottom w:val="single" w:sz="4" w:space="0" w:color="auto"/>
              <w:right w:val="single" w:sz="4" w:space="0" w:color="auto"/>
            </w:tcBorders>
            <w:vAlign w:val="center"/>
            <w:hideMark/>
          </w:tcPr>
          <w:p w14:paraId="21C195DC" w14:textId="77777777" w:rsidR="000E3DE0" w:rsidRPr="00DD6C2E" w:rsidRDefault="000E3DE0" w:rsidP="000C35B2">
            <w:pPr>
              <w:jc w:val="center"/>
              <w:rPr>
                <w:rFonts w:cs="Arial"/>
                <w:color w:val="000000"/>
                <w:sz w:val="18"/>
                <w:szCs w:val="18"/>
              </w:rPr>
            </w:pPr>
            <w:r w:rsidRPr="00DD6C2E">
              <w:rPr>
                <w:rFonts w:cs="Arial"/>
                <w:color w:val="000000"/>
                <w:sz w:val="18"/>
                <w:szCs w:val="18"/>
              </w:rPr>
              <w:t>4901</w:t>
            </w:r>
          </w:p>
        </w:tc>
        <w:tc>
          <w:tcPr>
            <w:tcW w:w="3601" w:type="pct"/>
            <w:tcBorders>
              <w:top w:val="single" w:sz="4" w:space="0" w:color="auto"/>
              <w:left w:val="single" w:sz="4" w:space="0" w:color="auto"/>
              <w:bottom w:val="single" w:sz="4" w:space="0" w:color="auto"/>
              <w:right w:val="single" w:sz="8" w:space="0" w:color="auto"/>
            </w:tcBorders>
            <w:vAlign w:val="center"/>
            <w:hideMark/>
          </w:tcPr>
          <w:p w14:paraId="58DD992F" w14:textId="77777777" w:rsidR="000E3DE0" w:rsidRPr="00DD6C2E" w:rsidRDefault="000E3DE0" w:rsidP="00DD6C2E">
            <w:pPr>
              <w:jc w:val="left"/>
              <w:rPr>
                <w:rFonts w:cs="Arial"/>
                <w:color w:val="000000"/>
                <w:sz w:val="18"/>
                <w:szCs w:val="18"/>
              </w:rPr>
            </w:pPr>
            <w:r w:rsidRPr="00DD6C2E">
              <w:rPr>
                <w:rFonts w:cs="Arial"/>
                <w:color w:val="000000"/>
                <w:sz w:val="18"/>
                <w:szCs w:val="18"/>
              </w:rPr>
              <w:t>DEMOLICE</w:t>
            </w:r>
          </w:p>
        </w:tc>
      </w:tr>
      <w:tr w:rsidR="000E3DE0" w:rsidRPr="00DD6C2E" w14:paraId="42F0526A" w14:textId="77777777" w:rsidTr="000E3DE0">
        <w:trPr>
          <w:trHeight w:val="315"/>
        </w:trPr>
        <w:tc>
          <w:tcPr>
            <w:tcW w:w="555" w:type="pct"/>
            <w:tcBorders>
              <w:top w:val="single" w:sz="4" w:space="0" w:color="auto"/>
              <w:left w:val="single" w:sz="8" w:space="0" w:color="auto"/>
              <w:bottom w:val="single" w:sz="8" w:space="0" w:color="auto"/>
              <w:right w:val="single" w:sz="4" w:space="0" w:color="auto"/>
            </w:tcBorders>
            <w:noWrap/>
            <w:vAlign w:val="bottom"/>
            <w:hideMark/>
          </w:tcPr>
          <w:p w14:paraId="6C5EF5BD"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w:t>
            </w:r>
          </w:p>
        </w:tc>
        <w:tc>
          <w:tcPr>
            <w:tcW w:w="447" w:type="pct"/>
            <w:tcBorders>
              <w:top w:val="single" w:sz="4" w:space="0" w:color="auto"/>
              <w:left w:val="single" w:sz="4" w:space="0" w:color="auto"/>
              <w:bottom w:val="single" w:sz="8" w:space="0" w:color="auto"/>
              <w:right w:val="single" w:sz="4" w:space="0" w:color="auto"/>
            </w:tcBorders>
            <w:noWrap/>
            <w:vAlign w:val="bottom"/>
            <w:hideMark/>
          </w:tcPr>
          <w:p w14:paraId="12063BF7" w14:textId="77777777" w:rsidR="000E3DE0" w:rsidRPr="00DD6C2E" w:rsidRDefault="000E3DE0" w:rsidP="000C35B2">
            <w:pPr>
              <w:jc w:val="center"/>
              <w:rPr>
                <w:rFonts w:ascii="Calibri" w:hAnsi="Calibri" w:cs="Calibri"/>
                <w:color w:val="000000"/>
                <w:sz w:val="22"/>
                <w:szCs w:val="22"/>
              </w:rPr>
            </w:pPr>
            <w:r w:rsidRPr="00DD6C2E">
              <w:rPr>
                <w:rFonts w:ascii="Calibri" w:hAnsi="Calibri" w:cs="Calibri"/>
                <w:color w:val="000000"/>
                <w:sz w:val="22"/>
                <w:szCs w:val="22"/>
              </w:rPr>
              <w:t>-</w:t>
            </w:r>
          </w:p>
        </w:tc>
        <w:tc>
          <w:tcPr>
            <w:tcW w:w="397" w:type="pct"/>
            <w:tcBorders>
              <w:top w:val="single" w:sz="4" w:space="0" w:color="auto"/>
              <w:left w:val="single" w:sz="4" w:space="0" w:color="auto"/>
              <w:bottom w:val="single" w:sz="8" w:space="0" w:color="auto"/>
              <w:right w:val="single" w:sz="4" w:space="0" w:color="auto"/>
            </w:tcBorders>
            <w:vAlign w:val="center"/>
            <w:hideMark/>
          </w:tcPr>
          <w:p w14:paraId="14372037" w14:textId="77777777" w:rsidR="000E3DE0" w:rsidRPr="00DD6C2E" w:rsidRDefault="000E3DE0" w:rsidP="000C35B2">
            <w:pPr>
              <w:jc w:val="center"/>
              <w:rPr>
                <w:rFonts w:cs="Arial"/>
                <w:color w:val="000000"/>
                <w:sz w:val="18"/>
                <w:szCs w:val="18"/>
              </w:rPr>
            </w:pPr>
            <w:r w:rsidRPr="00DD6C2E">
              <w:rPr>
                <w:rFonts w:cs="Arial"/>
                <w:color w:val="000000"/>
                <w:sz w:val="18"/>
                <w:szCs w:val="18"/>
              </w:rPr>
              <w:t>4902</w:t>
            </w:r>
          </w:p>
        </w:tc>
        <w:tc>
          <w:tcPr>
            <w:tcW w:w="3601" w:type="pct"/>
            <w:tcBorders>
              <w:top w:val="single" w:sz="4" w:space="0" w:color="auto"/>
              <w:left w:val="single" w:sz="4" w:space="0" w:color="auto"/>
              <w:bottom w:val="single" w:sz="8" w:space="0" w:color="auto"/>
              <w:right w:val="single" w:sz="8" w:space="0" w:color="auto"/>
            </w:tcBorders>
            <w:vAlign w:val="center"/>
            <w:hideMark/>
          </w:tcPr>
          <w:p w14:paraId="00E0963D" w14:textId="77777777" w:rsidR="000E3DE0" w:rsidRPr="00DD6C2E" w:rsidRDefault="000E3DE0" w:rsidP="00DD6C2E">
            <w:pPr>
              <w:jc w:val="left"/>
              <w:rPr>
                <w:rFonts w:cs="Arial"/>
                <w:color w:val="000000"/>
                <w:sz w:val="18"/>
                <w:szCs w:val="18"/>
              </w:rPr>
            </w:pPr>
            <w:r w:rsidRPr="00DD6C2E">
              <w:rPr>
                <w:rFonts w:cs="Arial"/>
                <w:color w:val="000000"/>
                <w:sz w:val="18"/>
                <w:szCs w:val="18"/>
              </w:rPr>
              <w:t>HLUBINNÉ ZAKLÁDÁNÍ</w:t>
            </w:r>
          </w:p>
        </w:tc>
      </w:tr>
    </w:tbl>
    <w:p w14:paraId="5AFD832E" w14:textId="77777777" w:rsidR="00F84F8C" w:rsidRDefault="00F84F8C" w:rsidP="00F84F8C"/>
    <w:p w14:paraId="4A9E5819" w14:textId="6EA15DE4" w:rsidR="00DD6C2E" w:rsidRDefault="00DD6C2E">
      <w:pPr>
        <w:jc w:val="left"/>
      </w:pPr>
      <w:r>
        <w:br w:type="page"/>
      </w:r>
    </w:p>
    <w:p w14:paraId="37A68F80" w14:textId="6A9F3605" w:rsidR="00F84F8C" w:rsidRDefault="00F84F8C" w:rsidP="00F84F8C">
      <w:r w:rsidRPr="003F328D">
        <w:lastRenderedPageBreak/>
        <w:t>Technologická část stavby – seznam provozních souborů (PS)</w:t>
      </w:r>
    </w:p>
    <w:p w14:paraId="78E84A02" w14:textId="77777777" w:rsidR="00DD6C2E" w:rsidRDefault="00DD6C2E" w:rsidP="00F84F8C"/>
    <w:tbl>
      <w:tblPr>
        <w:tblW w:w="5000" w:type="pct"/>
        <w:tblCellMar>
          <w:top w:w="15" w:type="dxa"/>
          <w:left w:w="70" w:type="dxa"/>
          <w:bottom w:w="15" w:type="dxa"/>
          <w:right w:w="70" w:type="dxa"/>
        </w:tblCellMar>
        <w:tblLook w:val="04A0" w:firstRow="1" w:lastRow="0" w:firstColumn="1" w:lastColumn="0" w:noHBand="0" w:noVBand="1"/>
      </w:tblPr>
      <w:tblGrid>
        <w:gridCol w:w="970"/>
        <w:gridCol w:w="1479"/>
        <w:gridCol w:w="4966"/>
        <w:gridCol w:w="5841"/>
      </w:tblGrid>
      <w:tr w:rsidR="00DD6C2E" w:rsidRPr="00DD6C2E" w14:paraId="042912ED" w14:textId="77777777" w:rsidTr="00DD6C2E">
        <w:trPr>
          <w:trHeight w:val="300"/>
        </w:trPr>
        <w:tc>
          <w:tcPr>
            <w:tcW w:w="924" w:type="pct"/>
            <w:gridSpan w:val="2"/>
            <w:tcBorders>
              <w:top w:val="single" w:sz="8" w:space="0" w:color="auto"/>
              <w:left w:val="single" w:sz="8" w:space="0" w:color="auto"/>
              <w:bottom w:val="single" w:sz="4" w:space="0" w:color="auto"/>
              <w:right w:val="single" w:sz="4" w:space="0" w:color="auto"/>
            </w:tcBorders>
            <w:vAlign w:val="center"/>
            <w:hideMark/>
          </w:tcPr>
          <w:p w14:paraId="68BDE2CE" w14:textId="77777777" w:rsidR="00DD6C2E" w:rsidRPr="00DD6C2E" w:rsidRDefault="00DD6C2E" w:rsidP="00DD6C2E">
            <w:pPr>
              <w:jc w:val="center"/>
              <w:rPr>
                <w:rFonts w:cs="Arial"/>
                <w:b/>
                <w:bCs/>
                <w:color w:val="000000"/>
                <w:sz w:val="18"/>
                <w:szCs w:val="18"/>
              </w:rPr>
            </w:pPr>
            <w:r w:rsidRPr="00DD6C2E">
              <w:rPr>
                <w:rFonts w:cs="Arial"/>
                <w:b/>
                <w:bCs/>
                <w:color w:val="000000"/>
                <w:sz w:val="18"/>
                <w:szCs w:val="18"/>
              </w:rPr>
              <w:t>Označení PS</w:t>
            </w:r>
          </w:p>
        </w:tc>
        <w:tc>
          <w:tcPr>
            <w:tcW w:w="4076" w:type="pct"/>
            <w:gridSpan w:val="2"/>
            <w:tcBorders>
              <w:top w:val="single" w:sz="8" w:space="0" w:color="auto"/>
              <w:left w:val="single" w:sz="4" w:space="0" w:color="auto"/>
              <w:bottom w:val="single" w:sz="4" w:space="0" w:color="auto"/>
              <w:right w:val="single" w:sz="4" w:space="0" w:color="auto"/>
            </w:tcBorders>
            <w:vAlign w:val="center"/>
            <w:hideMark/>
          </w:tcPr>
          <w:p w14:paraId="57B2DF30" w14:textId="77777777" w:rsidR="00DD6C2E" w:rsidRPr="00DD6C2E" w:rsidRDefault="00DD6C2E" w:rsidP="00DD6C2E">
            <w:pPr>
              <w:jc w:val="center"/>
              <w:rPr>
                <w:rFonts w:cs="Arial"/>
                <w:b/>
                <w:bCs/>
                <w:color w:val="000000"/>
                <w:sz w:val="18"/>
                <w:szCs w:val="18"/>
              </w:rPr>
            </w:pPr>
            <w:r w:rsidRPr="00DD6C2E">
              <w:rPr>
                <w:rFonts w:cs="Arial"/>
                <w:b/>
                <w:bCs/>
                <w:color w:val="000000"/>
                <w:sz w:val="18"/>
                <w:szCs w:val="18"/>
              </w:rPr>
              <w:t>Název PS</w:t>
            </w:r>
          </w:p>
        </w:tc>
      </w:tr>
      <w:tr w:rsidR="00DD6C2E" w:rsidRPr="00DD6C2E" w14:paraId="21E084F0" w14:textId="77777777" w:rsidTr="00DD6C2E">
        <w:trPr>
          <w:trHeight w:val="300"/>
        </w:trPr>
        <w:tc>
          <w:tcPr>
            <w:tcW w:w="366" w:type="pct"/>
            <w:tcBorders>
              <w:top w:val="single" w:sz="4" w:space="0" w:color="auto"/>
              <w:left w:val="single" w:sz="8" w:space="0" w:color="auto"/>
              <w:bottom w:val="nil"/>
              <w:right w:val="single" w:sz="4" w:space="0" w:color="auto"/>
            </w:tcBorders>
            <w:noWrap/>
            <w:vAlign w:val="bottom"/>
            <w:hideMark/>
          </w:tcPr>
          <w:p w14:paraId="36C7C373" w14:textId="77777777" w:rsidR="00DD6C2E" w:rsidRPr="00DD6C2E" w:rsidRDefault="00DD6C2E" w:rsidP="000C35B2">
            <w:pPr>
              <w:jc w:val="center"/>
              <w:rPr>
                <w:rFonts w:ascii="Calibri" w:hAnsi="Calibri" w:cs="Calibri"/>
                <w:b/>
                <w:bCs/>
                <w:color w:val="000000"/>
                <w:sz w:val="22"/>
                <w:szCs w:val="22"/>
              </w:rPr>
            </w:pPr>
            <w:r w:rsidRPr="00DD6C2E">
              <w:rPr>
                <w:rFonts w:ascii="Calibri" w:hAnsi="Calibri" w:cs="Calibri"/>
                <w:b/>
                <w:bCs/>
                <w:color w:val="000000"/>
                <w:sz w:val="22"/>
                <w:szCs w:val="22"/>
              </w:rPr>
              <w:t>DUR</w:t>
            </w:r>
          </w:p>
        </w:tc>
        <w:tc>
          <w:tcPr>
            <w:tcW w:w="558" w:type="pct"/>
            <w:tcBorders>
              <w:top w:val="single" w:sz="4" w:space="0" w:color="auto"/>
              <w:left w:val="single" w:sz="4" w:space="0" w:color="auto"/>
              <w:bottom w:val="nil"/>
              <w:right w:val="single" w:sz="4" w:space="0" w:color="auto"/>
            </w:tcBorders>
            <w:noWrap/>
            <w:vAlign w:val="bottom"/>
            <w:hideMark/>
          </w:tcPr>
          <w:p w14:paraId="28A1D2D8" w14:textId="77777777" w:rsidR="00DD6C2E" w:rsidRPr="00DD6C2E" w:rsidRDefault="00DD6C2E" w:rsidP="000C35B2">
            <w:pPr>
              <w:jc w:val="center"/>
              <w:rPr>
                <w:rFonts w:ascii="Calibri" w:hAnsi="Calibri" w:cs="Calibri"/>
                <w:b/>
                <w:bCs/>
                <w:color w:val="000000"/>
                <w:sz w:val="22"/>
                <w:szCs w:val="22"/>
              </w:rPr>
            </w:pPr>
            <w:r w:rsidRPr="00DD6C2E">
              <w:rPr>
                <w:rFonts w:ascii="Calibri" w:hAnsi="Calibri" w:cs="Calibri"/>
                <w:b/>
                <w:bCs/>
                <w:color w:val="000000"/>
                <w:sz w:val="22"/>
                <w:szCs w:val="22"/>
              </w:rPr>
              <w:t>DSP</w:t>
            </w:r>
          </w:p>
        </w:tc>
        <w:tc>
          <w:tcPr>
            <w:tcW w:w="1873" w:type="pct"/>
            <w:tcBorders>
              <w:top w:val="single" w:sz="4" w:space="0" w:color="auto"/>
              <w:left w:val="single" w:sz="4" w:space="0" w:color="auto"/>
              <w:bottom w:val="nil"/>
              <w:right w:val="single" w:sz="4" w:space="0" w:color="auto"/>
            </w:tcBorders>
            <w:noWrap/>
            <w:vAlign w:val="bottom"/>
            <w:hideMark/>
          </w:tcPr>
          <w:p w14:paraId="6322678E" w14:textId="77777777" w:rsidR="00DD6C2E" w:rsidRPr="00DD6C2E" w:rsidRDefault="00DD6C2E" w:rsidP="00DD6C2E">
            <w:pPr>
              <w:jc w:val="left"/>
              <w:rPr>
                <w:rFonts w:ascii="Calibri" w:hAnsi="Calibri" w:cs="Calibri"/>
                <w:b/>
                <w:bCs/>
                <w:color w:val="000000"/>
                <w:sz w:val="22"/>
                <w:szCs w:val="22"/>
              </w:rPr>
            </w:pPr>
            <w:r w:rsidRPr="00DD6C2E">
              <w:rPr>
                <w:rFonts w:ascii="Calibri" w:hAnsi="Calibri" w:cs="Calibri"/>
                <w:b/>
                <w:bCs/>
                <w:color w:val="000000"/>
                <w:sz w:val="22"/>
                <w:szCs w:val="22"/>
              </w:rPr>
              <w:t>DUR</w:t>
            </w:r>
          </w:p>
        </w:tc>
        <w:tc>
          <w:tcPr>
            <w:tcW w:w="2203" w:type="pct"/>
            <w:tcBorders>
              <w:top w:val="single" w:sz="4" w:space="0" w:color="auto"/>
              <w:left w:val="single" w:sz="4" w:space="0" w:color="auto"/>
              <w:bottom w:val="nil"/>
              <w:right w:val="single" w:sz="8" w:space="0" w:color="auto"/>
            </w:tcBorders>
            <w:noWrap/>
            <w:vAlign w:val="bottom"/>
            <w:hideMark/>
          </w:tcPr>
          <w:p w14:paraId="39EBB08B" w14:textId="77777777" w:rsidR="00DD6C2E" w:rsidRPr="00DD6C2E" w:rsidRDefault="00DD6C2E" w:rsidP="00DD6C2E">
            <w:pPr>
              <w:jc w:val="left"/>
              <w:rPr>
                <w:rFonts w:ascii="Calibri" w:hAnsi="Calibri" w:cs="Calibri"/>
                <w:b/>
                <w:bCs/>
                <w:color w:val="000000"/>
                <w:sz w:val="22"/>
                <w:szCs w:val="22"/>
              </w:rPr>
            </w:pPr>
            <w:r w:rsidRPr="00DD6C2E">
              <w:rPr>
                <w:rFonts w:ascii="Calibri" w:hAnsi="Calibri" w:cs="Calibri"/>
                <w:b/>
                <w:bCs/>
                <w:color w:val="000000"/>
                <w:sz w:val="22"/>
                <w:szCs w:val="22"/>
              </w:rPr>
              <w:t>DSP</w:t>
            </w:r>
          </w:p>
        </w:tc>
      </w:tr>
      <w:tr w:rsidR="00DD6C2E" w:rsidRPr="00DD6C2E" w14:paraId="439F1957"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3D58A6C2" w14:textId="77777777" w:rsidR="00DD6C2E" w:rsidRPr="00DD6C2E" w:rsidRDefault="00DD6C2E" w:rsidP="000C35B2">
            <w:pPr>
              <w:jc w:val="center"/>
              <w:rPr>
                <w:rFonts w:ascii="Calibri" w:hAnsi="Calibri" w:cs="Calibri"/>
                <w:color w:val="000000"/>
                <w:sz w:val="22"/>
                <w:szCs w:val="22"/>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0D022377" w14:textId="77777777" w:rsidR="00DD6C2E" w:rsidRPr="00DD6C2E" w:rsidRDefault="00DD6C2E" w:rsidP="000C35B2">
            <w:pPr>
              <w:jc w:val="center"/>
              <w:rPr>
                <w:rFonts w:cs="Arial"/>
                <w:color w:val="000000"/>
                <w:sz w:val="18"/>
                <w:szCs w:val="18"/>
              </w:rPr>
            </w:pPr>
            <w:proofErr w:type="gramStart"/>
            <w:r w:rsidRPr="00DD6C2E">
              <w:rPr>
                <w:rFonts w:cs="Arial"/>
                <w:color w:val="000000"/>
                <w:sz w:val="18"/>
                <w:szCs w:val="18"/>
              </w:rPr>
              <w:t>1400A</w:t>
            </w:r>
            <w:proofErr w:type="gramEnd"/>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26174E8B"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672CFAD1" w14:textId="77777777" w:rsidR="00DD6C2E" w:rsidRPr="00DD6C2E" w:rsidRDefault="00DD6C2E" w:rsidP="00DD6C2E">
            <w:pPr>
              <w:jc w:val="left"/>
              <w:rPr>
                <w:rFonts w:cs="Arial"/>
                <w:color w:val="000000"/>
                <w:sz w:val="18"/>
                <w:szCs w:val="18"/>
              </w:rPr>
            </w:pPr>
            <w:r w:rsidRPr="00DD6C2E">
              <w:rPr>
                <w:rFonts w:cs="Arial"/>
                <w:color w:val="000000"/>
                <w:sz w:val="18"/>
                <w:szCs w:val="18"/>
              </w:rPr>
              <w:t>ČS UŽITKOVÉ VODY</w:t>
            </w:r>
          </w:p>
        </w:tc>
      </w:tr>
      <w:tr w:rsidR="00DD6C2E" w:rsidRPr="00DD6C2E" w14:paraId="0C21011B"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499BEA48"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7D77B786" w14:textId="77777777" w:rsidR="00DD6C2E" w:rsidRPr="00DD6C2E" w:rsidRDefault="00DD6C2E" w:rsidP="000C35B2">
            <w:pPr>
              <w:jc w:val="center"/>
              <w:rPr>
                <w:rFonts w:cs="Arial"/>
                <w:color w:val="000000"/>
                <w:sz w:val="18"/>
                <w:szCs w:val="18"/>
              </w:rPr>
            </w:pPr>
            <w:proofErr w:type="gramStart"/>
            <w:r w:rsidRPr="00DD6C2E">
              <w:rPr>
                <w:rFonts w:cs="Arial"/>
                <w:color w:val="000000"/>
                <w:sz w:val="18"/>
                <w:szCs w:val="18"/>
              </w:rPr>
              <w:t>1400C</w:t>
            </w:r>
            <w:proofErr w:type="gramEnd"/>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74C89B0B"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4EF0EF81" w14:textId="77777777" w:rsidR="00DD6C2E" w:rsidRPr="00DD6C2E" w:rsidRDefault="00DD6C2E" w:rsidP="00DD6C2E">
            <w:pPr>
              <w:jc w:val="left"/>
              <w:rPr>
                <w:rFonts w:cs="Arial"/>
                <w:color w:val="000000"/>
                <w:sz w:val="18"/>
                <w:szCs w:val="18"/>
              </w:rPr>
            </w:pPr>
            <w:r w:rsidRPr="00DD6C2E">
              <w:rPr>
                <w:rFonts w:cs="Arial"/>
                <w:color w:val="000000"/>
                <w:sz w:val="18"/>
                <w:szCs w:val="18"/>
              </w:rPr>
              <w:t>OBJEKT DÁVKOVÁNÍ DESINFEKCE A ČERPÁNÍ</w:t>
            </w:r>
          </w:p>
        </w:tc>
      </w:tr>
      <w:tr w:rsidR="00DD6C2E" w:rsidRPr="00DD6C2E" w14:paraId="6E50A164"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69342918"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11197814" w14:textId="77777777" w:rsidR="00DD6C2E" w:rsidRPr="00DD6C2E" w:rsidRDefault="00DD6C2E" w:rsidP="000C35B2">
            <w:pPr>
              <w:jc w:val="center"/>
              <w:rPr>
                <w:rFonts w:cs="Arial"/>
                <w:color w:val="000000"/>
                <w:sz w:val="18"/>
                <w:szCs w:val="18"/>
              </w:rPr>
            </w:pPr>
            <w:r w:rsidRPr="00DD6C2E">
              <w:rPr>
                <w:rFonts w:cs="Arial"/>
                <w:color w:val="000000"/>
                <w:sz w:val="18"/>
                <w:szCs w:val="18"/>
              </w:rPr>
              <w:t>2103</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1920627F"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0A6F63B4" w14:textId="77777777" w:rsidR="00DD6C2E" w:rsidRPr="00DD6C2E" w:rsidRDefault="00DD6C2E" w:rsidP="00DD6C2E">
            <w:pPr>
              <w:jc w:val="left"/>
              <w:rPr>
                <w:rFonts w:cs="Arial"/>
                <w:color w:val="000000"/>
                <w:sz w:val="18"/>
                <w:szCs w:val="18"/>
              </w:rPr>
            </w:pPr>
            <w:r w:rsidRPr="00DD6C2E">
              <w:rPr>
                <w:rFonts w:cs="Arial"/>
                <w:color w:val="000000"/>
                <w:sz w:val="18"/>
                <w:szCs w:val="18"/>
              </w:rPr>
              <w:t>PLYNOVÉ MOTORY</w:t>
            </w:r>
          </w:p>
        </w:tc>
      </w:tr>
      <w:tr w:rsidR="00DD6C2E" w:rsidRPr="00DD6C2E" w14:paraId="235C61D2"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264C7197"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5DAE75DC" w14:textId="77777777" w:rsidR="00DD6C2E" w:rsidRPr="00DD6C2E" w:rsidRDefault="00DD6C2E" w:rsidP="000C35B2">
            <w:pPr>
              <w:jc w:val="center"/>
              <w:rPr>
                <w:rFonts w:cs="Arial"/>
                <w:color w:val="000000"/>
                <w:sz w:val="18"/>
                <w:szCs w:val="18"/>
              </w:rPr>
            </w:pPr>
            <w:r w:rsidRPr="00DD6C2E">
              <w:rPr>
                <w:rFonts w:cs="Arial"/>
                <w:color w:val="000000"/>
                <w:sz w:val="18"/>
                <w:szCs w:val="18"/>
              </w:rPr>
              <w:t>2104</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08EC681F"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70630FA7" w14:textId="77777777" w:rsidR="00DD6C2E" w:rsidRPr="00DD6C2E" w:rsidRDefault="00DD6C2E" w:rsidP="00DD6C2E">
            <w:pPr>
              <w:jc w:val="left"/>
              <w:rPr>
                <w:rFonts w:cs="Arial"/>
                <w:color w:val="000000"/>
                <w:sz w:val="18"/>
                <w:szCs w:val="18"/>
              </w:rPr>
            </w:pPr>
            <w:r w:rsidRPr="00DD6C2E">
              <w:rPr>
                <w:rFonts w:cs="Arial"/>
                <w:color w:val="000000"/>
                <w:sz w:val="18"/>
                <w:szCs w:val="18"/>
              </w:rPr>
              <w:t>KOTELNA A TEPLÁRNA</w:t>
            </w:r>
          </w:p>
        </w:tc>
      </w:tr>
      <w:tr w:rsidR="00DD6C2E" w:rsidRPr="00DD6C2E" w14:paraId="3D12563A"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2A217B59"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6185D8CD" w14:textId="77777777" w:rsidR="00DD6C2E" w:rsidRPr="00DD6C2E" w:rsidRDefault="00DD6C2E" w:rsidP="000C35B2">
            <w:pPr>
              <w:jc w:val="center"/>
              <w:rPr>
                <w:rFonts w:cs="Arial"/>
                <w:color w:val="000000"/>
                <w:sz w:val="18"/>
                <w:szCs w:val="18"/>
              </w:rPr>
            </w:pPr>
            <w:r w:rsidRPr="00DD6C2E">
              <w:rPr>
                <w:rFonts w:cs="Arial"/>
                <w:color w:val="000000"/>
                <w:sz w:val="18"/>
                <w:szCs w:val="18"/>
              </w:rPr>
              <w:t>2405</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66DB17A6"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7E2719B6" w14:textId="77777777" w:rsidR="00DD6C2E" w:rsidRPr="00DD6C2E" w:rsidRDefault="00DD6C2E" w:rsidP="00DD6C2E">
            <w:pPr>
              <w:jc w:val="left"/>
              <w:rPr>
                <w:rFonts w:cs="Arial"/>
                <w:color w:val="000000"/>
                <w:sz w:val="18"/>
                <w:szCs w:val="18"/>
              </w:rPr>
            </w:pPr>
            <w:r w:rsidRPr="00DD6C2E">
              <w:rPr>
                <w:rFonts w:cs="Arial"/>
                <w:color w:val="000000"/>
                <w:sz w:val="18"/>
                <w:szCs w:val="18"/>
              </w:rPr>
              <w:t>BIOFILTR E</w:t>
            </w:r>
          </w:p>
        </w:tc>
      </w:tr>
      <w:tr w:rsidR="00DD6C2E" w:rsidRPr="00DD6C2E" w14:paraId="119DC9A7"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0382B356"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48268990" w14:textId="77777777" w:rsidR="00DD6C2E" w:rsidRPr="00DD6C2E" w:rsidRDefault="00DD6C2E" w:rsidP="000C35B2">
            <w:pPr>
              <w:jc w:val="center"/>
              <w:rPr>
                <w:rFonts w:cs="Arial"/>
                <w:color w:val="000000"/>
                <w:sz w:val="18"/>
                <w:szCs w:val="18"/>
              </w:rPr>
            </w:pPr>
            <w:r w:rsidRPr="00DD6C2E">
              <w:rPr>
                <w:rFonts w:cs="Arial"/>
                <w:color w:val="000000"/>
                <w:sz w:val="18"/>
                <w:szCs w:val="18"/>
              </w:rPr>
              <w:t>2406</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0978304F"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62E1F5C1" w14:textId="77777777" w:rsidR="00DD6C2E" w:rsidRPr="00DD6C2E" w:rsidRDefault="00DD6C2E" w:rsidP="00DD6C2E">
            <w:pPr>
              <w:jc w:val="left"/>
              <w:rPr>
                <w:rFonts w:cs="Arial"/>
                <w:color w:val="000000"/>
                <w:sz w:val="18"/>
                <w:szCs w:val="18"/>
              </w:rPr>
            </w:pPr>
            <w:r w:rsidRPr="00DD6C2E">
              <w:rPr>
                <w:rFonts w:cs="Arial"/>
                <w:color w:val="000000"/>
                <w:sz w:val="18"/>
                <w:szCs w:val="18"/>
              </w:rPr>
              <w:t>BIOFILTR F</w:t>
            </w:r>
          </w:p>
        </w:tc>
      </w:tr>
      <w:tr w:rsidR="00DD6C2E" w:rsidRPr="00DD6C2E" w14:paraId="5508276B"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6D4DCBA7"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5C8ACA84" w14:textId="77777777" w:rsidR="00DD6C2E" w:rsidRPr="00DD6C2E" w:rsidRDefault="00DD6C2E" w:rsidP="000C35B2">
            <w:pPr>
              <w:jc w:val="center"/>
              <w:rPr>
                <w:rFonts w:cs="Arial"/>
                <w:color w:val="000000"/>
                <w:sz w:val="18"/>
                <w:szCs w:val="18"/>
              </w:rPr>
            </w:pPr>
            <w:r w:rsidRPr="00DD6C2E">
              <w:rPr>
                <w:rFonts w:cs="Arial"/>
                <w:color w:val="000000"/>
                <w:sz w:val="18"/>
                <w:szCs w:val="18"/>
              </w:rPr>
              <w:t>2407</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538805BD"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2451110F" w14:textId="77777777" w:rsidR="00DD6C2E" w:rsidRPr="00DD6C2E" w:rsidRDefault="00DD6C2E" w:rsidP="00DD6C2E">
            <w:pPr>
              <w:jc w:val="left"/>
              <w:rPr>
                <w:rFonts w:cs="Arial"/>
                <w:color w:val="000000"/>
                <w:sz w:val="18"/>
                <w:szCs w:val="18"/>
              </w:rPr>
            </w:pPr>
            <w:r w:rsidRPr="00DD6C2E">
              <w:rPr>
                <w:rFonts w:cs="Arial"/>
                <w:color w:val="000000"/>
                <w:sz w:val="18"/>
                <w:szCs w:val="18"/>
              </w:rPr>
              <w:t>BIOFILTR G</w:t>
            </w:r>
          </w:p>
        </w:tc>
      </w:tr>
      <w:tr w:rsidR="00DD6C2E" w:rsidRPr="00DD6C2E" w14:paraId="355BB20F"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34DD0BD7"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1F1BF406" w14:textId="77777777" w:rsidR="00DD6C2E" w:rsidRPr="00DD6C2E" w:rsidRDefault="00DD6C2E" w:rsidP="000C35B2">
            <w:pPr>
              <w:jc w:val="center"/>
              <w:rPr>
                <w:rFonts w:cs="Arial"/>
                <w:color w:val="000000"/>
                <w:sz w:val="18"/>
                <w:szCs w:val="18"/>
              </w:rPr>
            </w:pPr>
            <w:r w:rsidRPr="00DD6C2E">
              <w:rPr>
                <w:rFonts w:cs="Arial"/>
                <w:color w:val="000000"/>
                <w:sz w:val="18"/>
                <w:szCs w:val="18"/>
              </w:rPr>
              <w:t>2408</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0E6D5782"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13C2DB17" w14:textId="77777777" w:rsidR="00DD6C2E" w:rsidRPr="00DD6C2E" w:rsidRDefault="00DD6C2E" w:rsidP="00DD6C2E">
            <w:pPr>
              <w:jc w:val="left"/>
              <w:rPr>
                <w:rFonts w:cs="Arial"/>
                <w:color w:val="000000"/>
                <w:sz w:val="18"/>
                <w:szCs w:val="18"/>
              </w:rPr>
            </w:pPr>
            <w:r w:rsidRPr="00DD6C2E">
              <w:rPr>
                <w:rFonts w:cs="Arial"/>
                <w:color w:val="000000"/>
                <w:sz w:val="18"/>
                <w:szCs w:val="18"/>
              </w:rPr>
              <w:t>BIOFILTR H</w:t>
            </w:r>
          </w:p>
        </w:tc>
      </w:tr>
      <w:tr w:rsidR="00DD6C2E" w:rsidRPr="00DD6C2E" w14:paraId="230D1EA9"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19CAC5D7"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13147B29" w14:textId="77777777" w:rsidR="00DD6C2E" w:rsidRPr="00DD6C2E" w:rsidRDefault="00DD6C2E" w:rsidP="000C35B2">
            <w:pPr>
              <w:jc w:val="center"/>
              <w:rPr>
                <w:rFonts w:cs="Arial"/>
                <w:color w:val="000000"/>
                <w:sz w:val="18"/>
                <w:szCs w:val="18"/>
              </w:rPr>
            </w:pPr>
            <w:r w:rsidRPr="00DD6C2E">
              <w:rPr>
                <w:rFonts w:cs="Arial"/>
                <w:color w:val="000000"/>
                <w:sz w:val="18"/>
                <w:szCs w:val="18"/>
              </w:rPr>
              <w:t>2500</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13C59443"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1DD582F1" w14:textId="77777777" w:rsidR="00DD6C2E" w:rsidRPr="00DD6C2E" w:rsidRDefault="00DD6C2E" w:rsidP="00DD6C2E">
            <w:pPr>
              <w:jc w:val="left"/>
              <w:rPr>
                <w:rFonts w:cs="Arial"/>
                <w:color w:val="000000"/>
                <w:sz w:val="18"/>
                <w:szCs w:val="18"/>
              </w:rPr>
            </w:pPr>
            <w:r w:rsidRPr="00DD6C2E">
              <w:rPr>
                <w:rFonts w:cs="Arial"/>
                <w:color w:val="000000"/>
                <w:sz w:val="18"/>
                <w:szCs w:val="18"/>
              </w:rPr>
              <w:t>PROVOZNÍ ROZVOD SILNOPROUDU</w:t>
            </w:r>
          </w:p>
        </w:tc>
      </w:tr>
      <w:tr w:rsidR="00DD6C2E" w:rsidRPr="00DD6C2E" w14:paraId="42F2C7F9"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495DFB55"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357FBFBA" w14:textId="77777777" w:rsidR="00DD6C2E" w:rsidRPr="00DD6C2E" w:rsidRDefault="00DD6C2E" w:rsidP="000C35B2">
            <w:pPr>
              <w:jc w:val="center"/>
              <w:rPr>
                <w:rFonts w:cs="Arial"/>
                <w:color w:val="000000"/>
                <w:sz w:val="18"/>
                <w:szCs w:val="18"/>
              </w:rPr>
            </w:pPr>
            <w:r w:rsidRPr="00DD6C2E">
              <w:rPr>
                <w:rFonts w:cs="Arial"/>
                <w:color w:val="000000"/>
                <w:sz w:val="18"/>
                <w:szCs w:val="18"/>
              </w:rPr>
              <w:t>2570</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00EAFFDE"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52668B17" w14:textId="77777777" w:rsidR="00DD6C2E" w:rsidRPr="00DD6C2E" w:rsidRDefault="00DD6C2E" w:rsidP="00DD6C2E">
            <w:pPr>
              <w:jc w:val="left"/>
              <w:rPr>
                <w:rFonts w:cs="Arial"/>
                <w:color w:val="000000"/>
                <w:sz w:val="18"/>
                <w:szCs w:val="18"/>
              </w:rPr>
            </w:pPr>
            <w:r w:rsidRPr="00DD6C2E">
              <w:rPr>
                <w:rFonts w:cs="Arial"/>
                <w:color w:val="000000"/>
                <w:sz w:val="18"/>
                <w:szCs w:val="18"/>
              </w:rPr>
              <w:t>NAPOJENÍ KOGENERAČNÍ JEDNOTKY KGJ3</w:t>
            </w:r>
          </w:p>
        </w:tc>
      </w:tr>
      <w:tr w:rsidR="00DD6C2E" w:rsidRPr="00DD6C2E" w14:paraId="2E90AEAB"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76EE7FDC"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36AC040C" w14:textId="77777777" w:rsidR="00DD6C2E" w:rsidRPr="00DD6C2E" w:rsidRDefault="00DD6C2E" w:rsidP="000C35B2">
            <w:pPr>
              <w:jc w:val="center"/>
              <w:rPr>
                <w:rFonts w:cs="Arial"/>
                <w:color w:val="000000"/>
                <w:sz w:val="18"/>
                <w:szCs w:val="18"/>
              </w:rPr>
            </w:pPr>
            <w:r w:rsidRPr="00DD6C2E">
              <w:rPr>
                <w:rFonts w:cs="Arial"/>
                <w:color w:val="000000"/>
                <w:sz w:val="18"/>
                <w:szCs w:val="18"/>
              </w:rPr>
              <w:t>2670</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00241435"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0327F28D" w14:textId="77777777" w:rsidR="00DD6C2E" w:rsidRPr="00DD6C2E" w:rsidRDefault="00DD6C2E" w:rsidP="00DD6C2E">
            <w:pPr>
              <w:jc w:val="left"/>
              <w:rPr>
                <w:rFonts w:cs="Arial"/>
                <w:color w:val="000000"/>
                <w:sz w:val="18"/>
                <w:szCs w:val="18"/>
              </w:rPr>
            </w:pPr>
            <w:r w:rsidRPr="00DD6C2E">
              <w:rPr>
                <w:rFonts w:cs="Arial"/>
                <w:color w:val="000000"/>
                <w:sz w:val="18"/>
                <w:szCs w:val="18"/>
              </w:rPr>
              <w:t>MĚŘENÍ A REGULACE</w:t>
            </w:r>
          </w:p>
        </w:tc>
      </w:tr>
      <w:tr w:rsidR="00DD6C2E" w:rsidRPr="00DD6C2E" w14:paraId="69B26D47"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7F8994BF"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5C1C5E01" w14:textId="77777777" w:rsidR="00DD6C2E" w:rsidRPr="00DD6C2E" w:rsidRDefault="00DD6C2E" w:rsidP="000C35B2">
            <w:pPr>
              <w:jc w:val="center"/>
              <w:rPr>
                <w:rFonts w:cs="Arial"/>
                <w:color w:val="000000"/>
                <w:sz w:val="18"/>
                <w:szCs w:val="18"/>
              </w:rPr>
            </w:pPr>
            <w:r w:rsidRPr="00DD6C2E">
              <w:rPr>
                <w:rFonts w:cs="Arial"/>
                <w:color w:val="000000"/>
                <w:sz w:val="18"/>
                <w:szCs w:val="18"/>
              </w:rPr>
              <w:t>2700</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474F4346"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46D4B862" w14:textId="77777777" w:rsidR="00DD6C2E" w:rsidRPr="00DD6C2E" w:rsidRDefault="00DD6C2E" w:rsidP="00DD6C2E">
            <w:pPr>
              <w:jc w:val="left"/>
              <w:rPr>
                <w:rFonts w:cs="Arial"/>
                <w:color w:val="000000"/>
                <w:sz w:val="18"/>
                <w:szCs w:val="18"/>
              </w:rPr>
            </w:pPr>
            <w:r w:rsidRPr="00DD6C2E">
              <w:rPr>
                <w:rFonts w:cs="Arial"/>
                <w:color w:val="000000"/>
                <w:sz w:val="18"/>
                <w:szCs w:val="18"/>
              </w:rPr>
              <w:t>AUTOMATIZOVANÝ SYSTÉM ŘÍZENÍ A PROVOZU</w:t>
            </w:r>
          </w:p>
        </w:tc>
      </w:tr>
      <w:tr w:rsidR="00DD6C2E" w:rsidRPr="00DD6C2E" w14:paraId="4043BB99"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7D172949"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7C97D651" w14:textId="77777777" w:rsidR="00DD6C2E" w:rsidRPr="00DD6C2E" w:rsidRDefault="00DD6C2E" w:rsidP="000C35B2">
            <w:pPr>
              <w:jc w:val="center"/>
              <w:rPr>
                <w:rFonts w:cs="Arial"/>
                <w:color w:val="000000"/>
                <w:sz w:val="18"/>
                <w:szCs w:val="18"/>
              </w:rPr>
            </w:pPr>
            <w:r w:rsidRPr="00DD6C2E">
              <w:rPr>
                <w:rFonts w:cs="Arial"/>
                <w:color w:val="000000"/>
                <w:sz w:val="18"/>
                <w:szCs w:val="18"/>
              </w:rPr>
              <w:t>2830</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6805EAEB"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46121F33" w14:textId="77777777" w:rsidR="00DD6C2E" w:rsidRPr="00DD6C2E" w:rsidRDefault="00DD6C2E" w:rsidP="00DD6C2E">
            <w:pPr>
              <w:jc w:val="left"/>
              <w:rPr>
                <w:rFonts w:cs="Arial"/>
                <w:color w:val="000000"/>
                <w:sz w:val="18"/>
                <w:szCs w:val="18"/>
              </w:rPr>
            </w:pPr>
            <w:r w:rsidRPr="00DD6C2E">
              <w:rPr>
                <w:rFonts w:cs="Arial"/>
                <w:color w:val="000000"/>
                <w:sz w:val="18"/>
                <w:szCs w:val="18"/>
              </w:rPr>
              <w:t>VENKOVNÍ KABELOVÉ ROZVODY</w:t>
            </w:r>
          </w:p>
        </w:tc>
      </w:tr>
      <w:tr w:rsidR="00DD6C2E" w:rsidRPr="00DD6C2E" w14:paraId="24F0AD72"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0180AEC8"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40BDEC19" w14:textId="77777777" w:rsidR="00DD6C2E" w:rsidRPr="00DD6C2E" w:rsidRDefault="00DD6C2E" w:rsidP="000C35B2">
            <w:pPr>
              <w:jc w:val="center"/>
              <w:rPr>
                <w:rFonts w:cs="Arial"/>
                <w:color w:val="000000"/>
                <w:sz w:val="18"/>
                <w:szCs w:val="18"/>
              </w:rPr>
            </w:pPr>
            <w:r w:rsidRPr="00DD6C2E">
              <w:rPr>
                <w:rFonts w:cs="Arial"/>
                <w:color w:val="000000"/>
                <w:sz w:val="18"/>
                <w:szCs w:val="18"/>
              </w:rPr>
              <w:t>3005</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511752D3"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06D1427F" w14:textId="77777777" w:rsidR="00DD6C2E" w:rsidRPr="00DD6C2E" w:rsidRDefault="00DD6C2E" w:rsidP="00DD6C2E">
            <w:pPr>
              <w:jc w:val="left"/>
              <w:rPr>
                <w:rFonts w:cs="Arial"/>
                <w:color w:val="000000"/>
                <w:sz w:val="18"/>
                <w:szCs w:val="18"/>
              </w:rPr>
            </w:pPr>
            <w:r w:rsidRPr="00DD6C2E">
              <w:rPr>
                <w:rFonts w:cs="Arial"/>
                <w:color w:val="000000"/>
                <w:sz w:val="18"/>
                <w:szCs w:val="18"/>
              </w:rPr>
              <w:t>PODRUŽNÁ TRAFOSTANICE TS 1.4</w:t>
            </w:r>
          </w:p>
        </w:tc>
      </w:tr>
      <w:tr w:rsidR="00DD6C2E" w:rsidRPr="00DD6C2E" w14:paraId="5F1CE98F"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699F83BD" w14:textId="77777777" w:rsidR="00DD6C2E" w:rsidRPr="00DD6C2E" w:rsidRDefault="00DD6C2E" w:rsidP="000C35B2">
            <w:pPr>
              <w:jc w:val="center"/>
              <w:rPr>
                <w:rFonts w:ascii="Times New Roman" w:hAnsi="Times New Roman"/>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278DE5AB" w14:textId="77777777" w:rsidR="00DD6C2E" w:rsidRPr="00DD6C2E" w:rsidRDefault="00DD6C2E" w:rsidP="000C35B2">
            <w:pPr>
              <w:jc w:val="center"/>
              <w:rPr>
                <w:rFonts w:cs="Arial"/>
                <w:color w:val="000000"/>
                <w:sz w:val="18"/>
                <w:szCs w:val="18"/>
              </w:rPr>
            </w:pPr>
            <w:r w:rsidRPr="00DD6C2E">
              <w:rPr>
                <w:rFonts w:cs="Arial"/>
                <w:color w:val="000000"/>
                <w:sz w:val="18"/>
                <w:szCs w:val="18"/>
              </w:rPr>
              <w:t>4000</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09B09C34"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57652A84" w14:textId="77777777" w:rsidR="00DD6C2E" w:rsidRPr="00DD6C2E" w:rsidRDefault="00DD6C2E" w:rsidP="00DD6C2E">
            <w:pPr>
              <w:jc w:val="left"/>
              <w:rPr>
                <w:rFonts w:cs="Arial"/>
                <w:color w:val="000000"/>
                <w:sz w:val="18"/>
                <w:szCs w:val="18"/>
              </w:rPr>
            </w:pPr>
            <w:r w:rsidRPr="00DD6C2E">
              <w:rPr>
                <w:rFonts w:cs="Arial"/>
                <w:color w:val="000000"/>
                <w:sz w:val="18"/>
                <w:szCs w:val="18"/>
              </w:rPr>
              <w:t>STROJNÍ ZAHUŠŤOVÁNÍ PŘEBYTEČNÉHO KALU</w:t>
            </w:r>
          </w:p>
        </w:tc>
      </w:tr>
      <w:tr w:rsidR="00DD6C2E" w:rsidRPr="00DD6C2E" w14:paraId="24AFBF63"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73390A75"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6E531FD7" w14:textId="77777777" w:rsidR="00DD6C2E" w:rsidRPr="00DD6C2E" w:rsidRDefault="00DD6C2E" w:rsidP="000C35B2">
            <w:pPr>
              <w:jc w:val="center"/>
              <w:rPr>
                <w:rFonts w:cs="Arial"/>
                <w:color w:val="000000"/>
                <w:sz w:val="18"/>
                <w:szCs w:val="18"/>
              </w:rPr>
            </w:pPr>
            <w:r w:rsidRPr="00DD6C2E">
              <w:rPr>
                <w:rFonts w:cs="Arial"/>
                <w:color w:val="000000"/>
                <w:sz w:val="18"/>
                <w:szCs w:val="18"/>
              </w:rPr>
              <w:t>4200</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05F96655"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4BD77BA8" w14:textId="77777777" w:rsidR="00DD6C2E" w:rsidRPr="00DD6C2E" w:rsidRDefault="00DD6C2E" w:rsidP="00DD6C2E">
            <w:pPr>
              <w:jc w:val="left"/>
              <w:rPr>
                <w:rFonts w:cs="Arial"/>
                <w:color w:val="000000"/>
                <w:sz w:val="18"/>
                <w:szCs w:val="18"/>
              </w:rPr>
            </w:pPr>
            <w:r w:rsidRPr="00DD6C2E">
              <w:rPr>
                <w:rFonts w:cs="Arial"/>
                <w:color w:val="000000"/>
                <w:sz w:val="18"/>
                <w:szCs w:val="18"/>
              </w:rPr>
              <w:t>ČS SMĚSNÉHO KALU</w:t>
            </w:r>
          </w:p>
        </w:tc>
      </w:tr>
      <w:tr w:rsidR="00DD6C2E" w:rsidRPr="00DD6C2E" w14:paraId="04E44993"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054E0D43"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1E5F8415" w14:textId="77777777" w:rsidR="00DD6C2E" w:rsidRPr="00DD6C2E" w:rsidRDefault="00DD6C2E" w:rsidP="000C35B2">
            <w:pPr>
              <w:jc w:val="center"/>
              <w:rPr>
                <w:rFonts w:cs="Arial"/>
                <w:color w:val="000000"/>
                <w:sz w:val="18"/>
                <w:szCs w:val="18"/>
              </w:rPr>
            </w:pPr>
            <w:r w:rsidRPr="00DD6C2E">
              <w:rPr>
                <w:rFonts w:cs="Arial"/>
                <w:color w:val="000000"/>
                <w:sz w:val="18"/>
                <w:szCs w:val="18"/>
              </w:rPr>
              <w:t>4300</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515ACAB5"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231F5A9F" w14:textId="77777777" w:rsidR="00DD6C2E" w:rsidRPr="00DD6C2E" w:rsidRDefault="00DD6C2E" w:rsidP="00DD6C2E">
            <w:pPr>
              <w:jc w:val="left"/>
              <w:rPr>
                <w:rFonts w:cs="Arial"/>
                <w:color w:val="000000"/>
                <w:sz w:val="18"/>
                <w:szCs w:val="18"/>
              </w:rPr>
            </w:pPr>
            <w:r w:rsidRPr="00DD6C2E">
              <w:rPr>
                <w:rFonts w:cs="Arial"/>
                <w:color w:val="000000"/>
                <w:sz w:val="18"/>
                <w:szCs w:val="18"/>
              </w:rPr>
              <w:t>VYHNÍVACÍ NÁDRŽE</w:t>
            </w:r>
          </w:p>
        </w:tc>
      </w:tr>
      <w:tr w:rsidR="00DD6C2E" w:rsidRPr="00DD6C2E" w14:paraId="5EDDA311"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2659E92E" w14:textId="77777777" w:rsidR="00DD6C2E" w:rsidRPr="00DD6C2E" w:rsidRDefault="00DD6C2E" w:rsidP="000C35B2">
            <w:pPr>
              <w:jc w:val="center"/>
              <w:rPr>
                <w:rFonts w:ascii="Times New Roman" w:hAnsi="Times New Roman"/>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625350F7" w14:textId="77777777" w:rsidR="00DD6C2E" w:rsidRPr="00DD6C2E" w:rsidRDefault="00DD6C2E" w:rsidP="000C35B2">
            <w:pPr>
              <w:jc w:val="center"/>
              <w:rPr>
                <w:rFonts w:cs="Arial"/>
                <w:color w:val="000000"/>
                <w:sz w:val="18"/>
                <w:szCs w:val="18"/>
              </w:rPr>
            </w:pPr>
            <w:r w:rsidRPr="00DD6C2E">
              <w:rPr>
                <w:rFonts w:cs="Arial"/>
                <w:color w:val="000000"/>
                <w:sz w:val="18"/>
                <w:szCs w:val="18"/>
              </w:rPr>
              <w:t>4400</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315609F8"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4CC93AB2" w14:textId="77777777" w:rsidR="00DD6C2E" w:rsidRPr="00DD6C2E" w:rsidRDefault="00DD6C2E" w:rsidP="00DD6C2E">
            <w:pPr>
              <w:jc w:val="left"/>
              <w:rPr>
                <w:rFonts w:cs="Arial"/>
                <w:color w:val="000000"/>
                <w:sz w:val="18"/>
                <w:szCs w:val="18"/>
              </w:rPr>
            </w:pPr>
            <w:r w:rsidRPr="00DD6C2E">
              <w:rPr>
                <w:rFonts w:cs="Arial"/>
                <w:color w:val="000000"/>
                <w:sz w:val="18"/>
                <w:szCs w:val="18"/>
              </w:rPr>
              <w:t>HOŘÁK ZBYTKOVÉHO PLYNU</w:t>
            </w:r>
          </w:p>
        </w:tc>
      </w:tr>
      <w:tr w:rsidR="00DD6C2E" w:rsidRPr="00DD6C2E" w14:paraId="12116DE5"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77C5AC4C"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756FD9BD" w14:textId="77777777" w:rsidR="00DD6C2E" w:rsidRPr="00DD6C2E" w:rsidRDefault="00DD6C2E" w:rsidP="000C35B2">
            <w:pPr>
              <w:jc w:val="center"/>
              <w:rPr>
                <w:rFonts w:cs="Arial"/>
                <w:color w:val="000000"/>
                <w:sz w:val="18"/>
                <w:szCs w:val="18"/>
              </w:rPr>
            </w:pPr>
            <w:r w:rsidRPr="00DD6C2E">
              <w:rPr>
                <w:rFonts w:cs="Arial"/>
                <w:color w:val="000000"/>
                <w:sz w:val="18"/>
                <w:szCs w:val="18"/>
              </w:rPr>
              <w:t>4401</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5F012ADC"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4AD615DC" w14:textId="77777777" w:rsidR="00DD6C2E" w:rsidRPr="00DD6C2E" w:rsidRDefault="00DD6C2E" w:rsidP="00DD6C2E">
            <w:pPr>
              <w:jc w:val="left"/>
              <w:rPr>
                <w:rFonts w:cs="Arial"/>
                <w:color w:val="000000"/>
                <w:sz w:val="18"/>
                <w:szCs w:val="18"/>
              </w:rPr>
            </w:pPr>
            <w:r w:rsidRPr="00DD6C2E">
              <w:rPr>
                <w:rFonts w:cs="Arial"/>
                <w:color w:val="000000"/>
                <w:sz w:val="18"/>
                <w:szCs w:val="18"/>
              </w:rPr>
              <w:t>ODSÍŘENÍ</w:t>
            </w:r>
          </w:p>
        </w:tc>
      </w:tr>
      <w:tr w:rsidR="00DD6C2E" w:rsidRPr="00DD6C2E" w14:paraId="095D6A9E"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41B19CEB"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55DDBC16" w14:textId="77777777" w:rsidR="00DD6C2E" w:rsidRPr="00DD6C2E" w:rsidRDefault="00DD6C2E" w:rsidP="000C35B2">
            <w:pPr>
              <w:jc w:val="center"/>
              <w:rPr>
                <w:rFonts w:cs="Arial"/>
                <w:color w:val="000000"/>
                <w:sz w:val="18"/>
                <w:szCs w:val="18"/>
              </w:rPr>
            </w:pPr>
            <w:r w:rsidRPr="00DD6C2E">
              <w:rPr>
                <w:rFonts w:cs="Arial"/>
                <w:color w:val="000000"/>
                <w:sz w:val="18"/>
                <w:szCs w:val="18"/>
              </w:rPr>
              <w:t>4402</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3685743B" w14:textId="77777777" w:rsidR="00DD6C2E" w:rsidRPr="00DD6C2E" w:rsidRDefault="00DD6C2E" w:rsidP="00DD6C2E">
            <w:pPr>
              <w:jc w:val="left"/>
              <w:rPr>
                <w:rFonts w:cs="Arial"/>
                <w:color w:val="000000"/>
                <w:sz w:val="18"/>
                <w:szCs w:val="18"/>
              </w:rPr>
            </w:pPr>
          </w:p>
        </w:tc>
        <w:tc>
          <w:tcPr>
            <w:tcW w:w="2203" w:type="pct"/>
            <w:tcBorders>
              <w:top w:val="single" w:sz="4" w:space="0" w:color="auto"/>
              <w:left w:val="nil"/>
              <w:bottom w:val="single" w:sz="4" w:space="0" w:color="auto"/>
              <w:right w:val="single" w:sz="8" w:space="0" w:color="auto"/>
            </w:tcBorders>
            <w:vAlign w:val="center"/>
            <w:hideMark/>
          </w:tcPr>
          <w:p w14:paraId="38C8C5EA" w14:textId="77777777" w:rsidR="00DD6C2E" w:rsidRPr="00DD6C2E" w:rsidRDefault="00DD6C2E" w:rsidP="00DD6C2E">
            <w:pPr>
              <w:jc w:val="left"/>
              <w:rPr>
                <w:rFonts w:cs="Arial"/>
                <w:color w:val="000000"/>
                <w:sz w:val="18"/>
                <w:szCs w:val="18"/>
              </w:rPr>
            </w:pPr>
            <w:r w:rsidRPr="00DD6C2E">
              <w:rPr>
                <w:rFonts w:cs="Arial"/>
                <w:color w:val="000000"/>
                <w:sz w:val="18"/>
                <w:szCs w:val="18"/>
              </w:rPr>
              <w:t>PLYNOJEM</w:t>
            </w:r>
          </w:p>
        </w:tc>
      </w:tr>
      <w:tr w:rsidR="00DD6C2E" w:rsidRPr="00DD6C2E" w14:paraId="6A78DC6A"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5FCFE33F"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454DDC66" w14:textId="77777777" w:rsidR="00DD6C2E" w:rsidRPr="00DD6C2E" w:rsidRDefault="00DD6C2E" w:rsidP="000C35B2">
            <w:pPr>
              <w:jc w:val="center"/>
              <w:rPr>
                <w:rFonts w:cs="Arial"/>
                <w:color w:val="000000"/>
                <w:sz w:val="18"/>
                <w:szCs w:val="18"/>
              </w:rPr>
            </w:pPr>
            <w:r w:rsidRPr="00DD6C2E">
              <w:rPr>
                <w:rFonts w:cs="Arial"/>
                <w:color w:val="000000"/>
                <w:sz w:val="18"/>
                <w:szCs w:val="18"/>
              </w:rPr>
              <w:t>4500</w:t>
            </w:r>
          </w:p>
        </w:tc>
        <w:tc>
          <w:tcPr>
            <w:tcW w:w="1873" w:type="pct"/>
            <w:tcBorders>
              <w:top w:val="single" w:sz="4" w:space="0" w:color="auto"/>
              <w:left w:val="single" w:sz="4" w:space="0" w:color="auto"/>
              <w:bottom w:val="single" w:sz="4" w:space="0" w:color="auto"/>
              <w:right w:val="single" w:sz="4" w:space="0" w:color="auto"/>
            </w:tcBorders>
            <w:noWrap/>
            <w:vAlign w:val="center"/>
            <w:hideMark/>
          </w:tcPr>
          <w:p w14:paraId="570D2033" w14:textId="77777777" w:rsidR="00DD6C2E" w:rsidRPr="00DD6C2E" w:rsidRDefault="00DD6C2E" w:rsidP="00DD6C2E">
            <w:pPr>
              <w:jc w:val="left"/>
              <w:rPr>
                <w:rFonts w:cs="Arial"/>
                <w:color w:val="000000"/>
                <w:sz w:val="18"/>
                <w:szCs w:val="18"/>
              </w:rPr>
            </w:pPr>
          </w:p>
        </w:tc>
        <w:tc>
          <w:tcPr>
            <w:tcW w:w="2203" w:type="pct"/>
            <w:tcBorders>
              <w:top w:val="single" w:sz="4" w:space="0" w:color="auto"/>
              <w:left w:val="nil"/>
              <w:bottom w:val="single" w:sz="4" w:space="0" w:color="auto"/>
              <w:right w:val="single" w:sz="8" w:space="0" w:color="auto"/>
            </w:tcBorders>
            <w:vAlign w:val="center"/>
            <w:hideMark/>
          </w:tcPr>
          <w:p w14:paraId="2D993AFE" w14:textId="3B0CAB6C" w:rsidR="00DD6C2E" w:rsidRPr="00DD6C2E" w:rsidRDefault="00D033FB" w:rsidP="00DD6C2E">
            <w:pPr>
              <w:jc w:val="left"/>
              <w:rPr>
                <w:rFonts w:cs="Arial"/>
                <w:color w:val="000000"/>
                <w:sz w:val="18"/>
                <w:szCs w:val="18"/>
              </w:rPr>
            </w:pPr>
            <w:r>
              <w:rPr>
                <w:rFonts w:cs="Arial"/>
                <w:color w:val="000000"/>
                <w:sz w:val="18"/>
                <w:szCs w:val="18"/>
              </w:rPr>
              <w:t>VYROVNÁVACÍ NÁDRŽE</w:t>
            </w:r>
            <w:r w:rsidR="00DD6C2E" w:rsidRPr="00DD6C2E">
              <w:rPr>
                <w:rFonts w:cs="Arial"/>
                <w:color w:val="000000"/>
                <w:sz w:val="18"/>
                <w:szCs w:val="18"/>
              </w:rPr>
              <w:t xml:space="preserve"> VYHNILÉHO KALU</w:t>
            </w:r>
          </w:p>
        </w:tc>
      </w:tr>
      <w:tr w:rsidR="00DD6C2E" w:rsidRPr="00DD6C2E" w14:paraId="60401A6D"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39ACCCEA"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353DF0E5" w14:textId="77777777" w:rsidR="00DD6C2E" w:rsidRPr="00DD6C2E" w:rsidRDefault="00DD6C2E" w:rsidP="000C35B2">
            <w:pPr>
              <w:jc w:val="center"/>
              <w:rPr>
                <w:rFonts w:cs="Arial"/>
                <w:color w:val="000000"/>
                <w:sz w:val="18"/>
                <w:szCs w:val="18"/>
              </w:rPr>
            </w:pPr>
            <w:r w:rsidRPr="00DD6C2E">
              <w:rPr>
                <w:rFonts w:cs="Arial"/>
                <w:color w:val="000000"/>
                <w:sz w:val="18"/>
                <w:szCs w:val="18"/>
              </w:rPr>
              <w:t>4600</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244F4A66" w14:textId="77777777" w:rsidR="00DD6C2E" w:rsidRPr="00DD6C2E" w:rsidRDefault="00DD6C2E" w:rsidP="00DD6C2E">
            <w:pPr>
              <w:jc w:val="left"/>
              <w:rPr>
                <w:rFonts w:cs="Arial"/>
                <w:color w:val="000000"/>
                <w:sz w:val="18"/>
                <w:szCs w:val="18"/>
              </w:rPr>
            </w:pPr>
          </w:p>
        </w:tc>
        <w:tc>
          <w:tcPr>
            <w:tcW w:w="2203" w:type="pct"/>
            <w:tcBorders>
              <w:top w:val="single" w:sz="4" w:space="0" w:color="auto"/>
              <w:left w:val="nil"/>
              <w:bottom w:val="single" w:sz="4" w:space="0" w:color="auto"/>
              <w:right w:val="single" w:sz="8" w:space="0" w:color="auto"/>
            </w:tcBorders>
            <w:vAlign w:val="center"/>
            <w:hideMark/>
          </w:tcPr>
          <w:p w14:paraId="10E5F04B" w14:textId="46F4DC44" w:rsidR="00DD6C2E" w:rsidRPr="00DD6C2E" w:rsidRDefault="00E2567F" w:rsidP="00DD6C2E">
            <w:pPr>
              <w:jc w:val="left"/>
              <w:rPr>
                <w:rFonts w:cs="Arial"/>
                <w:color w:val="000000"/>
                <w:sz w:val="18"/>
                <w:szCs w:val="18"/>
              </w:rPr>
            </w:pPr>
            <w:r>
              <w:rPr>
                <w:rFonts w:cs="Arial"/>
                <w:color w:val="000000"/>
                <w:sz w:val="18"/>
                <w:szCs w:val="18"/>
              </w:rPr>
              <w:t>neobsazeno</w:t>
            </w:r>
          </w:p>
        </w:tc>
      </w:tr>
      <w:tr w:rsidR="00DD6C2E" w:rsidRPr="00DD6C2E" w14:paraId="05F22823"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1642B5BF"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18431451" w14:textId="77777777" w:rsidR="00DD6C2E" w:rsidRPr="00DD6C2E" w:rsidRDefault="00DD6C2E" w:rsidP="000C35B2">
            <w:pPr>
              <w:jc w:val="center"/>
              <w:rPr>
                <w:rFonts w:cs="Arial"/>
                <w:color w:val="000000"/>
                <w:sz w:val="18"/>
                <w:szCs w:val="18"/>
              </w:rPr>
            </w:pPr>
            <w:r w:rsidRPr="00DD6C2E">
              <w:rPr>
                <w:rFonts w:cs="Arial"/>
                <w:color w:val="000000"/>
                <w:sz w:val="18"/>
                <w:szCs w:val="18"/>
              </w:rPr>
              <w:t>4700</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606F162E" w14:textId="77777777" w:rsidR="00DD6C2E" w:rsidRPr="00DD6C2E" w:rsidRDefault="00DD6C2E" w:rsidP="00DD6C2E">
            <w:pPr>
              <w:jc w:val="left"/>
              <w:rPr>
                <w:rFonts w:ascii="Calibri" w:hAnsi="Calibri" w:cs="Calibri"/>
                <w:i/>
                <w:iCs/>
                <w:color w:val="000000"/>
                <w:sz w:val="22"/>
                <w:szCs w:val="22"/>
              </w:rPr>
            </w:pPr>
            <w:r w:rsidRPr="00DD6C2E">
              <w:rPr>
                <w:rFonts w:ascii="Calibri" w:hAnsi="Calibri" w:cs="Calibri"/>
                <w:i/>
                <w:iCs/>
                <w:color w:val="000000"/>
                <w:sz w:val="22"/>
                <w:szCs w:val="22"/>
              </w:rPr>
              <w:t>SUŠENÍ KALU</w:t>
            </w:r>
          </w:p>
        </w:tc>
        <w:tc>
          <w:tcPr>
            <w:tcW w:w="2203" w:type="pct"/>
            <w:tcBorders>
              <w:top w:val="single" w:sz="4" w:space="0" w:color="auto"/>
              <w:left w:val="nil"/>
              <w:bottom w:val="single" w:sz="4" w:space="0" w:color="auto"/>
              <w:right w:val="single" w:sz="8" w:space="0" w:color="auto"/>
            </w:tcBorders>
            <w:vAlign w:val="center"/>
            <w:hideMark/>
          </w:tcPr>
          <w:p w14:paraId="20B2C9BD" w14:textId="77777777" w:rsidR="00DD6C2E" w:rsidRPr="00DD6C2E" w:rsidRDefault="00DD6C2E" w:rsidP="00DD6C2E">
            <w:pPr>
              <w:jc w:val="left"/>
              <w:rPr>
                <w:rFonts w:cs="Arial"/>
                <w:color w:val="000000"/>
                <w:sz w:val="18"/>
                <w:szCs w:val="18"/>
              </w:rPr>
            </w:pPr>
            <w:r w:rsidRPr="00DD6C2E">
              <w:rPr>
                <w:rFonts w:cs="Arial"/>
                <w:color w:val="000000"/>
                <w:sz w:val="18"/>
                <w:szCs w:val="18"/>
              </w:rPr>
              <w:t>KOTELNA SUŠENÍ KALU</w:t>
            </w:r>
          </w:p>
        </w:tc>
      </w:tr>
      <w:tr w:rsidR="00DD6C2E" w:rsidRPr="00DD6C2E" w14:paraId="05FF1D34"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35FA7D57" w14:textId="77777777" w:rsidR="00DD6C2E" w:rsidRPr="00DD6C2E" w:rsidRDefault="00DD6C2E" w:rsidP="000C35B2">
            <w:pPr>
              <w:jc w:val="center"/>
              <w:rPr>
                <w:rFonts w:ascii="Calibri" w:hAnsi="Calibri" w:cs="Calibri"/>
                <w:i/>
                <w:iCs/>
                <w:color w:val="000000"/>
                <w:sz w:val="22"/>
                <w:szCs w:val="22"/>
              </w:rPr>
            </w:pPr>
            <w:r w:rsidRPr="00DD6C2E">
              <w:rPr>
                <w:rFonts w:ascii="Calibri" w:hAnsi="Calibri" w:cs="Calibri"/>
                <w:i/>
                <w:iCs/>
                <w:color w:val="000000"/>
                <w:sz w:val="22"/>
                <w:szCs w:val="22"/>
              </w:rPr>
              <w:t>4700.1</w:t>
            </w:r>
          </w:p>
        </w:tc>
        <w:tc>
          <w:tcPr>
            <w:tcW w:w="558" w:type="pct"/>
            <w:tcBorders>
              <w:top w:val="single" w:sz="4" w:space="0" w:color="auto"/>
              <w:left w:val="single" w:sz="4" w:space="0" w:color="auto"/>
              <w:bottom w:val="single" w:sz="4" w:space="0" w:color="auto"/>
              <w:right w:val="single" w:sz="4" w:space="0" w:color="auto"/>
            </w:tcBorders>
            <w:vAlign w:val="center"/>
            <w:hideMark/>
          </w:tcPr>
          <w:p w14:paraId="65A7360A" w14:textId="77777777" w:rsidR="00DD6C2E" w:rsidRPr="00DD6C2E" w:rsidRDefault="00DD6C2E" w:rsidP="000C35B2">
            <w:pPr>
              <w:jc w:val="center"/>
              <w:rPr>
                <w:rFonts w:cs="Arial"/>
                <w:color w:val="000000"/>
                <w:sz w:val="18"/>
                <w:szCs w:val="18"/>
              </w:rPr>
            </w:pPr>
            <w:r w:rsidRPr="00DD6C2E">
              <w:rPr>
                <w:rFonts w:cs="Arial"/>
                <w:color w:val="000000"/>
                <w:sz w:val="18"/>
                <w:szCs w:val="18"/>
              </w:rPr>
              <w:t>4701</w:t>
            </w:r>
          </w:p>
        </w:tc>
        <w:tc>
          <w:tcPr>
            <w:tcW w:w="1873" w:type="pct"/>
            <w:tcBorders>
              <w:top w:val="single" w:sz="4" w:space="0" w:color="auto"/>
              <w:left w:val="single" w:sz="4" w:space="0" w:color="auto"/>
              <w:bottom w:val="single" w:sz="4" w:space="0" w:color="auto"/>
              <w:right w:val="single" w:sz="4" w:space="0" w:color="auto"/>
            </w:tcBorders>
            <w:vAlign w:val="center"/>
            <w:hideMark/>
          </w:tcPr>
          <w:p w14:paraId="5AD109C1"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4" w:space="0" w:color="auto"/>
            </w:tcBorders>
            <w:vAlign w:val="center"/>
            <w:hideMark/>
          </w:tcPr>
          <w:p w14:paraId="20700F13" w14:textId="77777777" w:rsidR="00DD6C2E" w:rsidRPr="00DD6C2E" w:rsidRDefault="00DD6C2E" w:rsidP="00DD6C2E">
            <w:pPr>
              <w:jc w:val="left"/>
              <w:rPr>
                <w:rFonts w:cs="Arial"/>
                <w:color w:val="000000"/>
                <w:sz w:val="18"/>
                <w:szCs w:val="18"/>
              </w:rPr>
            </w:pPr>
            <w:r w:rsidRPr="00DD6C2E">
              <w:rPr>
                <w:rFonts w:cs="Arial"/>
                <w:color w:val="000000"/>
                <w:sz w:val="18"/>
                <w:szCs w:val="18"/>
              </w:rPr>
              <w:t>SUŠENÍ KALU – LINKA A</w:t>
            </w:r>
          </w:p>
        </w:tc>
      </w:tr>
      <w:tr w:rsidR="00DD6C2E" w:rsidRPr="00DD6C2E" w14:paraId="71E3A291"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27100A71" w14:textId="77777777" w:rsidR="00DD6C2E" w:rsidRPr="00DD6C2E" w:rsidRDefault="00DD6C2E" w:rsidP="000C35B2">
            <w:pPr>
              <w:jc w:val="center"/>
              <w:rPr>
                <w:rFonts w:ascii="Calibri" w:hAnsi="Calibri" w:cs="Calibri"/>
                <w:i/>
                <w:iCs/>
                <w:color w:val="000000"/>
                <w:sz w:val="22"/>
                <w:szCs w:val="22"/>
              </w:rPr>
            </w:pPr>
            <w:r w:rsidRPr="00DD6C2E">
              <w:rPr>
                <w:rFonts w:ascii="Calibri" w:hAnsi="Calibri" w:cs="Calibri"/>
                <w:i/>
                <w:iCs/>
                <w:color w:val="000000"/>
                <w:sz w:val="22"/>
                <w:szCs w:val="22"/>
              </w:rPr>
              <w:t>4700.2</w:t>
            </w:r>
          </w:p>
        </w:tc>
        <w:tc>
          <w:tcPr>
            <w:tcW w:w="558" w:type="pct"/>
            <w:tcBorders>
              <w:top w:val="single" w:sz="4" w:space="0" w:color="auto"/>
              <w:left w:val="single" w:sz="4" w:space="0" w:color="auto"/>
              <w:bottom w:val="single" w:sz="4" w:space="0" w:color="auto"/>
              <w:right w:val="single" w:sz="4" w:space="0" w:color="auto"/>
            </w:tcBorders>
            <w:vAlign w:val="center"/>
            <w:hideMark/>
          </w:tcPr>
          <w:p w14:paraId="2D6D4D85" w14:textId="77777777" w:rsidR="00DD6C2E" w:rsidRPr="00DD6C2E" w:rsidRDefault="00DD6C2E" w:rsidP="000C35B2">
            <w:pPr>
              <w:jc w:val="center"/>
              <w:rPr>
                <w:rFonts w:cs="Arial"/>
                <w:color w:val="000000"/>
                <w:sz w:val="18"/>
                <w:szCs w:val="18"/>
              </w:rPr>
            </w:pPr>
            <w:r w:rsidRPr="00DD6C2E">
              <w:rPr>
                <w:rFonts w:cs="Arial"/>
                <w:color w:val="000000"/>
                <w:sz w:val="18"/>
                <w:szCs w:val="18"/>
              </w:rPr>
              <w:t>4702</w:t>
            </w:r>
          </w:p>
        </w:tc>
        <w:tc>
          <w:tcPr>
            <w:tcW w:w="1873" w:type="pct"/>
            <w:tcBorders>
              <w:top w:val="single" w:sz="4" w:space="0" w:color="auto"/>
              <w:left w:val="single" w:sz="4" w:space="0" w:color="auto"/>
              <w:bottom w:val="single" w:sz="4" w:space="0" w:color="auto"/>
              <w:right w:val="single" w:sz="4" w:space="0" w:color="auto"/>
            </w:tcBorders>
            <w:vAlign w:val="center"/>
            <w:hideMark/>
          </w:tcPr>
          <w:p w14:paraId="5543B132"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4" w:space="0" w:color="auto"/>
            </w:tcBorders>
            <w:vAlign w:val="center"/>
            <w:hideMark/>
          </w:tcPr>
          <w:p w14:paraId="20F1A8C0" w14:textId="77777777" w:rsidR="00DD6C2E" w:rsidRPr="00DD6C2E" w:rsidRDefault="00DD6C2E" w:rsidP="00DD6C2E">
            <w:pPr>
              <w:jc w:val="left"/>
              <w:rPr>
                <w:rFonts w:cs="Arial"/>
                <w:color w:val="000000"/>
                <w:sz w:val="18"/>
                <w:szCs w:val="18"/>
              </w:rPr>
            </w:pPr>
            <w:r w:rsidRPr="00DD6C2E">
              <w:rPr>
                <w:rFonts w:cs="Arial"/>
                <w:color w:val="000000"/>
                <w:sz w:val="18"/>
                <w:szCs w:val="18"/>
              </w:rPr>
              <w:t>SUŠENÍ KALU – LINKA B</w:t>
            </w:r>
          </w:p>
        </w:tc>
      </w:tr>
      <w:tr w:rsidR="00DD6C2E" w:rsidRPr="00DD6C2E" w14:paraId="4C618D02"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44E08631" w14:textId="77777777" w:rsidR="00DD6C2E" w:rsidRPr="00DD6C2E" w:rsidRDefault="00DD6C2E" w:rsidP="000C35B2">
            <w:pPr>
              <w:jc w:val="center"/>
              <w:rPr>
                <w:rFonts w:ascii="Calibri" w:hAnsi="Calibri" w:cs="Calibri"/>
                <w:i/>
                <w:iCs/>
                <w:color w:val="000000"/>
                <w:sz w:val="22"/>
                <w:szCs w:val="22"/>
              </w:rPr>
            </w:pPr>
            <w:r w:rsidRPr="00DD6C2E">
              <w:rPr>
                <w:rFonts w:ascii="Calibri" w:hAnsi="Calibri" w:cs="Calibri"/>
                <w:i/>
                <w:iCs/>
                <w:color w:val="000000"/>
                <w:sz w:val="22"/>
                <w:szCs w:val="22"/>
              </w:rPr>
              <w:t>4702</w:t>
            </w:r>
          </w:p>
        </w:tc>
        <w:tc>
          <w:tcPr>
            <w:tcW w:w="558" w:type="pct"/>
            <w:tcBorders>
              <w:top w:val="single" w:sz="4" w:space="0" w:color="auto"/>
              <w:left w:val="single" w:sz="4" w:space="0" w:color="auto"/>
              <w:bottom w:val="single" w:sz="4" w:space="0" w:color="auto"/>
              <w:right w:val="single" w:sz="4" w:space="0" w:color="auto"/>
            </w:tcBorders>
            <w:vAlign w:val="center"/>
            <w:hideMark/>
          </w:tcPr>
          <w:p w14:paraId="7488E6D4" w14:textId="77777777" w:rsidR="00DD6C2E" w:rsidRPr="00DD6C2E" w:rsidRDefault="00DD6C2E" w:rsidP="000C35B2">
            <w:pPr>
              <w:jc w:val="center"/>
              <w:rPr>
                <w:rFonts w:cs="Arial"/>
                <w:color w:val="000000"/>
                <w:sz w:val="18"/>
                <w:szCs w:val="18"/>
              </w:rPr>
            </w:pPr>
            <w:r w:rsidRPr="00DD6C2E">
              <w:rPr>
                <w:rFonts w:cs="Arial"/>
                <w:color w:val="000000"/>
                <w:sz w:val="18"/>
                <w:szCs w:val="18"/>
              </w:rPr>
              <w:t>4703</w:t>
            </w:r>
          </w:p>
        </w:tc>
        <w:tc>
          <w:tcPr>
            <w:tcW w:w="1873" w:type="pct"/>
            <w:tcBorders>
              <w:top w:val="single" w:sz="4" w:space="0" w:color="auto"/>
              <w:left w:val="single" w:sz="4" w:space="0" w:color="auto"/>
              <w:bottom w:val="single" w:sz="4" w:space="0" w:color="auto"/>
              <w:right w:val="single" w:sz="4" w:space="0" w:color="auto"/>
            </w:tcBorders>
            <w:vAlign w:val="center"/>
            <w:hideMark/>
          </w:tcPr>
          <w:p w14:paraId="430C5BD6" w14:textId="77777777" w:rsidR="00DD6C2E" w:rsidRPr="00DD6C2E" w:rsidRDefault="00DD6C2E" w:rsidP="00DD6C2E">
            <w:pPr>
              <w:jc w:val="left"/>
              <w:rPr>
                <w:rFonts w:cs="Arial"/>
                <w:i/>
                <w:iCs/>
                <w:color w:val="000000"/>
                <w:sz w:val="18"/>
                <w:szCs w:val="18"/>
              </w:rPr>
            </w:pPr>
            <w:r w:rsidRPr="00DD6C2E">
              <w:rPr>
                <w:rFonts w:cs="Arial"/>
                <w:i/>
                <w:iCs/>
                <w:color w:val="000000"/>
                <w:sz w:val="18"/>
                <w:szCs w:val="18"/>
              </w:rPr>
              <w:t>KONTEJNEROVÉ STÁNÍ SUŠENÉHO KALU</w:t>
            </w:r>
          </w:p>
        </w:tc>
        <w:tc>
          <w:tcPr>
            <w:tcW w:w="2203" w:type="pct"/>
            <w:tcBorders>
              <w:top w:val="single" w:sz="4" w:space="0" w:color="auto"/>
              <w:left w:val="nil"/>
              <w:bottom w:val="single" w:sz="4" w:space="0" w:color="auto"/>
              <w:right w:val="single" w:sz="8" w:space="0" w:color="auto"/>
            </w:tcBorders>
            <w:vAlign w:val="center"/>
            <w:hideMark/>
          </w:tcPr>
          <w:p w14:paraId="4C2BEE4B" w14:textId="77777777" w:rsidR="00DD6C2E" w:rsidRPr="00DD6C2E" w:rsidRDefault="00DD6C2E" w:rsidP="00DD6C2E">
            <w:pPr>
              <w:jc w:val="left"/>
              <w:rPr>
                <w:rFonts w:cs="Arial"/>
                <w:color w:val="000000"/>
                <w:sz w:val="18"/>
                <w:szCs w:val="18"/>
              </w:rPr>
            </w:pPr>
            <w:r w:rsidRPr="00DD6C2E">
              <w:rPr>
                <w:rFonts w:cs="Arial"/>
                <w:color w:val="000000"/>
                <w:sz w:val="18"/>
                <w:szCs w:val="18"/>
              </w:rPr>
              <w:t>KONTEJNEROVÉ STÁNÍ SUŠENÉHO KALU</w:t>
            </w:r>
          </w:p>
        </w:tc>
      </w:tr>
      <w:tr w:rsidR="00DD6C2E" w:rsidRPr="00DD6C2E" w14:paraId="69D57777" w14:textId="77777777" w:rsidTr="00DD6C2E">
        <w:trPr>
          <w:trHeight w:val="300"/>
        </w:trPr>
        <w:tc>
          <w:tcPr>
            <w:tcW w:w="366" w:type="pct"/>
            <w:tcBorders>
              <w:top w:val="single" w:sz="4" w:space="0" w:color="auto"/>
              <w:left w:val="single" w:sz="8" w:space="0" w:color="auto"/>
              <w:bottom w:val="single" w:sz="4" w:space="0" w:color="auto"/>
              <w:right w:val="single" w:sz="4" w:space="0" w:color="auto"/>
            </w:tcBorders>
            <w:noWrap/>
            <w:vAlign w:val="bottom"/>
            <w:hideMark/>
          </w:tcPr>
          <w:p w14:paraId="556B76CB" w14:textId="77777777" w:rsidR="00DD6C2E" w:rsidRPr="00DD6C2E" w:rsidRDefault="00DD6C2E" w:rsidP="000C35B2">
            <w:pPr>
              <w:jc w:val="center"/>
              <w:rPr>
                <w:rFonts w:cs="Arial"/>
                <w:color w:val="000000"/>
                <w:sz w:val="18"/>
                <w:szCs w:val="18"/>
              </w:rPr>
            </w:pPr>
          </w:p>
        </w:tc>
        <w:tc>
          <w:tcPr>
            <w:tcW w:w="558" w:type="pct"/>
            <w:tcBorders>
              <w:top w:val="single" w:sz="4" w:space="0" w:color="auto"/>
              <w:left w:val="single" w:sz="4" w:space="0" w:color="auto"/>
              <w:bottom w:val="single" w:sz="4" w:space="0" w:color="auto"/>
              <w:right w:val="single" w:sz="4" w:space="0" w:color="auto"/>
            </w:tcBorders>
            <w:vAlign w:val="center"/>
            <w:hideMark/>
          </w:tcPr>
          <w:p w14:paraId="16B92742" w14:textId="77777777" w:rsidR="00DD6C2E" w:rsidRPr="00DD6C2E" w:rsidRDefault="00DD6C2E" w:rsidP="000C35B2">
            <w:pPr>
              <w:jc w:val="center"/>
              <w:rPr>
                <w:rFonts w:cs="Arial"/>
                <w:color w:val="000000"/>
                <w:sz w:val="18"/>
                <w:szCs w:val="18"/>
              </w:rPr>
            </w:pPr>
            <w:r w:rsidRPr="00DD6C2E">
              <w:rPr>
                <w:rFonts w:cs="Arial"/>
                <w:color w:val="000000"/>
                <w:sz w:val="18"/>
                <w:szCs w:val="18"/>
              </w:rPr>
              <w:t>4800</w:t>
            </w:r>
          </w:p>
        </w:tc>
        <w:tc>
          <w:tcPr>
            <w:tcW w:w="1873" w:type="pct"/>
            <w:tcBorders>
              <w:top w:val="single" w:sz="4" w:space="0" w:color="auto"/>
              <w:left w:val="single" w:sz="4" w:space="0" w:color="auto"/>
              <w:bottom w:val="single" w:sz="4" w:space="0" w:color="auto"/>
              <w:right w:val="single" w:sz="4" w:space="0" w:color="auto"/>
            </w:tcBorders>
            <w:noWrap/>
            <w:vAlign w:val="bottom"/>
            <w:hideMark/>
          </w:tcPr>
          <w:p w14:paraId="5823DCD3"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4" w:space="0" w:color="auto"/>
              <w:right w:val="single" w:sz="8" w:space="0" w:color="auto"/>
            </w:tcBorders>
            <w:vAlign w:val="center"/>
            <w:hideMark/>
          </w:tcPr>
          <w:p w14:paraId="72DB8049" w14:textId="77777777" w:rsidR="00DD6C2E" w:rsidRPr="00DD6C2E" w:rsidRDefault="00DD6C2E" w:rsidP="00DD6C2E">
            <w:pPr>
              <w:jc w:val="left"/>
              <w:rPr>
                <w:rFonts w:cs="Arial"/>
                <w:color w:val="000000"/>
                <w:sz w:val="18"/>
                <w:szCs w:val="18"/>
              </w:rPr>
            </w:pPr>
            <w:r w:rsidRPr="00DD6C2E">
              <w:rPr>
                <w:rFonts w:cs="Arial"/>
                <w:color w:val="000000"/>
                <w:sz w:val="18"/>
                <w:szCs w:val="18"/>
              </w:rPr>
              <w:t>PODZEMNÍ SPOJOVACÍ KOLEKTORY</w:t>
            </w:r>
          </w:p>
        </w:tc>
      </w:tr>
      <w:tr w:rsidR="00DD6C2E" w:rsidRPr="00DD6C2E" w14:paraId="28126918" w14:textId="77777777" w:rsidTr="00DD6C2E">
        <w:trPr>
          <w:trHeight w:val="315"/>
        </w:trPr>
        <w:tc>
          <w:tcPr>
            <w:tcW w:w="366" w:type="pct"/>
            <w:tcBorders>
              <w:top w:val="single" w:sz="4" w:space="0" w:color="auto"/>
              <w:left w:val="single" w:sz="8" w:space="0" w:color="auto"/>
              <w:bottom w:val="single" w:sz="8" w:space="0" w:color="auto"/>
              <w:right w:val="single" w:sz="4" w:space="0" w:color="auto"/>
            </w:tcBorders>
            <w:noWrap/>
            <w:vAlign w:val="bottom"/>
            <w:hideMark/>
          </w:tcPr>
          <w:p w14:paraId="3D54EF51" w14:textId="77777777" w:rsidR="00DD6C2E" w:rsidRPr="00DD6C2E" w:rsidRDefault="00DD6C2E" w:rsidP="000C35B2">
            <w:pPr>
              <w:jc w:val="center"/>
              <w:rPr>
                <w:rFonts w:ascii="Calibri" w:hAnsi="Calibri" w:cs="Calibri"/>
                <w:i/>
                <w:iCs/>
                <w:color w:val="000000"/>
                <w:sz w:val="22"/>
                <w:szCs w:val="22"/>
              </w:rPr>
            </w:pPr>
            <w:r w:rsidRPr="00DD6C2E">
              <w:rPr>
                <w:rFonts w:ascii="Calibri" w:hAnsi="Calibri" w:cs="Calibri"/>
                <w:i/>
                <w:iCs/>
                <w:color w:val="000000"/>
                <w:sz w:val="22"/>
                <w:szCs w:val="22"/>
              </w:rPr>
              <w:t>4900</w:t>
            </w:r>
          </w:p>
        </w:tc>
        <w:tc>
          <w:tcPr>
            <w:tcW w:w="558" w:type="pct"/>
            <w:tcBorders>
              <w:top w:val="single" w:sz="4" w:space="0" w:color="auto"/>
              <w:left w:val="single" w:sz="4" w:space="0" w:color="auto"/>
              <w:bottom w:val="single" w:sz="8" w:space="0" w:color="auto"/>
              <w:right w:val="single" w:sz="4" w:space="0" w:color="auto"/>
            </w:tcBorders>
            <w:vAlign w:val="center"/>
            <w:hideMark/>
          </w:tcPr>
          <w:p w14:paraId="7E6DBD28" w14:textId="77777777" w:rsidR="00DD6C2E" w:rsidRPr="00DD6C2E" w:rsidRDefault="00DD6C2E" w:rsidP="000C35B2">
            <w:pPr>
              <w:jc w:val="center"/>
              <w:rPr>
                <w:rFonts w:cs="Arial"/>
                <w:color w:val="000000"/>
                <w:sz w:val="18"/>
                <w:szCs w:val="18"/>
              </w:rPr>
            </w:pPr>
            <w:r w:rsidRPr="00DD6C2E">
              <w:rPr>
                <w:rFonts w:cs="Arial"/>
                <w:color w:val="000000"/>
                <w:sz w:val="18"/>
                <w:szCs w:val="18"/>
              </w:rPr>
              <w:t>4901</w:t>
            </w:r>
          </w:p>
        </w:tc>
        <w:tc>
          <w:tcPr>
            <w:tcW w:w="1873" w:type="pct"/>
            <w:tcBorders>
              <w:top w:val="single" w:sz="4" w:space="0" w:color="auto"/>
              <w:left w:val="single" w:sz="4" w:space="0" w:color="auto"/>
              <w:bottom w:val="single" w:sz="8" w:space="0" w:color="auto"/>
              <w:right w:val="single" w:sz="4" w:space="0" w:color="auto"/>
            </w:tcBorders>
            <w:noWrap/>
            <w:vAlign w:val="bottom"/>
            <w:hideMark/>
          </w:tcPr>
          <w:p w14:paraId="52FE935A" w14:textId="77777777" w:rsidR="00DD6C2E" w:rsidRPr="00DD6C2E" w:rsidRDefault="00DD6C2E" w:rsidP="00DD6C2E">
            <w:pPr>
              <w:jc w:val="left"/>
              <w:rPr>
                <w:rFonts w:cs="Arial"/>
                <w:color w:val="000000"/>
                <w:sz w:val="18"/>
                <w:szCs w:val="18"/>
              </w:rPr>
            </w:pPr>
          </w:p>
        </w:tc>
        <w:tc>
          <w:tcPr>
            <w:tcW w:w="2203" w:type="pct"/>
            <w:tcBorders>
              <w:top w:val="single" w:sz="4" w:space="0" w:color="auto"/>
              <w:left w:val="single" w:sz="4" w:space="0" w:color="auto"/>
              <w:bottom w:val="single" w:sz="8" w:space="0" w:color="auto"/>
              <w:right w:val="single" w:sz="8" w:space="0" w:color="auto"/>
            </w:tcBorders>
            <w:vAlign w:val="center"/>
            <w:hideMark/>
          </w:tcPr>
          <w:p w14:paraId="0B67CC39" w14:textId="77777777" w:rsidR="00DD6C2E" w:rsidRPr="00DD6C2E" w:rsidRDefault="00DD6C2E" w:rsidP="00DD6C2E">
            <w:pPr>
              <w:jc w:val="left"/>
              <w:rPr>
                <w:rFonts w:cs="Arial"/>
                <w:color w:val="000000"/>
                <w:sz w:val="18"/>
                <w:szCs w:val="18"/>
              </w:rPr>
            </w:pPr>
            <w:r w:rsidRPr="00DD6C2E">
              <w:rPr>
                <w:rFonts w:cs="Arial"/>
                <w:color w:val="000000"/>
                <w:sz w:val="18"/>
                <w:szCs w:val="18"/>
              </w:rPr>
              <w:t>DEMONTÁŽE</w:t>
            </w:r>
          </w:p>
        </w:tc>
      </w:tr>
    </w:tbl>
    <w:p w14:paraId="0BDBE1DE" w14:textId="77777777" w:rsidR="00F84F8C" w:rsidRPr="006637C2" w:rsidRDefault="00F84F8C" w:rsidP="00F84F8C"/>
    <w:p w14:paraId="21E4FFDB" w14:textId="77777777" w:rsidR="00017CF8" w:rsidRDefault="00017CF8" w:rsidP="00F84F8C">
      <w:pPr>
        <w:spacing w:after="60"/>
      </w:pPr>
    </w:p>
    <w:p w14:paraId="2CA678F3" w14:textId="77777777" w:rsidR="00017CF8" w:rsidRDefault="00017CF8" w:rsidP="00F84F8C">
      <w:pPr>
        <w:spacing w:after="60"/>
      </w:pPr>
    </w:p>
    <w:bookmarkEnd w:id="11"/>
    <w:p w14:paraId="4B3529BB" w14:textId="77777777" w:rsidR="00DD6C2E" w:rsidRDefault="00DD6C2E">
      <w:pPr>
        <w:jc w:val="left"/>
        <w:sectPr w:rsidR="00DD6C2E" w:rsidSect="00DD6C2E">
          <w:headerReference w:type="default" r:id="rId24"/>
          <w:footerReference w:type="default" r:id="rId25"/>
          <w:pgSz w:w="16838" w:h="11906" w:orient="landscape" w:code="9"/>
          <w:pgMar w:top="1701" w:right="1809" w:bottom="1701" w:left="1758" w:header="1134" w:footer="851" w:gutter="0"/>
          <w:cols w:space="708"/>
          <w:docGrid w:linePitch="360"/>
        </w:sectPr>
      </w:pPr>
      <w:r>
        <w:br w:type="page"/>
      </w:r>
    </w:p>
    <w:p w14:paraId="72D97441" w14:textId="77777777" w:rsidR="00B76F87" w:rsidRDefault="00B76F87" w:rsidP="00B76F87">
      <w:pPr>
        <w:pStyle w:val="Nadpis2"/>
        <w:numPr>
          <w:ilvl w:val="1"/>
          <w:numId w:val="1"/>
        </w:numPr>
      </w:pPr>
      <w:bookmarkStart w:id="12" w:name="_Toc352133438"/>
      <w:bookmarkStart w:id="13" w:name="_Toc110956610"/>
      <w:r>
        <w:lastRenderedPageBreak/>
        <w:t>Seznam vstupních podkladů</w:t>
      </w:r>
      <w:bookmarkEnd w:id="12"/>
      <w:bookmarkEnd w:id="13"/>
      <w:r>
        <w:t xml:space="preserve"> </w:t>
      </w:r>
    </w:p>
    <w:p w14:paraId="1B4DE1D1" w14:textId="77777777" w:rsidR="00B76F87" w:rsidRDefault="00B76F87" w:rsidP="00B76F87"/>
    <w:p w14:paraId="2153C198" w14:textId="2B7B9D49" w:rsidR="0086740E" w:rsidRPr="00FB21A4" w:rsidRDefault="0086740E" w:rsidP="00843F6C">
      <w:pPr>
        <w:pStyle w:val="Odstavecseseznamem"/>
        <w:numPr>
          <w:ilvl w:val="0"/>
          <w:numId w:val="31"/>
        </w:numPr>
        <w:rPr>
          <w:rFonts w:cs="Arial"/>
        </w:rPr>
      </w:pPr>
      <w:r w:rsidRPr="00FB21A4">
        <w:rPr>
          <w:rFonts w:cs="Arial"/>
          <w:sz w:val="22"/>
          <w:szCs w:val="22"/>
        </w:rPr>
        <w:t>„Kalové hospodářství ČOV Brno – Modřice“, DUR, vypracoval AQUATIS a.s., 2017</w:t>
      </w:r>
    </w:p>
    <w:p w14:paraId="3D692763" w14:textId="51081A58" w:rsidR="0086740E" w:rsidRPr="00FB21A4" w:rsidRDefault="0086740E" w:rsidP="00843F6C">
      <w:pPr>
        <w:pStyle w:val="Odstavecseseznamem"/>
        <w:numPr>
          <w:ilvl w:val="0"/>
          <w:numId w:val="31"/>
        </w:numPr>
        <w:autoSpaceDE w:val="0"/>
        <w:autoSpaceDN w:val="0"/>
        <w:adjustRightInd w:val="0"/>
        <w:rPr>
          <w:rFonts w:cs="Arial"/>
          <w:sz w:val="22"/>
          <w:szCs w:val="22"/>
        </w:rPr>
      </w:pPr>
      <w:r w:rsidRPr="00FB21A4">
        <w:rPr>
          <w:rFonts w:cs="Arial"/>
          <w:sz w:val="22"/>
          <w:szCs w:val="22"/>
        </w:rPr>
        <w:t xml:space="preserve">„ČOV Brno – Modřice – kalové hospodářství, zahušťování kalů“, DUR, DSP, vypracoval </w:t>
      </w:r>
      <w:proofErr w:type="spellStart"/>
      <w:r w:rsidRPr="00FB21A4">
        <w:rPr>
          <w:rFonts w:cs="Arial"/>
          <w:sz w:val="22"/>
          <w:szCs w:val="22"/>
        </w:rPr>
        <w:t>Pöyry</w:t>
      </w:r>
      <w:proofErr w:type="spellEnd"/>
      <w:r w:rsidRPr="00FB21A4">
        <w:rPr>
          <w:rFonts w:cs="Arial"/>
          <w:sz w:val="22"/>
          <w:szCs w:val="22"/>
        </w:rPr>
        <w:t xml:space="preserve"> Environment a.s., </w:t>
      </w:r>
      <w:proofErr w:type="gramStart"/>
      <w:r w:rsidRPr="00FB21A4">
        <w:rPr>
          <w:rFonts w:cs="Arial"/>
          <w:sz w:val="22"/>
          <w:szCs w:val="22"/>
        </w:rPr>
        <w:t>2013 - 2014</w:t>
      </w:r>
      <w:proofErr w:type="gramEnd"/>
    </w:p>
    <w:p w14:paraId="45819A40" w14:textId="324FEFE9" w:rsidR="0086740E" w:rsidRPr="00FB21A4" w:rsidRDefault="0086740E" w:rsidP="00843F6C">
      <w:pPr>
        <w:pStyle w:val="Odstavecseseznamem"/>
        <w:numPr>
          <w:ilvl w:val="0"/>
          <w:numId w:val="31"/>
        </w:numPr>
        <w:autoSpaceDE w:val="0"/>
        <w:autoSpaceDN w:val="0"/>
        <w:adjustRightInd w:val="0"/>
        <w:rPr>
          <w:rFonts w:cs="Arial"/>
          <w:sz w:val="22"/>
          <w:szCs w:val="22"/>
        </w:rPr>
      </w:pPr>
      <w:r w:rsidRPr="00FB21A4">
        <w:rPr>
          <w:rFonts w:cs="Arial"/>
          <w:sz w:val="22"/>
          <w:szCs w:val="22"/>
        </w:rPr>
        <w:t>Koncepce ČOV Brno – Modřice do roku 2025 - studie“, studie, vypracoval AQUATIS a.s., 11/2016</w:t>
      </w:r>
    </w:p>
    <w:p w14:paraId="22D99D58" w14:textId="77777777" w:rsidR="0086740E" w:rsidRPr="00FB21A4" w:rsidRDefault="0086740E" w:rsidP="00843F6C">
      <w:pPr>
        <w:pStyle w:val="Odstavecseseznamem"/>
        <w:numPr>
          <w:ilvl w:val="0"/>
          <w:numId w:val="31"/>
        </w:numPr>
        <w:autoSpaceDE w:val="0"/>
        <w:autoSpaceDN w:val="0"/>
        <w:adjustRightInd w:val="0"/>
        <w:rPr>
          <w:rFonts w:cs="Arial"/>
          <w:sz w:val="22"/>
          <w:szCs w:val="22"/>
        </w:rPr>
      </w:pPr>
      <w:r w:rsidRPr="00FB21A4">
        <w:rPr>
          <w:rFonts w:cs="Arial"/>
          <w:sz w:val="22"/>
          <w:szCs w:val="22"/>
        </w:rPr>
        <w:t>Inženýrskogeologický průzkum v rozsahu rešerše provedených průzkumů v areálu</w:t>
      </w:r>
    </w:p>
    <w:p w14:paraId="11760027" w14:textId="77777777" w:rsidR="0086740E" w:rsidRPr="00FB21A4" w:rsidRDefault="0086740E" w:rsidP="00843F6C">
      <w:pPr>
        <w:pStyle w:val="Odstavecseseznamem"/>
        <w:numPr>
          <w:ilvl w:val="0"/>
          <w:numId w:val="31"/>
        </w:numPr>
        <w:autoSpaceDE w:val="0"/>
        <w:autoSpaceDN w:val="0"/>
        <w:adjustRightInd w:val="0"/>
        <w:rPr>
          <w:rFonts w:cs="Arial"/>
          <w:sz w:val="22"/>
          <w:szCs w:val="22"/>
        </w:rPr>
      </w:pPr>
      <w:r w:rsidRPr="00FB21A4">
        <w:rPr>
          <w:rFonts w:cs="Arial"/>
          <w:sz w:val="22"/>
          <w:szCs w:val="22"/>
        </w:rPr>
        <w:t>ČOV Brno-Modřice z roku 1999</w:t>
      </w:r>
    </w:p>
    <w:p w14:paraId="76F0A112" w14:textId="6A5437B3" w:rsidR="0086740E" w:rsidRPr="00FB21A4" w:rsidRDefault="0086740E" w:rsidP="00843F6C">
      <w:pPr>
        <w:pStyle w:val="Odstavecseseznamem"/>
        <w:numPr>
          <w:ilvl w:val="1"/>
          <w:numId w:val="31"/>
        </w:numPr>
        <w:autoSpaceDE w:val="0"/>
        <w:autoSpaceDN w:val="0"/>
        <w:adjustRightInd w:val="0"/>
        <w:rPr>
          <w:rFonts w:cs="Arial"/>
          <w:sz w:val="22"/>
          <w:szCs w:val="22"/>
        </w:rPr>
      </w:pPr>
      <w:r w:rsidRPr="00FB21A4">
        <w:rPr>
          <w:rFonts w:cs="Arial"/>
          <w:sz w:val="22"/>
          <w:szCs w:val="22"/>
        </w:rPr>
        <w:t>Modřice – ČOV, inženýrskogeologický a hydrogeologický průzkum, Závěrečná zpráva,</w:t>
      </w:r>
    </w:p>
    <w:p w14:paraId="086025A1" w14:textId="77777777" w:rsidR="0086740E" w:rsidRPr="00FB21A4" w:rsidRDefault="0086740E" w:rsidP="00843F6C">
      <w:pPr>
        <w:pStyle w:val="Odstavecseseznamem"/>
        <w:numPr>
          <w:ilvl w:val="0"/>
          <w:numId w:val="31"/>
        </w:numPr>
        <w:autoSpaceDE w:val="0"/>
        <w:autoSpaceDN w:val="0"/>
        <w:adjustRightInd w:val="0"/>
        <w:rPr>
          <w:rFonts w:cs="Arial"/>
          <w:sz w:val="22"/>
          <w:szCs w:val="22"/>
        </w:rPr>
      </w:pPr>
      <w:r w:rsidRPr="00FB21A4">
        <w:rPr>
          <w:rFonts w:cs="Arial"/>
          <w:sz w:val="22"/>
          <w:szCs w:val="22"/>
        </w:rPr>
        <w:t xml:space="preserve">vypracoval </w:t>
      </w:r>
      <w:proofErr w:type="spellStart"/>
      <w:r w:rsidRPr="00FB21A4">
        <w:rPr>
          <w:rFonts w:cs="Arial"/>
          <w:sz w:val="22"/>
          <w:szCs w:val="22"/>
        </w:rPr>
        <w:t>GEOtest</w:t>
      </w:r>
      <w:proofErr w:type="spellEnd"/>
      <w:r w:rsidRPr="00FB21A4">
        <w:rPr>
          <w:rFonts w:cs="Arial"/>
          <w:sz w:val="22"/>
          <w:szCs w:val="22"/>
        </w:rPr>
        <w:t>, a.s., 06/2017</w:t>
      </w:r>
    </w:p>
    <w:p w14:paraId="6B904F27" w14:textId="53C52069" w:rsidR="0086740E" w:rsidRPr="00FB21A4" w:rsidRDefault="0086740E" w:rsidP="00843F6C">
      <w:pPr>
        <w:pStyle w:val="Odstavecseseznamem"/>
        <w:numPr>
          <w:ilvl w:val="1"/>
          <w:numId w:val="31"/>
        </w:numPr>
        <w:autoSpaceDE w:val="0"/>
        <w:autoSpaceDN w:val="0"/>
        <w:adjustRightInd w:val="0"/>
        <w:rPr>
          <w:rFonts w:cs="Arial"/>
          <w:sz w:val="22"/>
          <w:szCs w:val="22"/>
        </w:rPr>
      </w:pPr>
      <w:r w:rsidRPr="00FB21A4">
        <w:rPr>
          <w:rFonts w:cs="Arial"/>
          <w:sz w:val="22"/>
          <w:szCs w:val="22"/>
        </w:rPr>
        <w:t>geodetické zaměření území, vypracoval AQUATIS a.s., 02/2005, naposledy</w:t>
      </w:r>
    </w:p>
    <w:p w14:paraId="1A3977D1" w14:textId="77777777" w:rsidR="0086740E" w:rsidRPr="00FB21A4" w:rsidRDefault="0086740E" w:rsidP="00843F6C">
      <w:pPr>
        <w:pStyle w:val="Odstavecseseznamem"/>
        <w:numPr>
          <w:ilvl w:val="0"/>
          <w:numId w:val="31"/>
        </w:numPr>
        <w:autoSpaceDE w:val="0"/>
        <w:autoSpaceDN w:val="0"/>
        <w:adjustRightInd w:val="0"/>
        <w:rPr>
          <w:rFonts w:cs="Arial"/>
          <w:sz w:val="22"/>
          <w:szCs w:val="22"/>
        </w:rPr>
      </w:pPr>
      <w:r w:rsidRPr="00FB21A4">
        <w:rPr>
          <w:rFonts w:cs="Arial"/>
          <w:sz w:val="22"/>
          <w:szCs w:val="22"/>
        </w:rPr>
        <w:t>aktualizováno v r. 04/2017</w:t>
      </w:r>
    </w:p>
    <w:p w14:paraId="29B64F17" w14:textId="7E85646F" w:rsidR="0086740E" w:rsidRPr="00FB21A4" w:rsidRDefault="0086740E" w:rsidP="00843F6C">
      <w:pPr>
        <w:pStyle w:val="Odstavecseseznamem"/>
        <w:numPr>
          <w:ilvl w:val="1"/>
          <w:numId w:val="31"/>
        </w:numPr>
        <w:autoSpaceDE w:val="0"/>
        <w:autoSpaceDN w:val="0"/>
        <w:adjustRightInd w:val="0"/>
        <w:rPr>
          <w:rFonts w:cs="Arial"/>
          <w:sz w:val="22"/>
          <w:szCs w:val="22"/>
        </w:rPr>
      </w:pPr>
      <w:r w:rsidRPr="00FB21A4">
        <w:rPr>
          <w:rFonts w:cs="Arial"/>
          <w:sz w:val="22"/>
          <w:szCs w:val="22"/>
        </w:rPr>
        <w:t xml:space="preserve">„Prověření kapacity VN rozvodů, Variantní posouzení“, vypracoval </w:t>
      </w:r>
      <w:proofErr w:type="spellStart"/>
      <w:r w:rsidRPr="00FB21A4">
        <w:rPr>
          <w:rFonts w:cs="Arial"/>
          <w:sz w:val="22"/>
          <w:szCs w:val="22"/>
        </w:rPr>
        <w:t>Puttner</w:t>
      </w:r>
      <w:proofErr w:type="spellEnd"/>
      <w:r w:rsidRPr="00FB21A4">
        <w:rPr>
          <w:rFonts w:cs="Arial"/>
          <w:sz w:val="22"/>
          <w:szCs w:val="22"/>
        </w:rPr>
        <w:t>, s.r.o.,</w:t>
      </w:r>
    </w:p>
    <w:p w14:paraId="5204E7BE" w14:textId="77777777" w:rsidR="0086740E" w:rsidRPr="00FB21A4" w:rsidRDefault="0086740E" w:rsidP="00843F6C">
      <w:pPr>
        <w:pStyle w:val="Odstavecseseznamem"/>
        <w:numPr>
          <w:ilvl w:val="0"/>
          <w:numId w:val="31"/>
        </w:numPr>
        <w:autoSpaceDE w:val="0"/>
        <w:autoSpaceDN w:val="0"/>
        <w:adjustRightInd w:val="0"/>
        <w:rPr>
          <w:rFonts w:cs="Arial"/>
          <w:sz w:val="22"/>
          <w:szCs w:val="22"/>
        </w:rPr>
      </w:pPr>
      <w:r w:rsidRPr="00FB21A4">
        <w:rPr>
          <w:rFonts w:cs="Arial"/>
          <w:sz w:val="22"/>
          <w:szCs w:val="22"/>
        </w:rPr>
        <w:t>04/2017</w:t>
      </w:r>
    </w:p>
    <w:p w14:paraId="213B3B51" w14:textId="407D55BF" w:rsidR="0086740E" w:rsidRPr="00FB21A4" w:rsidRDefault="0086740E" w:rsidP="00843F6C">
      <w:pPr>
        <w:pStyle w:val="Odstavecseseznamem"/>
        <w:numPr>
          <w:ilvl w:val="1"/>
          <w:numId w:val="31"/>
        </w:numPr>
        <w:autoSpaceDE w:val="0"/>
        <w:autoSpaceDN w:val="0"/>
        <w:adjustRightInd w:val="0"/>
        <w:rPr>
          <w:rFonts w:cs="Arial"/>
          <w:sz w:val="22"/>
          <w:szCs w:val="22"/>
        </w:rPr>
      </w:pPr>
      <w:r w:rsidRPr="00FB21A4">
        <w:rPr>
          <w:rFonts w:cs="Arial"/>
          <w:sz w:val="22"/>
          <w:szCs w:val="22"/>
        </w:rPr>
        <w:t>„Analýza provozních dat roku 2016“, vypracoval AQUATIS a.s., 02/2017</w:t>
      </w:r>
    </w:p>
    <w:p w14:paraId="10A75693" w14:textId="011BEDDC" w:rsidR="001F529C" w:rsidRPr="00FB21A4" w:rsidRDefault="00D63F84" w:rsidP="00843F6C">
      <w:pPr>
        <w:pStyle w:val="Odstavecseseznamem"/>
        <w:numPr>
          <w:ilvl w:val="0"/>
          <w:numId w:val="31"/>
        </w:numPr>
        <w:autoSpaceDE w:val="0"/>
        <w:autoSpaceDN w:val="0"/>
        <w:adjustRightInd w:val="0"/>
        <w:rPr>
          <w:rFonts w:cs="Arial"/>
          <w:sz w:val="22"/>
          <w:szCs w:val="22"/>
        </w:rPr>
      </w:pPr>
      <w:r w:rsidRPr="00FB21A4">
        <w:rPr>
          <w:rFonts w:cs="Arial"/>
          <w:sz w:val="22"/>
          <w:szCs w:val="22"/>
        </w:rPr>
        <w:t>D</w:t>
      </w:r>
      <w:r w:rsidR="0086740E" w:rsidRPr="00FB21A4">
        <w:rPr>
          <w:rFonts w:cs="Arial"/>
          <w:sz w:val="22"/>
          <w:szCs w:val="22"/>
        </w:rPr>
        <w:t>igitálně zpracovaná katastrální mapa území</w:t>
      </w:r>
    </w:p>
    <w:p w14:paraId="78AAAED5" w14:textId="7A25D463" w:rsidR="00D10C80" w:rsidRPr="00FB21A4" w:rsidRDefault="00D10C80" w:rsidP="00843F6C">
      <w:pPr>
        <w:pStyle w:val="Odstavecseseznamem"/>
        <w:numPr>
          <w:ilvl w:val="0"/>
          <w:numId w:val="31"/>
        </w:numPr>
        <w:autoSpaceDE w:val="0"/>
        <w:autoSpaceDN w:val="0"/>
        <w:adjustRightInd w:val="0"/>
        <w:rPr>
          <w:rFonts w:cs="Arial"/>
          <w:sz w:val="22"/>
          <w:szCs w:val="22"/>
        </w:rPr>
      </w:pPr>
      <w:r w:rsidRPr="00FB21A4">
        <w:rPr>
          <w:rFonts w:cs="Arial"/>
          <w:sz w:val="22"/>
          <w:szCs w:val="22"/>
        </w:rPr>
        <w:t>Inventarizace a kácení dřevin, náhradní výsadby</w:t>
      </w:r>
      <w:r w:rsidR="00325478" w:rsidRPr="00FB21A4">
        <w:rPr>
          <w:rFonts w:cs="Arial"/>
          <w:sz w:val="22"/>
          <w:szCs w:val="22"/>
        </w:rPr>
        <w:t xml:space="preserve">, </w:t>
      </w:r>
      <w:proofErr w:type="spellStart"/>
      <w:r w:rsidR="00325478" w:rsidRPr="00FB21A4">
        <w:rPr>
          <w:rFonts w:cs="Arial"/>
          <w:sz w:val="22"/>
          <w:szCs w:val="22"/>
        </w:rPr>
        <w:t>Atregia</w:t>
      </w:r>
      <w:proofErr w:type="spellEnd"/>
      <w:r w:rsidR="00325478" w:rsidRPr="00FB21A4">
        <w:rPr>
          <w:rFonts w:cs="Arial"/>
          <w:sz w:val="22"/>
          <w:szCs w:val="22"/>
        </w:rPr>
        <w:t>, 02/2021</w:t>
      </w:r>
    </w:p>
    <w:p w14:paraId="16AFDADB" w14:textId="11351AC4" w:rsidR="00325478" w:rsidRPr="00FB21A4" w:rsidRDefault="003F0EB3" w:rsidP="00843F6C">
      <w:pPr>
        <w:pStyle w:val="Odstavecseseznamem"/>
        <w:numPr>
          <w:ilvl w:val="0"/>
          <w:numId w:val="31"/>
        </w:numPr>
        <w:autoSpaceDE w:val="0"/>
        <w:autoSpaceDN w:val="0"/>
        <w:adjustRightInd w:val="0"/>
        <w:rPr>
          <w:rFonts w:cs="Arial"/>
          <w:sz w:val="22"/>
          <w:szCs w:val="22"/>
        </w:rPr>
      </w:pPr>
      <w:r w:rsidRPr="00FB21A4">
        <w:rPr>
          <w:rFonts w:cs="Arial"/>
          <w:sz w:val="22"/>
          <w:szCs w:val="22"/>
        </w:rPr>
        <w:t>Základní korozní průzkum, JEKU, 08/2022</w:t>
      </w:r>
    </w:p>
    <w:p w14:paraId="53D3E655" w14:textId="44C04E11" w:rsidR="003F0EB3" w:rsidRPr="00FB21A4" w:rsidRDefault="00A52076" w:rsidP="00843F6C">
      <w:pPr>
        <w:pStyle w:val="Odstavecseseznamem"/>
        <w:numPr>
          <w:ilvl w:val="0"/>
          <w:numId w:val="31"/>
        </w:numPr>
        <w:autoSpaceDE w:val="0"/>
        <w:autoSpaceDN w:val="0"/>
        <w:adjustRightInd w:val="0"/>
        <w:rPr>
          <w:rFonts w:cs="Arial"/>
          <w:sz w:val="22"/>
          <w:szCs w:val="22"/>
        </w:rPr>
      </w:pPr>
      <w:r w:rsidRPr="00FB21A4">
        <w:rPr>
          <w:rFonts w:cs="Arial"/>
          <w:sz w:val="22"/>
          <w:szCs w:val="22"/>
        </w:rPr>
        <w:t>Korozní průzkum ČOV Modřice, SVUOM, 08/2022</w:t>
      </w:r>
    </w:p>
    <w:sectPr w:rsidR="003F0EB3" w:rsidRPr="00FB21A4" w:rsidSect="003C288A">
      <w:headerReference w:type="default" r:id="rId26"/>
      <w:footerReference w:type="default" r:id="rId27"/>
      <w:pgSz w:w="11906" w:h="16838" w:code="9"/>
      <w:pgMar w:top="1809" w:right="1701" w:bottom="1758" w:left="1701" w:header="113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29B4A" w14:textId="77777777" w:rsidR="00D869F3" w:rsidRDefault="00D869F3" w:rsidP="00207A11">
      <w:r>
        <w:separator/>
      </w:r>
    </w:p>
  </w:endnote>
  <w:endnote w:type="continuationSeparator" w:id="0">
    <w:p w14:paraId="77807D48" w14:textId="77777777" w:rsidR="00D869F3" w:rsidRDefault="00D869F3"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Klee One"/>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8379FC" w14:textId="77777777" w:rsidR="00DD6C2E" w:rsidRDefault="00DD6C2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65792" w14:textId="77777777" w:rsidR="00DD6C2E" w:rsidRDefault="00DD6C2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834"/>
      <w:gridCol w:w="2835"/>
      <w:gridCol w:w="2835"/>
    </w:tblGrid>
    <w:tr w:rsidR="003C288A" w:rsidRPr="00AA14F6" w14:paraId="32B1E470" w14:textId="77777777" w:rsidTr="00FE031B">
      <w:trPr>
        <w:trHeight w:val="2098"/>
        <w:jc w:val="center"/>
      </w:trPr>
      <w:tc>
        <w:tcPr>
          <w:tcW w:w="8504" w:type="dxa"/>
          <w:gridSpan w:val="3"/>
          <w:tcBorders>
            <w:top w:val="single" w:sz="4" w:space="0" w:color="auto"/>
          </w:tcBorders>
          <w:tcMar>
            <w:top w:w="113" w:type="dxa"/>
          </w:tcMar>
        </w:tcPr>
        <w:p w14:paraId="574CD3A3" w14:textId="5922D6C6" w:rsidR="003C288A" w:rsidRDefault="00D869F3" w:rsidP="00FE031B">
          <w:pPr>
            <w:jc w:val="center"/>
            <w:rPr>
              <w:bCs/>
              <w:caps/>
              <w:color w:val="000000" w:themeColor="text1"/>
              <w:sz w:val="24"/>
              <w:szCs w:val="24"/>
            </w:rPr>
          </w:pPr>
          <w:sdt>
            <w:sdtPr>
              <w:rPr>
                <w:bCs/>
                <w:caps/>
                <w:color w:val="000000" w:themeColor="text1"/>
                <w:sz w:val="24"/>
                <w:szCs w:val="24"/>
              </w:rPr>
              <w:alias w:val="Objednatel (investor)"/>
              <w:tag w:val="OFirma"/>
              <w:id w:val="185799262"/>
              <w:text/>
            </w:sdtPr>
            <w:sdtEndPr/>
            <w:sdtContent>
              <w:r w:rsidR="00DD6C2E">
                <w:rPr>
                  <w:bCs/>
                  <w:caps/>
                  <w:color w:val="000000" w:themeColor="text1"/>
                  <w:sz w:val="24"/>
                  <w:szCs w:val="24"/>
                </w:rPr>
                <w:t>Brněnské vodárny a kanalizace, a.s.</w:t>
              </w:r>
            </w:sdtContent>
          </w:sdt>
        </w:p>
        <w:p w14:paraId="7795499C" w14:textId="77777777" w:rsidR="00DD6C2E" w:rsidRPr="00DD6C2E" w:rsidRDefault="00DD6C2E" w:rsidP="00DD6C2E">
          <w:pPr>
            <w:rPr>
              <w:sz w:val="24"/>
              <w:szCs w:val="24"/>
            </w:rPr>
          </w:pPr>
        </w:p>
        <w:p w14:paraId="6E8FE1D4" w14:textId="77777777" w:rsidR="00DD6C2E" w:rsidRPr="00DD6C2E" w:rsidRDefault="00DD6C2E" w:rsidP="00DD6C2E">
          <w:pPr>
            <w:rPr>
              <w:sz w:val="24"/>
              <w:szCs w:val="24"/>
            </w:rPr>
          </w:pPr>
        </w:p>
        <w:p w14:paraId="1B2BDA1B" w14:textId="6C1D8B03" w:rsidR="00DD6C2E" w:rsidRDefault="00DD6C2E" w:rsidP="00DD6C2E">
          <w:pPr>
            <w:jc w:val="center"/>
            <w:rPr>
              <w:caps/>
              <w:color w:val="000000" w:themeColor="text1"/>
              <w:sz w:val="24"/>
              <w:szCs w:val="24"/>
            </w:rPr>
          </w:pPr>
          <w:r w:rsidRPr="00BC3F68">
            <w:rPr>
              <w:b/>
              <w:noProof/>
            </w:rPr>
            <w:object w:dxaOrig="860" w:dyaOrig="838" w14:anchorId="3E054B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2.75pt;height:42pt;mso-width-percent:0;mso-height-percent:0;mso-width-percent:0;mso-height-percent:0" filled="t">
                <v:imagedata r:id="rId1" o:title=""/>
              </v:shape>
              <o:OLEObject Type="Embed" ProgID="Word.Picture.8" ShapeID="_x0000_i1025" DrawAspect="Content" ObjectID="_1725970821" r:id="rId2"/>
            </w:object>
          </w:r>
        </w:p>
        <w:p w14:paraId="395FFE77" w14:textId="127F7056" w:rsidR="00DD6C2E" w:rsidRPr="00DD6C2E" w:rsidRDefault="00DD6C2E" w:rsidP="00DD6C2E">
          <w:pPr>
            <w:tabs>
              <w:tab w:val="left" w:pos="5355"/>
            </w:tabs>
            <w:rPr>
              <w:sz w:val="24"/>
              <w:szCs w:val="24"/>
            </w:rPr>
          </w:pPr>
          <w:r>
            <w:rPr>
              <w:sz w:val="24"/>
              <w:szCs w:val="24"/>
            </w:rPr>
            <w:tab/>
          </w:r>
        </w:p>
      </w:tc>
    </w:tr>
    <w:tr w:rsidR="003C288A" w:rsidRPr="00AA14F6" w14:paraId="38FFBC59" w14:textId="77777777" w:rsidTr="00FE031B">
      <w:trPr>
        <w:trHeight w:val="851"/>
        <w:jc w:val="center"/>
      </w:trPr>
      <w:tc>
        <w:tcPr>
          <w:tcW w:w="2834" w:type="dxa"/>
          <w:tcMar>
            <w:left w:w="113" w:type="dxa"/>
            <w:bottom w:w="113" w:type="dxa"/>
          </w:tcMar>
          <w:vAlign w:val="bottom"/>
        </w:tcPr>
        <w:p w14:paraId="6D9561EB" w14:textId="77777777" w:rsidR="003C288A" w:rsidRPr="0037186F" w:rsidRDefault="003C288A" w:rsidP="00FE031B">
          <w:pPr>
            <w:jc w:val="center"/>
            <w:rPr>
              <w:color w:val="000000" w:themeColor="text1"/>
              <w:sz w:val="12"/>
            </w:rPr>
          </w:pPr>
        </w:p>
      </w:tc>
      <w:tc>
        <w:tcPr>
          <w:tcW w:w="2835" w:type="dxa"/>
          <w:tcMar>
            <w:left w:w="113" w:type="dxa"/>
            <w:bottom w:w="113" w:type="dxa"/>
          </w:tcMar>
          <w:vAlign w:val="bottom"/>
        </w:tcPr>
        <w:p w14:paraId="16DA6E48" w14:textId="77777777" w:rsidR="003C288A" w:rsidRPr="00C5703F" w:rsidRDefault="003C288A" w:rsidP="00FE031B">
          <w:pPr>
            <w:jc w:val="center"/>
            <w:rPr>
              <w:b/>
              <w:color w:val="000000" w:themeColor="text1"/>
              <w:sz w:val="12"/>
            </w:rPr>
          </w:pPr>
          <w:r>
            <w:rPr>
              <w:noProof/>
              <w:color w:val="000000" w:themeColor="text1"/>
            </w:rPr>
            <mc:AlternateContent>
              <mc:Choice Requires="wpc">
                <w:drawing>
                  <wp:inline distT="0" distB="0" distL="0" distR="0" wp14:anchorId="46C74193" wp14:editId="652B77CC">
                    <wp:extent cx="1080135" cy="314960"/>
                    <wp:effectExtent l="0" t="0" r="5715" b="8890"/>
                    <wp:docPr id="247" name="Plátno 24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35" name="Freeform 210"/>
                            <wps:cNvSpPr>
                              <a:spLocks noEditPoints="1"/>
                            </wps:cNvSpPr>
                            <wps:spPr bwMode="auto">
                              <a:xfrm>
                                <a:off x="801326" y="42128"/>
                                <a:ext cx="278809" cy="271829"/>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Freeform 211"/>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212"/>
                            <wps:cNvSpPr>
                              <a:spLocks/>
                            </wps:cNvSpPr>
                            <wps:spPr bwMode="auto">
                              <a:xfrm>
                                <a:off x="907634" y="0"/>
                                <a:ext cx="66192" cy="66202"/>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solidFill>
                              <a:ln>
                                <a:noFill/>
                              </a:ln>
                            </wps:spPr>
                            <wps:bodyPr rot="0" vert="horz" wrap="square" lIns="91440" tIns="45720" rIns="91440" bIns="45720" anchor="t" anchorCtr="0" upright="1">
                              <a:noAutofit/>
                            </wps:bodyPr>
                          </wps:wsp>
                          <wps:wsp>
                            <wps:cNvPr id="238" name="Freeform 213"/>
                            <wps:cNvSpPr>
                              <a:spLocks noEditPoints="1"/>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Freeform 214"/>
                            <wps:cNvSpPr>
                              <a:spLocks/>
                            </wps:cNvSpPr>
                            <wps:spPr bwMode="auto">
                              <a:xfrm>
                                <a:off x="601747" y="178544"/>
                                <a:ext cx="133387" cy="136416"/>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Freeform 215"/>
                            <wps:cNvSpPr>
                              <a:spLocks/>
                            </wps:cNvSpPr>
                            <wps:spPr bwMode="auto">
                              <a:xfrm>
                                <a:off x="637851" y="204624"/>
                                <a:ext cx="59172" cy="84257"/>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1" name="Freeform 216"/>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2" name="Freeform 217"/>
                            <wps:cNvSpPr>
                              <a:spLocks/>
                            </wps:cNvSpPr>
                            <wps:spPr bwMode="auto">
                              <a:xfrm>
                                <a:off x="460336" y="178544"/>
                                <a:ext cx="116338" cy="136416"/>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3" name="Freeform 218"/>
                            <wps:cNvSpPr>
                              <a:spLocks/>
                            </wps:cNvSpPr>
                            <wps:spPr bwMode="auto">
                              <a:xfrm>
                                <a:off x="337981" y="179547"/>
                                <a:ext cx="95277" cy="13441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4" name="Freeform 219"/>
                            <wps:cNvSpPr>
                              <a:spLocks/>
                            </wps:cNvSpPr>
                            <wps:spPr bwMode="auto">
                              <a:xfrm>
                                <a:off x="124361" y="179547"/>
                                <a:ext cx="186541" cy="13441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5" name="Freeform 220"/>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6" name="Freeform 221"/>
                            <wps:cNvSpPr>
                              <a:spLocks/>
                            </wps:cNvSpPr>
                            <wps:spPr bwMode="auto">
                              <a:xfrm>
                                <a:off x="0" y="178544"/>
                                <a:ext cx="100291" cy="136416"/>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20075C6D" id="Plátno 247" o:spid="_x0000_s1026" editas="canvas" style="width:85.05pt;height:24.8pt;mso-position-horizontal-relative:char;mso-position-vertical-relative:line" coordsize="10801,31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10801;height:3149;visibility:visible;mso-wrap-style:square">
                      <v:fill o:detectmouseclick="t"/>
                      <v:path o:connecttype="none"/>
                    </v:shape>
                    <v:shape id="Freeform 210" o:spid="_x0000_s1028" style="position:absolute;left:8013;top:421;width:2788;height:2718;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xfh8UA&#10;AADcAAAADwAAAGRycy9kb3ducmV2LnhtbESPQWvCQBSE70L/w/IK3nRjWkWiGwmFQk9KtYUeH9ln&#10;EpN9m+5uY/z33YLQ4zAz3zDb3Wg6MZDzjWUFi3kCgri0uuFKwcfpdbYG4QOyxs4yKbiRh13+MNli&#10;pu2V32k4hkpECPsMFdQh9JmUvqzJoJ/bnjh6Z+sMhihdJbXDa4SbTqZJspIGG44LNfb0UlPZHn+M&#10;gmH9/dxS0fhidTgl4dOZr8s+VWr6OBYbEIHG8B++t9+0gvRpCX9n4hG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7F+HxQAAANwAAAAPAAAAAAAAAAAAAAAAAJgCAABkcnMv&#10;ZG93bnJldi54bWxQSwUGAAAAAAQABAD1AAAAigMAAAAA&#10;" path="m444,423r,54l112,477r,-54l276,256,444,423xm556,181r-203,l485,49,436,4,276,165,114,,69,47,201,181,,181r,62l201,243,46,396r,147l508,543r,-147l353,243r203,l556,181xe" fillcolor="black" stroked="f">
                      <v:path arrowok="t" o:connecttype="custom" o:connectlocs="222646,211756;222646,238789;56163,238789;56163,211756;138402,128155;222646,211756;278809,90610;177014,90610;243206,24530;218634,2002;138402,82600;57166,0;34600,23528;100792,90610;0,90610;0,121647;100792,121647;23067,198240;23067,271829;254739,271829;254739,198240;177014,121647;278809,121647;278809,90610" o:connectangles="0,0,0,0,0,0,0,0,0,0,0,0,0,0,0,0,0,0,0,0,0,0,0,0"/>
                      <o:lock v:ext="edit" verticies="t"/>
                    </v:shape>
                    <v:shape id="Freeform 211" o:spid="_x0000_s1029" style="position:absolute;left:9076;width:662;height:662;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l5+QMQA&#10;AADcAAAADwAAAGRycy9kb3ducmV2LnhtbESPQYvCMBSE7wv+h/AEb2uqi7JUo4giLCwe1L14ezTP&#10;Ntq8lCa2dX+9EQSPw8x8w8yXnS1FQ7U3jhWMhgkI4sxpw7mCv+P28xuED8gaS8ek4E4elovexxxT&#10;7VreU3MIuYgQ9ikqKEKoUil9VpBFP3QVcfTOrrYYoqxzqWtsI9yWcpwkU2nRcFwosKJ1Qdn1cLMK&#10;THu8TU7/eFmb0841v81ukydaqUG/W81ABOrCO/xq/2gF468pPM/E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efkDEAAAA3AAAAA8AAAAAAAAAAAAAAAAAmAIAAGRycy9k&#10;b3ducmV2LnhtbFBLBQYAAAAABAAEAPUAAACJAwAAAAA=&#10;" path="m131,66r,l130,79r-4,14l120,103r-8,9l103,120r-12,8l79,132r-13,l52,132,41,128,29,120,19,112r-7,-9l6,93,2,79,,66,2,52,6,41,12,29,19,19,29,12,41,6,52,2,66,,79,2,91,6r12,6l112,19r8,10l126,41r4,11l131,66xe" fillcolor="#dc002e"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2" o:spid="_x0000_s1030" style="position:absolute;left:9076;width:662;height:662;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RdUcUA&#10;AADcAAAADwAAAGRycy9kb3ducmV2LnhtbESP0WrCQBRE34X+w3ILfTMbFWqJrqKlxfqimPoB1+w1&#10;CWbvptk1iX/fFQQfh5k5w8yXvalES40rLSsYRTEI4szqknMFx9/v4QcI55E1VpZJwY0cLBcvgzkm&#10;2nZ8oDb1uQgQdgkqKLyvEyldVpBBF9maOHhn2xj0QTa51A12AW4qOY7jd2mw5LBQYE2fBWWX9GoU&#10;bPLLdb1r02obn+zX39pvbt1+otTba7+agfDU+2f40f7RCsaTKdzPhCMgF/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3JF1R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66192,33101;66192,33101;65687,39621;63666,46642;60634,51658;56592,56171;52044,60184;45981,64196;39917,66202;33349,66202;33349,66202;26275,66202;20717,64196;14653,60184;9600,56171;6063,51658;3032,46642;1011,39621;0,33101;0,33101;1011,26080;3032,20563;6063,14544;9600,9529;14653,6018;20717,3009;26275,1003;33349,0;33349,0;39917,1003;45981,3009;52044,6018;56592,9529;60634,14544;63666,20563;65687,26080;66192,33101" o:connectangles="0,0,0,0,0,0,0,0,0,0,0,0,0,0,0,0,0,0,0,0,0,0,0,0,0,0,0,0,0,0,0,0,0,0,0,0,0"/>
                    </v:shape>
                    <v:shape id="Freeform 213" o:spid="_x0000_s1031" style="position:absolute;left:6017;top:1785;width:1334;height:1364;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QWzcIA&#10;AADcAAAADwAAAGRycy9kb3ducmV2LnhtbERPz2vCMBS+D/wfwhN2W9MpTOmMMkYLOw1WBfH2aJ5N&#10;XfNSmlRb/3pzGOz48f3e7Ebbiiv1vnGs4DVJQRBXTjdcKzjsi5c1CB+QNbaOScFEHnbb2dMGM+1u&#10;/EPXMtQihrDPUIEJocuk9JUhiz5xHXHkzq63GCLsa6l7vMVw28pFmr5Jiw3HBoMdfRqqfsvBKiia&#10;Q5tPy+/L5TSQObq8PK/uk1LP8/HjHUSgMfyL/9xfWsFiGdfGM/EIyO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VJBbNwgAAANwAAAAPAAAAAAAAAAAAAAAAAJgCAABkcnMvZG93&#10;bnJldi54bWxQSwUGAAAAAAQABAD1AAAAhwM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66694,110240;73212,110240;85247,103193;91766,91615;94775,76010;95778,67956;93772,51345;88758,37754;80233,29196;66694,26176;59172,26176;47137,33223;39615,44801;36606,59399;35603,67956;37609,83561;42624,97152;52151,107220;66694,110240" o:connectangles="0,0,0,0,0,0,0,0,0,0,0,0,0,0,0,0,0,0,0,0,0,0,0,0,0,0,0,0,0,0,0,0,0,0,0,0,0,0,0,0,0,0,0,0,0,0,0,0,0,0,0"/>
                      <o:lock v:ext="edit" verticies="t"/>
                    </v:shape>
                    <v:shape id="Freeform 214" o:spid="_x0000_s1032" style="position:absolute;left:6017;top:1785;width:1334;height:1364;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ZPMYA&#10;AADcAAAADwAAAGRycy9kb3ducmV2LnhtbESPQWsCMRSE7wX/Q3hCbzVbLWJXoxSLopeCWvD63Lxu&#10;tt28LEm6u/XXN4WCx2FmvmEWq97WoiUfKscKHkcZCOLC6YpLBe+nzcMMRIjIGmvHpOCHAqyWg7sF&#10;5tp1fKD2GEuRIBxyVGBibHIpQ2HIYhi5hjh5H85bjEn6UmqPXYLbWo6zbCotVpwWDDa0NlR8Hb+t&#10;gnPXv/m9bl+v2/3ndH2yl6eruSh1P+xf5iAi9fEW/m/vtILx5Bn+zq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cjZPM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66694,0;81236,1007;94775,3524;106308,9564;115836,17618;123859,27183;128874,38760;131381,52352;133387,67956;130378,90608;126868,103193;119848,113764;111323,122825;101795,129369;88758,134402;74215,136416;66694,136416;51148,135409;37609,132389;26076,126852;16548,118798;9528,108227;3510,96649;1003,83561;0,67956;2006,45808;6519,33223;12536,22149;21061,13591;31592,6544;44629,2014;58169,0" o:connectangles="0,0,0,0,0,0,0,0,0,0,0,0,0,0,0,0,0,0,0,0,0,0,0,0,0,0,0,0,0,0,0,0"/>
                    </v:shape>
                    <v:shape id="Freeform 215" o:spid="_x0000_s1033" style="position:absolute;left:6378;top:2046;width:592;height:842;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n4icIA&#10;AADcAAAADwAAAGRycy9kb3ducmV2LnhtbERPy2rCQBTdC/7DcAV3ZuIDkdRRRCwqXZkKxd0lc5uk&#10;ydxJM2OS/n1nUejycN7b/WBq0VHrSssK5lEMgjizuuRcwf39dbYB4TyyxtoyKfghB/vdeLTFRNue&#10;b9SlPhchhF2CCgrvm0RKlxVk0EW2IQ7cp20N+gDbXOoW+xBuarmI47U0WHJoKLChY0FZlT6NgvPX&#10;t/Efj3wpz49rXaV91Z3eYqWmk+HwAsLT4P/Ff+6LVrBYhfnhTDg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2fiJwgAAANwAAAAPAAAAAAAAAAAAAAAAAJgCAABkcnMvZG93&#10;bnJldi54bWxQSwUGAAAAAAQABAD1AAAAhwMAAAAA&#10;" path="m62,167r,l75,167r14,-6l99,153r7,-12l112,130r4,-16l118,99r2,-16l118,66,116,50,112,37,106,23,99,14,89,6,75,,62,,47,,33,6,23,14r-9,9l8,37,4,50,2,66,,83,2,99r2,15l8,130r6,11l23,153r10,8l47,167r15,e" filled="f" stroked="f">
                      <v:path arrowok="t" o:connecttype="custom" o:connectlocs="30572,84257;30572,84257;36983,84257;43886,81230;48817,77194;52269,71139;55227,65589;57200,57517;58186,49949;59172,41876;59172,41876;58186,33299;57200,25227;55227,18668;52269,11604;48817,7063;43886,3027;36983,0;30572,0;30572,0;23176,0;16272,3027;11341,7063;6903,11604;3945,18668;1972,25227;986,33299;0,41876;0,41876;986,49949;1972,57517;3945,65589;6903,71139;11341,77194;16272,81230;23176,84257;30572,84257" o:connectangles="0,0,0,0,0,0,0,0,0,0,0,0,0,0,0,0,0,0,0,0,0,0,0,0,0,0,0,0,0,0,0,0,0,0,0,0,0"/>
                    </v:shape>
                    <v:shape id="Freeform 216" o:spid="_x0000_s1034" style="position:absolute;left:4603;top:1785;width:1163;height:1364;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VFNcUA&#10;AADcAAAADwAAAGRycy9kb3ducmV2LnhtbESPQWvCQBSE74X+h+UVvIhuTCWU6CoqKFKwUCueH9ln&#10;EpJ9G3ZXjf++WxB6HGbmG2a+7E0rbuR8bVnBZJyAIC6srrlUcPrZjj5A+ICssbVMCh7kYbl4fZlj&#10;ru2dv+l2DKWIEPY5KqhC6HIpfVGRQT+2HXH0LtYZDFG6UmqH9wg3rUyTJJMGa44LFXa0qahojlej&#10;4PB1ynbvzWe2O/fD0GzdNT2sh0oN3vrVDESgPvyHn+29VpBOJ/B3Jh4B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VUU1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7" o:spid="_x0000_s1035" style="position:absolute;left:4603;top:1785;width:1163;height:1364;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xMwsUA&#10;AADcAAAADwAAAGRycy9kb3ducmV2LnhtbESPQWvCQBSE7wX/w/KE3urGYItEVxFFkR4KRsHrI/vM&#10;RrNvQ3YbY399t1DwOMzMN8x82dtadNT6yrGC8SgBQVw4XXGp4HTcvk1B+ICssXZMCh7kYbkYvMwx&#10;0+7OB+ryUIoIYZ+hAhNCk0npC0MW/cg1xNG7uNZiiLItpW7xHuG2lmmSfEiLFccFgw2tDRW3/Nsq&#10;2K1NPTkfTvyz2X1x87npru95p9TrsF/NQATqwzP8395rBekkhb8z8QjIx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HEzC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77559,0;97200,1007;113820,34733;104755,31210;87128,26176;78566,26176;61946,29196;48348,37754;39787,50338;36765,67956;37772,78024;43816,93629;56406,104200;72019,110240;81588,110240;99215,108227;115834,103193;116338,130375;100222,135409;77559,136416;63961,136416;43816,131382;30721,125845;20145,116784;10576,107220;3525,93629;1007,77017;0,67956;1511,51345;5540,37754;13598,26176;22160,16612;33743,8557;46334,3524;60939,1007" o:connectangles="0,0,0,0,0,0,0,0,0,0,0,0,0,0,0,0,0,0,0,0,0,0,0,0,0,0,0,0,0,0,0,0,0,0,0"/>
                    </v:shape>
                    <v:shape id="Freeform 218" o:spid="_x0000_s1036" style="position:absolute;left:3379;top:1795;width:953;height:1344;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Yc4sMA&#10;AADcAAAADwAAAGRycy9kb3ducmV2LnhtbESPS4vCQBCE7wv+h6EFL4tOfO4SHUWEgAcvvmCPvZk2&#10;CWZ6Qmai8d87guCxqKqvqMWqNaW4Ue0KywqGgwgEcWp1wZmC0zHp/4JwHlljaZkUPMjBatn5WmCs&#10;7Z33dDv4TAQIuxgV5N5XsZQuzcmgG9iKOHgXWxv0QdaZ1DXeA9yUchRFM2mw4LCQY0WbnNLroTEK&#10;dlyh2WDz9500P+dp9H9eHzFRqtdt13MQnlr/Cb/bW61gNBnD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DYc4sMAAADcAAAADwAAAAAAAAAAAAAAAACYAgAAZHJzL2Rv&#10;d25yZXYueG1sUEsFBgAAAAAEAAQA9QAAAIgDAAAAAA==&#10;" path="m,l186,r,50l68,50r,54l178,104r,53l68,157r,58l190,215r,52l,267,,xe" fillcolor="black" stroked="f">
                      <v:path arrowok="t" o:connecttype="custom" o:connectlocs="0,0;93271,0;93271,25170;34099,25170;34099,52354;89260,52354;89260,79035;34099,79035;34099,108233;95277,108233;95277,134410;0,134410;0,0" o:connectangles="0,0,0,0,0,0,0,0,0,0,0,0,0"/>
                    </v:shape>
                    <v:shape id="Freeform 219" o:spid="_x0000_s1037" style="position:absolute;left:1243;top:1795;width:1866;height:1344;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FPsYA&#10;AADcAAAADwAAAGRycy9kb3ducmV2LnhtbESPUWvCQBCE3wv+h2MFX4peKqFI6ikqlbZIobGlz0tu&#10;TYK5vZDbavTXe4VCH4eZ+YaZL3vXqBN1ofZs4GGSgCIuvK25NPD1uR3PQAVBtth4JgMXCrBcDO7m&#10;mFl/5pxOeylVhHDI0EAl0mZah6Iih2HiW+LoHXznUKLsSm07PEe4a/Q0SR61w5rjQoUtbSoqjvsf&#10;Z+D5cs3fPq7337tEXvJ3Wq+1pL0xo2G/egIl1Mt/+K/9ag1M0xR+z8QjoB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QrFPsYAAADcAAAADwAAAAAAAAAAAAAAAACYAgAAZHJz&#10;L2Rvd25yZXYueG1sUEsFBgAAAAAEAAQA9QAAAIsDAAAAAA==&#10;" path="m,l72,r33,203l107,203,141,r91,l269,203,304,r69,l311,267r-89,l186,62,151,267r-93,l,xe" fillcolor="black" stroked="f">
                      <v:path arrowok="t" o:connecttype="custom" o:connectlocs="0,0;36008,0;52512,102192;53512,102192;70515,0;116026,0;134530,102192;152033,0;186541,0;155534,134410;111024,134410;93020,31211;75517,134410;29006,134410;0,0" o:connectangles="0,0,0,0,0,0,0,0,0,0,0,0,0,0,0"/>
                    </v:shape>
                    <v:shape id="Freeform 220" o:spid="_x0000_s1038" style="position:absolute;top:1785;width:1002;height:1364;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6m58QA&#10;AADcAAAADwAAAGRycy9kb3ducmV2LnhtbESPQWvCQBSE7wX/w/IEb3VjUFtSVykFUTwU1BR6fGRf&#10;s9Hs25hdNf57tyB4HGa+GWa26GwtLtT6yrGC0TABQVw4XXGpIN8vX99B+ICssXZMCm7kYTHvvcww&#10;0+7KW7rsQiliCfsMFZgQmkxKXxiy6IeuIY7en2sthijbUuoWr7Hc1jJNkqm0WHFcMNjQl6HiuDtb&#10;BSnJQ24nq7dpQt3Pr0xPh2+zUWrQ7z4/QATqwjP8oNc6cuMJ/J+JR0DO7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Uupuf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v:shape id="Freeform 221" o:spid="_x0000_s1039" style="position:absolute;top:1785;width:1002;height:1364;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jC9cMA&#10;AADcAAAADwAAAGRycy9kb3ducmV2LnhtbESPQYvCMBSE7wv+h/AEL6LpyiJSjaKygketXrw9m2db&#10;bF5KE9vqrzcLwh6HmfmGWaw6U4qGaldYVvA9jkAQp1YXnCk4n3ajGQjnkTWWlknBkxyslr2vBcba&#10;tnykJvGZCBB2MSrIva9iKV2ak0E3thVx8G62NuiDrDOpa2wD3JRyEkVTabDgsJBjRduc0nvyMAoe&#10;Q5dsr/owvHRNqn9fm7YtXmulBv1uPQfhqfP/4U97rxVMfqbwdyYcAbl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VjC9cMAAADcAAAADwAAAAAAAAAAAAAAAACYAgAAZHJzL2Rv&#10;d25yZXYueG1sUEsFBgAAAAAEAAQA9QAAAIgDA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57879,0;84823,2014;89813,32216;82827,29196;68358,26176;60873,26176;45405,27183;38420,31210;36424,37754;36424,40774;42412,46814;56881,51345;79834,60406;89813,66950;97297,78024;100291,92622;99293,99166;97297,110240;92308,118798;85821,125845;73347,132389;51892,136416;40416,136416;21455,135409;1996,130375;4990,101179;21455,108227;40416,110240;49397,110240;58877,106213;61871,101179;62869,97152;59875,89602;52890,84568;31933,78024;14470,69970;5988,61412;998,48828;0,40774;1996,29196;5988,20135;11476,13591;27942,3524;48399,0" o:connectangles="0,0,0,0,0,0,0,0,0,0,0,0,0,0,0,0,0,0,0,0,0,0,0,0,0,0,0,0,0,0,0,0,0,0,0,0,0,0,0,0,0,0,0,0"/>
                    </v:shape>
                    <w10:anchorlock/>
                  </v:group>
                </w:pict>
              </mc:Fallback>
            </mc:AlternateContent>
          </w:r>
        </w:p>
      </w:tc>
      <w:tc>
        <w:tcPr>
          <w:tcW w:w="2835" w:type="dxa"/>
          <w:tcMar>
            <w:left w:w="113" w:type="dxa"/>
            <w:bottom w:w="113" w:type="dxa"/>
          </w:tcMar>
          <w:vAlign w:val="bottom"/>
        </w:tcPr>
        <w:p w14:paraId="54C58803" w14:textId="77777777" w:rsidR="003C288A" w:rsidRPr="0037186F" w:rsidRDefault="003C288A" w:rsidP="00FE031B">
          <w:pPr>
            <w:jc w:val="center"/>
            <w:rPr>
              <w:color w:val="000000" w:themeColor="text1"/>
              <w:sz w:val="12"/>
            </w:rPr>
          </w:pPr>
        </w:p>
      </w:tc>
    </w:tr>
    <w:tr w:rsidR="003C288A" w:rsidRPr="00AA14F6" w14:paraId="7FD61088" w14:textId="77777777" w:rsidTr="006D3A70">
      <w:trPr>
        <w:trHeight w:val="227"/>
        <w:jc w:val="center"/>
      </w:trPr>
      <w:tc>
        <w:tcPr>
          <w:tcW w:w="2834" w:type="dxa"/>
          <w:tcBorders>
            <w:top w:val="single" w:sz="4" w:space="0" w:color="auto"/>
            <w:left w:val="single" w:sz="4" w:space="0" w:color="auto"/>
            <w:right w:val="single" w:sz="4" w:space="0" w:color="auto"/>
          </w:tcBorders>
          <w:tcMar>
            <w:top w:w="57" w:type="dxa"/>
            <w:left w:w="113" w:type="dxa"/>
          </w:tcMar>
          <w:vAlign w:val="bottom"/>
        </w:tcPr>
        <w:p w14:paraId="45E97354" w14:textId="77777777" w:rsidR="003C288A" w:rsidRPr="0037186F" w:rsidRDefault="003C288A" w:rsidP="0037186F">
          <w:pPr>
            <w:jc w:val="left"/>
            <w:rPr>
              <w:color w:val="000000" w:themeColor="text1"/>
              <w:sz w:val="12"/>
            </w:rPr>
          </w:pPr>
        </w:p>
      </w:tc>
      <w:tc>
        <w:tcPr>
          <w:tcW w:w="2835" w:type="dxa"/>
          <w:tcBorders>
            <w:top w:val="single" w:sz="4" w:space="0" w:color="auto"/>
            <w:left w:val="single" w:sz="4" w:space="0" w:color="auto"/>
            <w:right w:val="single" w:sz="4" w:space="0" w:color="auto"/>
          </w:tcBorders>
          <w:tcMar>
            <w:top w:w="57" w:type="dxa"/>
            <w:left w:w="113" w:type="dxa"/>
          </w:tcMar>
          <w:vAlign w:val="bottom"/>
        </w:tcPr>
        <w:p w14:paraId="27FA44EB" w14:textId="77777777" w:rsidR="003C288A" w:rsidRPr="008A758D" w:rsidRDefault="003C288A" w:rsidP="0037186F">
          <w:pPr>
            <w:jc w:val="left"/>
            <w:rPr>
              <w:b/>
              <w:color w:val="000000" w:themeColor="text1"/>
              <w:w w:val="102"/>
              <w:sz w:val="22"/>
              <w:szCs w:val="22"/>
            </w:rPr>
          </w:pPr>
          <w:r w:rsidRPr="008A758D">
            <w:rPr>
              <w:b/>
              <w:color w:val="000000" w:themeColor="text1"/>
              <w:w w:val="102"/>
              <w:sz w:val="22"/>
              <w:szCs w:val="22"/>
            </w:rPr>
            <w:t>Sweco Hydroprojekt a.s.</w:t>
          </w:r>
        </w:p>
      </w:tc>
      <w:tc>
        <w:tcPr>
          <w:tcW w:w="2835" w:type="dxa"/>
          <w:tcBorders>
            <w:top w:val="single" w:sz="4" w:space="0" w:color="auto"/>
            <w:left w:val="single" w:sz="4" w:space="0" w:color="auto"/>
          </w:tcBorders>
          <w:tcMar>
            <w:top w:w="57" w:type="dxa"/>
            <w:left w:w="113" w:type="dxa"/>
          </w:tcMar>
          <w:vAlign w:val="bottom"/>
        </w:tcPr>
        <w:p w14:paraId="4732B853" w14:textId="77777777" w:rsidR="003C288A" w:rsidRPr="0037186F" w:rsidRDefault="003C288A" w:rsidP="0037186F">
          <w:pPr>
            <w:jc w:val="left"/>
            <w:rPr>
              <w:color w:val="000000" w:themeColor="text1"/>
              <w:sz w:val="12"/>
            </w:rPr>
          </w:pPr>
        </w:p>
      </w:tc>
    </w:tr>
    <w:tr w:rsidR="003C288A" w:rsidRPr="00AA14F6" w14:paraId="68484FD9" w14:textId="77777777" w:rsidTr="00C5703F">
      <w:trPr>
        <w:trHeight w:val="227"/>
        <w:jc w:val="center"/>
      </w:trPr>
      <w:tc>
        <w:tcPr>
          <w:tcW w:w="2834" w:type="dxa"/>
          <w:tcMar>
            <w:left w:w="113" w:type="dxa"/>
          </w:tcMar>
          <w:vAlign w:val="center"/>
        </w:tcPr>
        <w:p w14:paraId="52451D14" w14:textId="77777777" w:rsidR="003C288A" w:rsidRPr="0037186F" w:rsidRDefault="003C288A" w:rsidP="00C5703F">
          <w:pPr>
            <w:jc w:val="left"/>
            <w:rPr>
              <w:color w:val="000000" w:themeColor="text1"/>
              <w:sz w:val="12"/>
            </w:rPr>
          </w:pPr>
        </w:p>
      </w:tc>
      <w:tc>
        <w:tcPr>
          <w:tcW w:w="2835" w:type="dxa"/>
          <w:tcMar>
            <w:left w:w="113" w:type="dxa"/>
          </w:tcMar>
          <w:vAlign w:val="center"/>
        </w:tcPr>
        <w:p w14:paraId="407962DB" w14:textId="77777777" w:rsidR="003C288A" w:rsidRDefault="003C288A" w:rsidP="00C5703F">
          <w:pPr>
            <w:jc w:val="left"/>
            <w:rPr>
              <w:color w:val="000000" w:themeColor="text1"/>
              <w:sz w:val="12"/>
            </w:rPr>
          </w:pPr>
          <w:r>
            <w:rPr>
              <w:color w:val="000000" w:themeColor="text1"/>
              <w:sz w:val="12"/>
            </w:rPr>
            <w:t>Ústředí Praha</w:t>
          </w:r>
        </w:p>
        <w:p w14:paraId="0BD23631" w14:textId="77777777" w:rsidR="003C288A" w:rsidRDefault="003C288A" w:rsidP="00C5703F">
          <w:pPr>
            <w:jc w:val="left"/>
            <w:rPr>
              <w:color w:val="000000" w:themeColor="text1"/>
              <w:sz w:val="12"/>
            </w:rPr>
          </w:pPr>
          <w:r>
            <w:rPr>
              <w:color w:val="000000" w:themeColor="text1"/>
              <w:sz w:val="12"/>
            </w:rPr>
            <w:t>Táborská 31, Praha 4</w:t>
          </w:r>
        </w:p>
        <w:p w14:paraId="1A75A5FB" w14:textId="77777777" w:rsidR="003C288A" w:rsidRDefault="003C288A" w:rsidP="00C5703F">
          <w:pPr>
            <w:jc w:val="left"/>
            <w:rPr>
              <w:color w:val="000000" w:themeColor="text1"/>
              <w:sz w:val="12"/>
            </w:rPr>
          </w:pPr>
          <w:r w:rsidRPr="00DD3884">
            <w:rPr>
              <w:color w:val="000000" w:themeColor="text1"/>
              <w:sz w:val="12"/>
            </w:rPr>
            <w:t>www.sweco.cz</w:t>
          </w:r>
        </w:p>
        <w:p w14:paraId="2E6D6028" w14:textId="77777777" w:rsidR="003C288A" w:rsidRDefault="003C288A" w:rsidP="00C5703F">
          <w:pPr>
            <w:jc w:val="left"/>
            <w:rPr>
              <w:color w:val="000000" w:themeColor="text1"/>
              <w:sz w:val="12"/>
            </w:rPr>
          </w:pPr>
        </w:p>
        <w:p w14:paraId="350EAD6F" w14:textId="049AC096" w:rsidR="003C288A" w:rsidRDefault="003C288A" w:rsidP="00DD3884">
          <w:pPr>
            <w:jc w:val="left"/>
            <w:rPr>
              <w:bCs/>
              <w:color w:val="000000" w:themeColor="text1"/>
              <w:sz w:val="12"/>
            </w:rPr>
          </w:pPr>
          <w:r w:rsidRPr="00DD3884">
            <w:rPr>
              <w:caps/>
              <w:color w:val="000000" w:themeColor="text1"/>
              <w:sz w:val="12"/>
            </w:rPr>
            <w:t>Číslo zakázky:</w:t>
          </w:r>
          <w:r w:rsidRPr="00DD3884">
            <w:rPr>
              <w:bCs/>
              <w:color w:val="000000" w:themeColor="text1"/>
              <w:sz w:val="12"/>
            </w:rPr>
            <w:t xml:space="preserve"> </w:t>
          </w:r>
          <w:sdt>
            <w:sdtPr>
              <w:rPr>
                <w:caps/>
                <w:color w:val="000000" w:themeColor="text1"/>
                <w:sz w:val="12"/>
                <w:szCs w:val="12"/>
              </w:rPr>
              <w:alias w:val="Číslo zakázky"/>
              <w:tag w:val="CisloZak"/>
              <w:id w:val="1528303298"/>
              <w:text/>
            </w:sdtPr>
            <w:sdtEndPr/>
            <w:sdtContent>
              <w:r w:rsidR="00B66485">
                <w:rPr>
                  <w:caps/>
                  <w:color w:val="000000" w:themeColor="text1"/>
                  <w:sz w:val="12"/>
                  <w:szCs w:val="12"/>
                </w:rPr>
                <w:t>12 2127 01 01</w:t>
              </w:r>
            </w:sdtContent>
          </w:sdt>
          <w:r>
            <w:rPr>
              <w:caps/>
              <w:color w:val="000000" w:themeColor="text1"/>
              <w:sz w:val="12"/>
              <w:szCs w:val="12"/>
            </w:rPr>
            <w:t xml:space="preserve"> 00</w:t>
          </w:r>
        </w:p>
        <w:p w14:paraId="0F203912" w14:textId="7EE806FA" w:rsidR="003C288A" w:rsidRPr="0037186F" w:rsidRDefault="003C288A" w:rsidP="005C2849">
          <w:pPr>
            <w:jc w:val="left"/>
            <w:rPr>
              <w:color w:val="000000" w:themeColor="text1"/>
              <w:sz w:val="12"/>
            </w:rPr>
          </w:pPr>
          <w:r>
            <w:rPr>
              <w:caps/>
              <w:color w:val="000000" w:themeColor="text1"/>
              <w:sz w:val="12"/>
            </w:rPr>
            <w:t>Archivní číslo</w:t>
          </w:r>
          <w:r w:rsidRPr="00DD3884">
            <w:rPr>
              <w:caps/>
              <w:color w:val="000000" w:themeColor="text1"/>
              <w:sz w:val="12"/>
            </w:rPr>
            <w:t>:</w:t>
          </w:r>
          <w:r w:rsidRPr="00DD3884">
            <w:rPr>
              <w:bCs/>
              <w:color w:val="000000" w:themeColor="text1"/>
              <w:sz w:val="12"/>
            </w:rPr>
            <w:t xml:space="preserve"> </w:t>
          </w:r>
          <w:sdt>
            <w:sdtPr>
              <w:rPr>
                <w:bCs/>
                <w:color w:val="000000" w:themeColor="text1"/>
                <w:sz w:val="12"/>
              </w:rPr>
              <w:alias w:val="Archivní číslo"/>
              <w:tag w:val="Poc"/>
              <w:id w:val="455455351"/>
              <w:text/>
            </w:sdtPr>
            <w:sdtEndPr/>
            <w:sdtContent>
              <w:r w:rsidR="00B66485">
                <w:rPr>
                  <w:bCs/>
                  <w:color w:val="000000" w:themeColor="text1"/>
                  <w:sz w:val="12"/>
                </w:rPr>
                <w:t>005126/22/1</w:t>
              </w:r>
            </w:sdtContent>
          </w:sdt>
        </w:p>
      </w:tc>
      <w:tc>
        <w:tcPr>
          <w:tcW w:w="2835" w:type="dxa"/>
          <w:tcMar>
            <w:left w:w="113" w:type="dxa"/>
          </w:tcMar>
          <w:vAlign w:val="center"/>
        </w:tcPr>
        <w:p w14:paraId="623A0E6D" w14:textId="77777777" w:rsidR="003C288A" w:rsidRPr="0037186F" w:rsidRDefault="003C288A" w:rsidP="00C5703F">
          <w:pPr>
            <w:jc w:val="left"/>
            <w:rPr>
              <w:color w:val="000000" w:themeColor="text1"/>
              <w:sz w:val="12"/>
            </w:rPr>
          </w:pPr>
        </w:p>
      </w:tc>
    </w:tr>
  </w:tbl>
  <w:p w14:paraId="392C3962" w14:textId="77777777" w:rsidR="003C288A" w:rsidRDefault="003C288A" w:rsidP="0037186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3C288A" w14:paraId="7CA1C541" w14:textId="77777777" w:rsidTr="00837B86">
      <w:trPr>
        <w:trHeight w:val="227"/>
        <w:jc w:val="center"/>
      </w:trPr>
      <w:tc>
        <w:tcPr>
          <w:tcW w:w="4253" w:type="dxa"/>
          <w:tcBorders>
            <w:top w:val="nil"/>
            <w:left w:val="nil"/>
            <w:bottom w:val="single" w:sz="4" w:space="0" w:color="auto"/>
            <w:right w:val="nil"/>
          </w:tcBorders>
          <w:tcMar>
            <w:left w:w="113" w:type="dxa"/>
          </w:tcMar>
          <w:vAlign w:val="bottom"/>
        </w:tcPr>
        <w:p w14:paraId="3DA7134D" w14:textId="77777777" w:rsidR="003C288A" w:rsidRDefault="003C288A" w:rsidP="00837B86">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4D9C34C8" w14:textId="77777777" w:rsidR="003C288A" w:rsidRPr="00B40E75" w:rsidRDefault="003C288A" w:rsidP="00837B86">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14</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14</w:t>
          </w:r>
          <w:r w:rsidRPr="00B40E75">
            <w:rPr>
              <w:color w:val="000000" w:themeColor="text1"/>
              <w:sz w:val="16"/>
              <w:szCs w:val="16"/>
            </w:rPr>
            <w:fldChar w:fldCharType="end"/>
          </w:r>
          <w:r w:rsidRPr="00B40E75">
            <w:rPr>
              <w:color w:val="000000" w:themeColor="text1"/>
              <w:sz w:val="16"/>
              <w:szCs w:val="16"/>
            </w:rPr>
            <w:t>)</w:t>
          </w:r>
        </w:p>
      </w:tc>
    </w:tr>
    <w:tr w:rsidR="003C288A" w14:paraId="04529BE6" w14:textId="77777777" w:rsidTr="00837B86">
      <w:trPr>
        <w:trHeight w:val="227"/>
        <w:jc w:val="center"/>
      </w:trPr>
      <w:tc>
        <w:tcPr>
          <w:tcW w:w="4253" w:type="dxa"/>
          <w:tcBorders>
            <w:bottom w:val="nil"/>
            <w:right w:val="nil"/>
          </w:tcBorders>
          <w:tcMar>
            <w:left w:w="113" w:type="dxa"/>
          </w:tcMar>
          <w:vAlign w:val="bottom"/>
        </w:tcPr>
        <w:p w14:paraId="65193E54" w14:textId="62E7D631" w:rsidR="003C288A" w:rsidRDefault="003C288A"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814449896"/>
              <w:text/>
            </w:sdtPr>
            <w:sdtEndPr/>
            <w:sdtContent>
              <w:r w:rsidR="00B66485">
                <w:rPr>
                  <w:caps/>
                  <w:color w:val="000000" w:themeColor="text1"/>
                  <w:sz w:val="12"/>
                  <w:szCs w:val="12"/>
                </w:rPr>
                <w:t>12 2127 01 01</w:t>
              </w:r>
            </w:sdtContent>
          </w:sdt>
        </w:p>
      </w:tc>
      <w:tc>
        <w:tcPr>
          <w:tcW w:w="2835" w:type="dxa"/>
          <w:tcBorders>
            <w:left w:val="nil"/>
            <w:bottom w:val="nil"/>
            <w:right w:val="nil"/>
          </w:tcBorders>
          <w:vAlign w:val="bottom"/>
        </w:tcPr>
        <w:p w14:paraId="14791621" w14:textId="5A356374" w:rsidR="003C288A" w:rsidRDefault="003C288A"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489379301"/>
              <w:text/>
            </w:sdtPr>
            <w:sdtEndPr/>
            <w:sdtContent>
              <w:r w:rsidR="00D74493">
                <w:rPr>
                  <w:color w:val="000000" w:themeColor="text1"/>
                  <w:sz w:val="12"/>
                  <w:szCs w:val="12"/>
                </w:rPr>
                <w:t>g</w:t>
              </w:r>
            </w:sdtContent>
          </w:sdt>
        </w:p>
      </w:tc>
    </w:tr>
    <w:tr w:rsidR="003C288A" w14:paraId="7D78C071" w14:textId="77777777" w:rsidTr="00837B86">
      <w:trPr>
        <w:trHeight w:val="170"/>
        <w:jc w:val="center"/>
      </w:trPr>
      <w:tc>
        <w:tcPr>
          <w:tcW w:w="4253" w:type="dxa"/>
          <w:tcBorders>
            <w:top w:val="nil"/>
            <w:left w:val="nil"/>
            <w:bottom w:val="nil"/>
            <w:right w:val="nil"/>
          </w:tcBorders>
          <w:tcMar>
            <w:left w:w="113" w:type="dxa"/>
          </w:tcMar>
          <w:vAlign w:val="bottom"/>
        </w:tcPr>
        <w:p w14:paraId="70338AF6" w14:textId="6D9BB67A" w:rsidR="003C288A" w:rsidRDefault="003C288A"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703858173"/>
              <w:text/>
            </w:sdtPr>
            <w:sdtEndPr/>
            <w:sdtContent>
              <w:r w:rsidR="00B66485">
                <w:rPr>
                  <w:color w:val="000000" w:themeColor="text1"/>
                  <w:sz w:val="12"/>
                  <w:szCs w:val="12"/>
                </w:rPr>
                <w:t>005126/22/1</w:t>
              </w:r>
            </w:sdtContent>
          </w:sdt>
        </w:p>
      </w:tc>
      <w:tc>
        <w:tcPr>
          <w:tcW w:w="2835" w:type="dxa"/>
          <w:tcBorders>
            <w:top w:val="nil"/>
            <w:left w:val="nil"/>
            <w:bottom w:val="nil"/>
            <w:right w:val="nil"/>
          </w:tcBorders>
          <w:vAlign w:val="bottom"/>
        </w:tcPr>
        <w:p w14:paraId="0466F95B" w14:textId="1ACEC4FA" w:rsidR="003C288A" w:rsidRPr="00B40E75" w:rsidRDefault="003C288A"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602530224"/>
              <w:text/>
            </w:sdtPr>
            <w:sdtEndPr/>
            <w:sdtContent>
              <w:r w:rsidR="00B66485">
                <w:rPr>
                  <w:color w:val="000000" w:themeColor="text1"/>
                  <w:sz w:val="12"/>
                  <w:szCs w:val="12"/>
                </w:rPr>
                <w:t>1</w:t>
              </w:r>
            </w:sdtContent>
          </w:sdt>
        </w:p>
      </w:tc>
    </w:tr>
  </w:tbl>
  <w:p w14:paraId="1C7BAB96" w14:textId="77777777" w:rsidR="003C288A" w:rsidRPr="00F81B53" w:rsidRDefault="003C288A" w:rsidP="00837B86">
    <w:pPr>
      <w:pStyle w:val="Zpat"/>
      <w:spacing w:line="100" w:lineRule="exact"/>
      <w:ind w:right="142"/>
      <w:jc w:val="left"/>
      <w:rPr>
        <w:color w:val="000000" w:themeColor="text1"/>
        <w:sz w:val="12"/>
        <w:szCs w:val="1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5000" w:type="pct"/>
      <w:jc w:val="center"/>
      <w:tblCellMar>
        <w:left w:w="0" w:type="dxa"/>
        <w:right w:w="0" w:type="dxa"/>
      </w:tblCellMar>
      <w:tblLook w:val="04A0" w:firstRow="1" w:lastRow="0" w:firstColumn="1" w:lastColumn="0" w:noHBand="0" w:noVBand="1"/>
    </w:tblPr>
    <w:tblGrid>
      <w:gridCol w:w="6972"/>
      <w:gridCol w:w="1532"/>
    </w:tblGrid>
    <w:tr w:rsidR="003C288A" w14:paraId="0740F12B" w14:textId="77777777" w:rsidTr="00DD6C2E">
      <w:trPr>
        <w:trHeight w:val="227"/>
        <w:jc w:val="center"/>
      </w:trPr>
      <w:tc>
        <w:tcPr>
          <w:tcW w:w="4099" w:type="pct"/>
          <w:tcBorders>
            <w:top w:val="nil"/>
            <w:left w:val="nil"/>
            <w:bottom w:val="single" w:sz="4" w:space="0" w:color="auto"/>
            <w:right w:val="nil"/>
          </w:tcBorders>
          <w:tcMar>
            <w:left w:w="113" w:type="dxa"/>
          </w:tcMar>
          <w:vAlign w:val="bottom"/>
        </w:tcPr>
        <w:p w14:paraId="6E5E9F01" w14:textId="77777777" w:rsidR="003C288A" w:rsidRDefault="003C288A" w:rsidP="00837B86">
          <w:pPr>
            <w:pStyle w:val="Zpat"/>
            <w:ind w:right="142"/>
            <w:jc w:val="left"/>
            <w:rPr>
              <w:color w:val="000000" w:themeColor="text1"/>
              <w:sz w:val="12"/>
              <w:szCs w:val="12"/>
            </w:rPr>
          </w:pPr>
          <w:r w:rsidRPr="003B378D">
            <w:rPr>
              <w:b/>
              <w:noProof/>
              <w:color w:val="000000" w:themeColor="text1"/>
            </w:rPr>
            <w:t>Sweco Hydroprojekt a.s.</w:t>
          </w:r>
        </w:p>
      </w:tc>
      <w:tc>
        <w:tcPr>
          <w:tcW w:w="901" w:type="pct"/>
          <w:tcBorders>
            <w:top w:val="nil"/>
            <w:left w:val="nil"/>
            <w:bottom w:val="single" w:sz="4" w:space="0" w:color="auto"/>
            <w:right w:val="nil"/>
          </w:tcBorders>
          <w:vAlign w:val="bottom"/>
        </w:tcPr>
        <w:p w14:paraId="3F06E9B7" w14:textId="77777777" w:rsidR="003C288A" w:rsidRPr="00B40E75" w:rsidRDefault="003C288A" w:rsidP="00837B86">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sidR="00F84F8C">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F84F8C">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w:t>
          </w:r>
        </w:p>
      </w:tc>
    </w:tr>
    <w:tr w:rsidR="003C288A" w14:paraId="00205406" w14:textId="77777777" w:rsidTr="00DD6C2E">
      <w:trPr>
        <w:trHeight w:val="227"/>
        <w:jc w:val="center"/>
      </w:trPr>
      <w:tc>
        <w:tcPr>
          <w:tcW w:w="4099" w:type="pct"/>
          <w:tcBorders>
            <w:bottom w:val="nil"/>
            <w:right w:val="nil"/>
          </w:tcBorders>
          <w:tcMar>
            <w:left w:w="113" w:type="dxa"/>
          </w:tcMar>
          <w:vAlign w:val="bottom"/>
        </w:tcPr>
        <w:p w14:paraId="6170B05F" w14:textId="0414C7A7" w:rsidR="003C288A" w:rsidRDefault="003C288A"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82888485"/>
              <w:text/>
            </w:sdtPr>
            <w:sdtEndPr/>
            <w:sdtContent>
              <w:r w:rsidR="00B66485">
                <w:rPr>
                  <w:caps/>
                  <w:color w:val="000000" w:themeColor="text1"/>
                  <w:sz w:val="12"/>
                  <w:szCs w:val="12"/>
                </w:rPr>
                <w:t>12 2127 01 01</w:t>
              </w:r>
            </w:sdtContent>
          </w:sdt>
        </w:p>
      </w:tc>
      <w:tc>
        <w:tcPr>
          <w:tcW w:w="901" w:type="pct"/>
          <w:tcBorders>
            <w:left w:val="nil"/>
            <w:bottom w:val="nil"/>
            <w:right w:val="nil"/>
          </w:tcBorders>
          <w:vAlign w:val="bottom"/>
        </w:tcPr>
        <w:p w14:paraId="3B2B1DBB" w14:textId="292D8E95" w:rsidR="003C288A" w:rsidRDefault="003C288A"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881678901"/>
              <w:text/>
            </w:sdtPr>
            <w:sdtEndPr/>
            <w:sdtContent>
              <w:r w:rsidR="00D74493">
                <w:rPr>
                  <w:color w:val="000000" w:themeColor="text1"/>
                  <w:sz w:val="12"/>
                  <w:szCs w:val="12"/>
                </w:rPr>
                <w:t>g</w:t>
              </w:r>
            </w:sdtContent>
          </w:sdt>
        </w:p>
      </w:tc>
    </w:tr>
    <w:tr w:rsidR="003C288A" w14:paraId="3A493DB0" w14:textId="77777777" w:rsidTr="00DD6C2E">
      <w:trPr>
        <w:trHeight w:val="170"/>
        <w:jc w:val="center"/>
      </w:trPr>
      <w:tc>
        <w:tcPr>
          <w:tcW w:w="4099" w:type="pct"/>
          <w:tcBorders>
            <w:top w:val="nil"/>
            <w:left w:val="nil"/>
            <w:bottom w:val="nil"/>
            <w:right w:val="nil"/>
          </w:tcBorders>
          <w:tcMar>
            <w:left w:w="113" w:type="dxa"/>
          </w:tcMar>
          <w:vAlign w:val="bottom"/>
        </w:tcPr>
        <w:p w14:paraId="7344096C" w14:textId="58EBD2D1" w:rsidR="003C288A" w:rsidRDefault="003C288A"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248117219"/>
              <w:text/>
            </w:sdtPr>
            <w:sdtEndPr/>
            <w:sdtContent>
              <w:r w:rsidR="00B66485">
                <w:rPr>
                  <w:color w:val="000000" w:themeColor="text1"/>
                  <w:sz w:val="12"/>
                  <w:szCs w:val="12"/>
                </w:rPr>
                <w:t>005126/22/1</w:t>
              </w:r>
            </w:sdtContent>
          </w:sdt>
        </w:p>
      </w:tc>
      <w:tc>
        <w:tcPr>
          <w:tcW w:w="901" w:type="pct"/>
          <w:tcBorders>
            <w:top w:val="nil"/>
            <w:left w:val="nil"/>
            <w:bottom w:val="nil"/>
            <w:right w:val="nil"/>
          </w:tcBorders>
          <w:vAlign w:val="bottom"/>
        </w:tcPr>
        <w:p w14:paraId="142A6AA0" w14:textId="03E4B55D" w:rsidR="003C288A" w:rsidRPr="00B40E75" w:rsidRDefault="003C288A"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963493019"/>
              <w:text/>
            </w:sdtPr>
            <w:sdtEndPr/>
            <w:sdtContent>
              <w:r w:rsidR="00B66485">
                <w:rPr>
                  <w:color w:val="000000" w:themeColor="text1"/>
                  <w:sz w:val="12"/>
                  <w:szCs w:val="12"/>
                </w:rPr>
                <w:t>1</w:t>
              </w:r>
            </w:sdtContent>
          </w:sdt>
        </w:p>
      </w:tc>
    </w:tr>
  </w:tbl>
  <w:p w14:paraId="26D0604E" w14:textId="77777777" w:rsidR="003C288A" w:rsidRPr="00F81B53" w:rsidRDefault="003C288A" w:rsidP="00837B86">
    <w:pPr>
      <w:pStyle w:val="Zpat"/>
      <w:spacing w:line="100" w:lineRule="exact"/>
      <w:ind w:right="142"/>
      <w:jc w:val="left"/>
      <w:rPr>
        <w:color w:val="000000" w:themeColor="text1"/>
        <w:sz w:val="12"/>
        <w:szCs w:val="1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3C288A" w14:paraId="1A433CC4" w14:textId="77777777" w:rsidTr="001F529C">
      <w:trPr>
        <w:trHeight w:val="227"/>
        <w:jc w:val="center"/>
      </w:trPr>
      <w:tc>
        <w:tcPr>
          <w:tcW w:w="4253" w:type="dxa"/>
          <w:tcBorders>
            <w:top w:val="nil"/>
            <w:left w:val="nil"/>
            <w:bottom w:val="single" w:sz="4" w:space="0" w:color="auto"/>
            <w:right w:val="nil"/>
          </w:tcBorders>
          <w:tcMar>
            <w:left w:w="113" w:type="dxa"/>
          </w:tcMar>
          <w:vAlign w:val="bottom"/>
        </w:tcPr>
        <w:p w14:paraId="691F674B" w14:textId="77777777" w:rsidR="003C288A" w:rsidRDefault="003C288A" w:rsidP="001F529C">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74CA91AB" w14:textId="77777777" w:rsidR="003C288A" w:rsidRPr="00B40E75" w:rsidRDefault="003C288A" w:rsidP="001F529C">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16</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18</w:t>
          </w:r>
          <w:r w:rsidRPr="00B40E75">
            <w:rPr>
              <w:color w:val="000000" w:themeColor="text1"/>
              <w:sz w:val="16"/>
              <w:szCs w:val="16"/>
            </w:rPr>
            <w:fldChar w:fldCharType="end"/>
          </w:r>
          <w:r w:rsidRPr="00B40E75">
            <w:rPr>
              <w:color w:val="000000" w:themeColor="text1"/>
              <w:sz w:val="16"/>
              <w:szCs w:val="16"/>
            </w:rPr>
            <w:t>)</w:t>
          </w:r>
        </w:p>
      </w:tc>
    </w:tr>
    <w:tr w:rsidR="003C288A" w14:paraId="10FB2D32" w14:textId="77777777" w:rsidTr="001F529C">
      <w:trPr>
        <w:trHeight w:val="227"/>
        <w:jc w:val="center"/>
      </w:trPr>
      <w:tc>
        <w:tcPr>
          <w:tcW w:w="4253" w:type="dxa"/>
          <w:tcBorders>
            <w:bottom w:val="nil"/>
            <w:right w:val="nil"/>
          </w:tcBorders>
          <w:tcMar>
            <w:left w:w="113" w:type="dxa"/>
          </w:tcMar>
          <w:vAlign w:val="bottom"/>
        </w:tcPr>
        <w:p w14:paraId="207EF78F" w14:textId="4B7153A0" w:rsidR="003C288A" w:rsidRDefault="003C288A" w:rsidP="001F529C">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002810731"/>
              <w:text/>
            </w:sdtPr>
            <w:sdtEndPr/>
            <w:sdtContent>
              <w:r w:rsidR="00B66485">
                <w:rPr>
                  <w:caps/>
                  <w:color w:val="000000" w:themeColor="text1"/>
                  <w:sz w:val="12"/>
                  <w:szCs w:val="12"/>
                </w:rPr>
                <w:t>12 2127 01 01</w:t>
              </w:r>
            </w:sdtContent>
          </w:sdt>
        </w:p>
      </w:tc>
      <w:tc>
        <w:tcPr>
          <w:tcW w:w="2835" w:type="dxa"/>
          <w:tcBorders>
            <w:left w:val="nil"/>
            <w:bottom w:val="nil"/>
            <w:right w:val="nil"/>
          </w:tcBorders>
          <w:vAlign w:val="bottom"/>
        </w:tcPr>
        <w:p w14:paraId="41EBDFF2" w14:textId="7F0C16D1" w:rsidR="003C288A" w:rsidRDefault="003C288A" w:rsidP="00D146D8">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1083755530"/>
              <w:text/>
            </w:sdtPr>
            <w:sdtEndPr/>
            <w:sdtContent>
              <w:r w:rsidR="00D74493">
                <w:rPr>
                  <w:color w:val="000000" w:themeColor="text1"/>
                  <w:sz w:val="12"/>
                  <w:szCs w:val="12"/>
                </w:rPr>
                <w:t>g</w:t>
              </w:r>
            </w:sdtContent>
          </w:sdt>
        </w:p>
      </w:tc>
    </w:tr>
    <w:tr w:rsidR="003C288A" w14:paraId="0B3AA908" w14:textId="77777777" w:rsidTr="001F529C">
      <w:trPr>
        <w:trHeight w:val="170"/>
        <w:jc w:val="center"/>
      </w:trPr>
      <w:tc>
        <w:tcPr>
          <w:tcW w:w="4253" w:type="dxa"/>
          <w:tcBorders>
            <w:top w:val="nil"/>
            <w:left w:val="nil"/>
            <w:bottom w:val="nil"/>
            <w:right w:val="nil"/>
          </w:tcBorders>
          <w:tcMar>
            <w:left w:w="113" w:type="dxa"/>
          </w:tcMar>
          <w:vAlign w:val="bottom"/>
        </w:tcPr>
        <w:p w14:paraId="0F018852" w14:textId="723A566D" w:rsidR="003C288A" w:rsidRDefault="003C288A" w:rsidP="001F529C">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326577900"/>
              <w:text/>
            </w:sdtPr>
            <w:sdtEndPr/>
            <w:sdtContent>
              <w:r w:rsidR="00B66485">
                <w:rPr>
                  <w:color w:val="000000" w:themeColor="text1"/>
                  <w:sz w:val="12"/>
                  <w:szCs w:val="12"/>
                </w:rPr>
                <w:t>005126/22/1</w:t>
              </w:r>
            </w:sdtContent>
          </w:sdt>
        </w:p>
      </w:tc>
      <w:tc>
        <w:tcPr>
          <w:tcW w:w="2835" w:type="dxa"/>
          <w:tcBorders>
            <w:top w:val="nil"/>
            <w:left w:val="nil"/>
            <w:bottom w:val="nil"/>
            <w:right w:val="nil"/>
          </w:tcBorders>
          <w:vAlign w:val="bottom"/>
        </w:tcPr>
        <w:p w14:paraId="48D76B42" w14:textId="02360CAB" w:rsidR="003C288A" w:rsidRPr="00B40E75" w:rsidRDefault="003C288A" w:rsidP="001F529C">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713726946"/>
              <w:text/>
            </w:sdtPr>
            <w:sdtEndPr/>
            <w:sdtContent>
              <w:r w:rsidR="00B66485">
                <w:rPr>
                  <w:color w:val="000000" w:themeColor="text1"/>
                  <w:sz w:val="12"/>
                  <w:szCs w:val="12"/>
                </w:rPr>
                <w:t>1</w:t>
              </w:r>
            </w:sdtContent>
          </w:sdt>
        </w:p>
      </w:tc>
    </w:tr>
  </w:tbl>
  <w:p w14:paraId="64735A84" w14:textId="77777777" w:rsidR="003C288A" w:rsidRPr="00F81B53" w:rsidRDefault="003C288A" w:rsidP="00CA337C">
    <w:pPr>
      <w:pStyle w:val="Zpat"/>
      <w:spacing w:line="100" w:lineRule="exact"/>
      <w:ind w:right="142"/>
      <w:jc w:val="left"/>
      <w:rPr>
        <w:color w:val="000000" w:themeColor="text1"/>
        <w:sz w:val="12"/>
        <w:szCs w:val="1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5000" w:type="pct"/>
      <w:jc w:val="center"/>
      <w:tblCellMar>
        <w:left w:w="0" w:type="dxa"/>
        <w:right w:w="0" w:type="dxa"/>
      </w:tblCellMar>
      <w:tblLook w:val="04A0" w:firstRow="1" w:lastRow="0" w:firstColumn="1" w:lastColumn="0" w:noHBand="0" w:noVBand="1"/>
    </w:tblPr>
    <w:tblGrid>
      <w:gridCol w:w="10880"/>
      <w:gridCol w:w="2391"/>
    </w:tblGrid>
    <w:tr w:rsidR="00DD6C2E" w14:paraId="2C6680F4" w14:textId="77777777" w:rsidTr="00DD6C2E">
      <w:trPr>
        <w:trHeight w:val="227"/>
        <w:jc w:val="center"/>
      </w:trPr>
      <w:tc>
        <w:tcPr>
          <w:tcW w:w="4099" w:type="pct"/>
          <w:tcBorders>
            <w:top w:val="nil"/>
            <w:left w:val="nil"/>
            <w:bottom w:val="single" w:sz="4" w:space="0" w:color="auto"/>
            <w:right w:val="nil"/>
          </w:tcBorders>
          <w:tcMar>
            <w:left w:w="113" w:type="dxa"/>
          </w:tcMar>
          <w:vAlign w:val="bottom"/>
        </w:tcPr>
        <w:p w14:paraId="53BFD4BE" w14:textId="77777777" w:rsidR="00DD6C2E" w:rsidRDefault="00DD6C2E" w:rsidP="00837B86">
          <w:pPr>
            <w:pStyle w:val="Zpat"/>
            <w:ind w:right="142"/>
            <w:jc w:val="left"/>
            <w:rPr>
              <w:color w:val="000000" w:themeColor="text1"/>
              <w:sz w:val="12"/>
              <w:szCs w:val="12"/>
            </w:rPr>
          </w:pPr>
          <w:r w:rsidRPr="003B378D">
            <w:rPr>
              <w:b/>
              <w:noProof/>
              <w:color w:val="000000" w:themeColor="text1"/>
            </w:rPr>
            <w:t>Sweco Hydroprojekt a.s.</w:t>
          </w:r>
        </w:p>
      </w:tc>
      <w:tc>
        <w:tcPr>
          <w:tcW w:w="901" w:type="pct"/>
          <w:tcBorders>
            <w:top w:val="nil"/>
            <w:left w:val="nil"/>
            <w:bottom w:val="single" w:sz="4" w:space="0" w:color="auto"/>
            <w:right w:val="nil"/>
          </w:tcBorders>
          <w:vAlign w:val="bottom"/>
        </w:tcPr>
        <w:p w14:paraId="015170F1" w14:textId="77777777" w:rsidR="00DD6C2E" w:rsidRPr="00B40E75" w:rsidRDefault="00DD6C2E" w:rsidP="00837B86">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w:t>
          </w:r>
        </w:p>
      </w:tc>
    </w:tr>
    <w:tr w:rsidR="00DD6C2E" w14:paraId="742D24B8" w14:textId="77777777" w:rsidTr="00DD6C2E">
      <w:trPr>
        <w:trHeight w:val="227"/>
        <w:jc w:val="center"/>
      </w:trPr>
      <w:tc>
        <w:tcPr>
          <w:tcW w:w="4099" w:type="pct"/>
          <w:tcBorders>
            <w:bottom w:val="nil"/>
            <w:right w:val="nil"/>
          </w:tcBorders>
          <w:tcMar>
            <w:left w:w="113" w:type="dxa"/>
          </w:tcMar>
          <w:vAlign w:val="bottom"/>
        </w:tcPr>
        <w:p w14:paraId="736DDB58" w14:textId="77777777" w:rsidR="00DD6C2E" w:rsidRDefault="00DD6C2E"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773436285"/>
              <w:text/>
            </w:sdtPr>
            <w:sdtEndPr/>
            <w:sdtContent>
              <w:r>
                <w:rPr>
                  <w:caps/>
                  <w:color w:val="000000" w:themeColor="text1"/>
                  <w:sz w:val="12"/>
                  <w:szCs w:val="12"/>
                </w:rPr>
                <w:t>12 2127 01 01</w:t>
              </w:r>
            </w:sdtContent>
          </w:sdt>
        </w:p>
      </w:tc>
      <w:tc>
        <w:tcPr>
          <w:tcW w:w="901" w:type="pct"/>
          <w:tcBorders>
            <w:left w:val="nil"/>
            <w:bottom w:val="nil"/>
            <w:right w:val="nil"/>
          </w:tcBorders>
          <w:vAlign w:val="bottom"/>
        </w:tcPr>
        <w:p w14:paraId="5884A7FB" w14:textId="77777777" w:rsidR="00DD6C2E" w:rsidRDefault="00DD6C2E"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057462692"/>
              <w:text/>
            </w:sdtPr>
            <w:sdtEndPr/>
            <w:sdtContent>
              <w:r>
                <w:rPr>
                  <w:color w:val="000000" w:themeColor="text1"/>
                  <w:sz w:val="12"/>
                  <w:szCs w:val="12"/>
                </w:rPr>
                <w:t>g</w:t>
              </w:r>
            </w:sdtContent>
          </w:sdt>
        </w:p>
      </w:tc>
    </w:tr>
    <w:tr w:rsidR="00DD6C2E" w14:paraId="27569CC3" w14:textId="77777777" w:rsidTr="00DD6C2E">
      <w:trPr>
        <w:trHeight w:val="170"/>
        <w:jc w:val="center"/>
      </w:trPr>
      <w:tc>
        <w:tcPr>
          <w:tcW w:w="4099" w:type="pct"/>
          <w:tcBorders>
            <w:top w:val="nil"/>
            <w:left w:val="nil"/>
            <w:bottom w:val="nil"/>
            <w:right w:val="nil"/>
          </w:tcBorders>
          <w:tcMar>
            <w:left w:w="113" w:type="dxa"/>
          </w:tcMar>
          <w:vAlign w:val="bottom"/>
        </w:tcPr>
        <w:p w14:paraId="02E68D33" w14:textId="77777777" w:rsidR="00DD6C2E" w:rsidRDefault="00DD6C2E"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1017540423"/>
              <w:text/>
            </w:sdtPr>
            <w:sdtEndPr/>
            <w:sdtContent>
              <w:r>
                <w:rPr>
                  <w:color w:val="000000" w:themeColor="text1"/>
                  <w:sz w:val="12"/>
                  <w:szCs w:val="12"/>
                </w:rPr>
                <w:t>005126/22/1</w:t>
              </w:r>
            </w:sdtContent>
          </w:sdt>
        </w:p>
      </w:tc>
      <w:tc>
        <w:tcPr>
          <w:tcW w:w="901" w:type="pct"/>
          <w:tcBorders>
            <w:top w:val="nil"/>
            <w:left w:val="nil"/>
            <w:bottom w:val="nil"/>
            <w:right w:val="nil"/>
          </w:tcBorders>
          <w:vAlign w:val="bottom"/>
        </w:tcPr>
        <w:p w14:paraId="61C395CC" w14:textId="77777777" w:rsidR="00DD6C2E" w:rsidRPr="00B40E75" w:rsidRDefault="00DD6C2E"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765338002"/>
              <w:text/>
            </w:sdtPr>
            <w:sdtEndPr/>
            <w:sdtContent>
              <w:r>
                <w:rPr>
                  <w:color w:val="000000" w:themeColor="text1"/>
                  <w:sz w:val="12"/>
                  <w:szCs w:val="12"/>
                </w:rPr>
                <w:t>1</w:t>
              </w:r>
            </w:sdtContent>
          </w:sdt>
        </w:p>
      </w:tc>
    </w:tr>
  </w:tbl>
  <w:p w14:paraId="40C8B3AA" w14:textId="77777777" w:rsidR="00DD6C2E" w:rsidRPr="00F81B53" w:rsidRDefault="00DD6C2E" w:rsidP="00837B86">
    <w:pPr>
      <w:pStyle w:val="Zpat"/>
      <w:spacing w:line="100" w:lineRule="exact"/>
      <w:ind w:right="142"/>
      <w:jc w:val="left"/>
      <w:rPr>
        <w:color w:val="000000" w:themeColor="text1"/>
        <w:sz w:val="12"/>
        <w:szCs w:val="1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5000" w:type="pct"/>
      <w:jc w:val="center"/>
      <w:tblCellMar>
        <w:left w:w="0" w:type="dxa"/>
        <w:right w:w="0" w:type="dxa"/>
      </w:tblCellMar>
      <w:tblLook w:val="04A0" w:firstRow="1" w:lastRow="0" w:firstColumn="1" w:lastColumn="0" w:noHBand="0" w:noVBand="1"/>
    </w:tblPr>
    <w:tblGrid>
      <w:gridCol w:w="6972"/>
      <w:gridCol w:w="1532"/>
    </w:tblGrid>
    <w:tr w:rsidR="00DD6C2E" w14:paraId="0C112A6B" w14:textId="77777777" w:rsidTr="00DD6C2E">
      <w:trPr>
        <w:trHeight w:val="227"/>
        <w:jc w:val="center"/>
      </w:trPr>
      <w:tc>
        <w:tcPr>
          <w:tcW w:w="4099" w:type="pct"/>
          <w:tcBorders>
            <w:top w:val="nil"/>
            <w:left w:val="nil"/>
            <w:bottom w:val="single" w:sz="4" w:space="0" w:color="auto"/>
            <w:right w:val="nil"/>
          </w:tcBorders>
          <w:tcMar>
            <w:left w:w="113" w:type="dxa"/>
          </w:tcMar>
          <w:vAlign w:val="bottom"/>
        </w:tcPr>
        <w:p w14:paraId="2EC7FA0E" w14:textId="77777777" w:rsidR="00DD6C2E" w:rsidRDefault="00DD6C2E" w:rsidP="00837B86">
          <w:pPr>
            <w:pStyle w:val="Zpat"/>
            <w:ind w:right="142"/>
            <w:jc w:val="left"/>
            <w:rPr>
              <w:color w:val="000000" w:themeColor="text1"/>
              <w:sz w:val="12"/>
              <w:szCs w:val="12"/>
            </w:rPr>
          </w:pPr>
          <w:r w:rsidRPr="003B378D">
            <w:rPr>
              <w:b/>
              <w:noProof/>
              <w:color w:val="000000" w:themeColor="text1"/>
            </w:rPr>
            <w:t>Sweco Hydroprojekt a.s.</w:t>
          </w:r>
        </w:p>
      </w:tc>
      <w:tc>
        <w:tcPr>
          <w:tcW w:w="901" w:type="pct"/>
          <w:tcBorders>
            <w:top w:val="nil"/>
            <w:left w:val="nil"/>
            <w:bottom w:val="single" w:sz="4" w:space="0" w:color="auto"/>
            <w:right w:val="nil"/>
          </w:tcBorders>
          <w:vAlign w:val="bottom"/>
        </w:tcPr>
        <w:p w14:paraId="48D0C48D" w14:textId="77777777" w:rsidR="00DD6C2E" w:rsidRPr="00B40E75" w:rsidRDefault="00DD6C2E" w:rsidP="00837B86">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w:t>
          </w:r>
        </w:p>
      </w:tc>
    </w:tr>
    <w:tr w:rsidR="00DD6C2E" w14:paraId="3CFC3A57" w14:textId="77777777" w:rsidTr="00DD6C2E">
      <w:trPr>
        <w:trHeight w:val="227"/>
        <w:jc w:val="center"/>
      </w:trPr>
      <w:tc>
        <w:tcPr>
          <w:tcW w:w="4099" w:type="pct"/>
          <w:tcBorders>
            <w:bottom w:val="nil"/>
            <w:right w:val="nil"/>
          </w:tcBorders>
          <w:tcMar>
            <w:left w:w="113" w:type="dxa"/>
          </w:tcMar>
          <w:vAlign w:val="bottom"/>
        </w:tcPr>
        <w:p w14:paraId="09951282" w14:textId="77777777" w:rsidR="00DD6C2E" w:rsidRDefault="00DD6C2E" w:rsidP="00837B86">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1119870430"/>
              <w:text/>
            </w:sdtPr>
            <w:sdtEndPr/>
            <w:sdtContent>
              <w:r>
                <w:rPr>
                  <w:caps/>
                  <w:color w:val="000000" w:themeColor="text1"/>
                  <w:sz w:val="12"/>
                  <w:szCs w:val="12"/>
                </w:rPr>
                <w:t>12 2127 01 01</w:t>
              </w:r>
            </w:sdtContent>
          </w:sdt>
        </w:p>
      </w:tc>
      <w:tc>
        <w:tcPr>
          <w:tcW w:w="901" w:type="pct"/>
          <w:tcBorders>
            <w:left w:val="nil"/>
            <w:bottom w:val="nil"/>
            <w:right w:val="nil"/>
          </w:tcBorders>
          <w:vAlign w:val="bottom"/>
        </w:tcPr>
        <w:p w14:paraId="36F3AB37" w14:textId="77777777" w:rsidR="00DD6C2E" w:rsidRDefault="00DD6C2E" w:rsidP="00837B86">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32509008"/>
              <w:text/>
            </w:sdtPr>
            <w:sdtEndPr/>
            <w:sdtContent>
              <w:r>
                <w:rPr>
                  <w:color w:val="000000" w:themeColor="text1"/>
                  <w:sz w:val="12"/>
                  <w:szCs w:val="12"/>
                </w:rPr>
                <w:t>g</w:t>
              </w:r>
            </w:sdtContent>
          </w:sdt>
        </w:p>
      </w:tc>
    </w:tr>
    <w:tr w:rsidR="00DD6C2E" w14:paraId="3407173C" w14:textId="77777777" w:rsidTr="00DD6C2E">
      <w:trPr>
        <w:trHeight w:val="170"/>
        <w:jc w:val="center"/>
      </w:trPr>
      <w:tc>
        <w:tcPr>
          <w:tcW w:w="4099" w:type="pct"/>
          <w:tcBorders>
            <w:top w:val="nil"/>
            <w:left w:val="nil"/>
            <w:bottom w:val="nil"/>
            <w:right w:val="nil"/>
          </w:tcBorders>
          <w:tcMar>
            <w:left w:w="113" w:type="dxa"/>
          </w:tcMar>
          <w:vAlign w:val="bottom"/>
        </w:tcPr>
        <w:p w14:paraId="335701E2" w14:textId="77777777" w:rsidR="00DD6C2E" w:rsidRDefault="00DD6C2E" w:rsidP="00837B86">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olor w:val="000000" w:themeColor="text1"/>
                <w:sz w:val="12"/>
                <w:szCs w:val="12"/>
              </w:rPr>
              <w:alias w:val="Archivní číslo"/>
              <w:tag w:val="Poc"/>
              <w:id w:val="229886985"/>
              <w:text/>
            </w:sdtPr>
            <w:sdtEndPr/>
            <w:sdtContent>
              <w:r>
                <w:rPr>
                  <w:color w:val="000000" w:themeColor="text1"/>
                  <w:sz w:val="12"/>
                  <w:szCs w:val="12"/>
                </w:rPr>
                <w:t>005126/22/1</w:t>
              </w:r>
            </w:sdtContent>
          </w:sdt>
        </w:p>
      </w:tc>
      <w:tc>
        <w:tcPr>
          <w:tcW w:w="901" w:type="pct"/>
          <w:tcBorders>
            <w:top w:val="nil"/>
            <w:left w:val="nil"/>
            <w:bottom w:val="nil"/>
            <w:right w:val="nil"/>
          </w:tcBorders>
          <w:vAlign w:val="bottom"/>
        </w:tcPr>
        <w:p w14:paraId="2BF0129F" w14:textId="77777777" w:rsidR="00DD6C2E" w:rsidRPr="00B40E75" w:rsidRDefault="00DD6C2E" w:rsidP="00837B86">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417876341"/>
              <w:text/>
            </w:sdtPr>
            <w:sdtEndPr/>
            <w:sdtContent>
              <w:r>
                <w:rPr>
                  <w:color w:val="000000" w:themeColor="text1"/>
                  <w:sz w:val="12"/>
                  <w:szCs w:val="12"/>
                </w:rPr>
                <w:t>1</w:t>
              </w:r>
            </w:sdtContent>
          </w:sdt>
        </w:p>
      </w:tc>
    </w:tr>
  </w:tbl>
  <w:p w14:paraId="0F13187D" w14:textId="77777777" w:rsidR="00DD6C2E" w:rsidRPr="00F81B53" w:rsidRDefault="00DD6C2E" w:rsidP="00837B86">
    <w:pPr>
      <w:pStyle w:val="Zpat"/>
      <w:spacing w:line="100" w:lineRule="exact"/>
      <w:ind w:right="142"/>
      <w:jc w:val="left"/>
      <w:rPr>
        <w:color w:val="000000" w:themeColor="text1"/>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09AE9" w14:textId="77777777" w:rsidR="00D869F3" w:rsidRDefault="00D869F3" w:rsidP="00207A11">
      <w:r>
        <w:separator/>
      </w:r>
    </w:p>
  </w:footnote>
  <w:footnote w:type="continuationSeparator" w:id="0">
    <w:p w14:paraId="56C3E51B" w14:textId="77777777" w:rsidR="00D869F3" w:rsidRDefault="00D869F3" w:rsidP="00207A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57D83" w14:textId="77777777" w:rsidR="00DD6C2E" w:rsidRDefault="00DD6C2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DA533" w14:textId="77777777" w:rsidR="00DD6C2E" w:rsidRDefault="00DD6C2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2EB26" w14:textId="77777777" w:rsidR="003C288A" w:rsidRDefault="003C288A" w:rsidP="0093354C">
    <w:pPr>
      <w:pStyle w:val="Zhlav"/>
      <w:tabs>
        <w:tab w:val="clear" w:pos="4536"/>
        <w:tab w:val="clear" w:pos="9072"/>
      </w:tabs>
    </w:pPr>
  </w:p>
  <w:p w14:paraId="7953E0E6" w14:textId="77777777" w:rsidR="003C288A" w:rsidRPr="0093354C" w:rsidRDefault="003C288A" w:rsidP="0093354C">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C381E" w14:textId="77777777" w:rsidR="003C288A" w:rsidRPr="00AE3921" w:rsidRDefault="003C288A" w:rsidP="00837B86">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25B26FFC" wp14:editId="497ED869">
              <wp:extent cx="683895" cy="199390"/>
              <wp:effectExtent l="1905" t="6985" r="0" b="3175"/>
              <wp:docPr id="332" name="Plátno 33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20"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1"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2"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3"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4"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5"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6"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7"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8"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29"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0"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1"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51890D59" id="Plátno 33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NlX8AA&#10;AADcAAAADwAAAGRycy9kb3ducmV2LnhtbERPy4rCMBTdC/MP4Q6403Q6ItIxShkQXI34gllemmtb&#10;bW5qEmv9e7MQXB7Oe77sTSM6cr62rOBrnIAgLqyuuVRw2K9GMxA+IGtsLJOCB3lYLj4Gc8y0vfOW&#10;ul0oRQxhn6GCKoQ2k9IXFRn0Y9sSR+5kncEQoSuldniP4aaRaZJMpcGaY0OFLf1WVFx2N6Ogm10n&#10;F8prn083+yQcnfk//6VKDT/7/AdEoD68xS/3Wiv4TuP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aNlX8AAAADcAAAADwAAAAAAAAAAAAAAAACYAgAAZHJzL2Rvd25y&#10;ZXYueG1sUEsFBgAAAAAEAAQA9QAAAIUD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9/dMQA&#10;AADcAAAADwAAAGRycy9kb3ducmV2LnhtbESPQYvCMBSE7wv+h/AEb2uq4rJUo4giCOJB3Yu3R/Ns&#10;o81LaWJb99dvBGGPw8x8w8yXnS1FQ7U3jhWMhgkI4sxpw7mCn/P28xuED8gaS8ek4EkelovexxxT&#10;7Vo+UnMKuYgQ9ikqKEKoUil9VpBFP3QVcfSurrYYoqxzqWtsI9yWcpwkX9Ki4bhQYEXrgrL76WEV&#10;mPb8mF5+8bY2l4Nr9s1hkydaqUG/W81ABOrCf/jd3mkFk/EIXmfiEZCL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qPf3TEAAAA3AAAAA8AAAAAAAAAAAAAAAAAmAIAAGRycy9k&#10;b3ducmV2LnhtbFBLBQYAAAAABAAEAPUAAACJAw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GtnicUA&#10;AADcAAAADwAAAGRycy9kb3ducmV2LnhtbESP0WrCQBRE34X+w3ILvplNIxRJXaUWRfuiGPsBt9nb&#10;JJi9m2bXJP69Kwg+DjNzhpkvB1OLjlpXWVbwFsUgiHOrKy4U/Jw2kxkI55E11pZJwZUcLBcvozmm&#10;2vZ8pC7zhQgQdikqKL1vUildXpJBF9mGOHh/tjXog2wLqVvsA9zUMonjd2mw4rBQYkNfJeXn7GIU&#10;bIvzZbXvsvo7/rXr/5XfXvvDVKnx6/D5AcLT4J/hR3unFUyTBO5nwhGQi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a2eJ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Lgd/MQA&#10;AADcAAAADwAAAGRycy9kb3ducmV2LnhtbESPQWvCQBSE7wX/w/IEb3WjgVaiq4goeBKaCuLtkX1m&#10;o9m3Ibtq4q/vFgo9DjPzDbNYdbYWD2p95VjBZJyAIC6crrhUcPzevc9A+ICssXZMCnrysFoO3haY&#10;affkL3rkoRQRwj5DBSaEJpPSF4Ys+rFriKN3ca3FEGVbSt3iM8JtLadJ8iEtVhwXDDa0MVTc8rtV&#10;sKuO9bZPD9fr+U7m5Lb55fPVKzUadus5iEBd+A//tfdaQTpN4fdMPAJ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i4Hfz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v4sUA&#10;AADcAAAADwAAAGRycy9kb3ducmV2LnhtbESPQWsCMRSE70L/Q3iF3jRbKyKrUYqlpV4KVcHrc/Pc&#10;rN28LEm6u/rrTaHgcZiZb5jFqre1aMmHyrGC51EGgrhwuuJSwX73PpyBCBFZY+2YFFwowGr5MFhg&#10;rl3H39RuYykShEOOCkyMTS5lKAxZDCPXECfv5LzFmKQvpfbYJbit5TjLptJixWnBYENrQ8XP9tcq&#10;OHT9l9/o9u36sTlP1zt7nFzNUamnx/51DiJSH+/h//anVvAynsDfmXQE5PI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8e/ixQAAANwAAAAPAAAAAAAAAAAAAAAAAJgCAABkcnMv&#10;ZG93bnJldi54bWxQSwUGAAAAAAQABAD1AAAAigM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CxLMUA&#10;AADcAAAADwAAAGRycy9kb3ducmV2LnhtbESPQWvCQBSE7wX/w/IEb3Wj0iLRVUQUWzw1FcTbI/tM&#10;YrJvY3ZN0n/vFgo9DjPzDbNc96YSLTWusKxgMo5AEKdWF5wpOH3vX+cgnEfWWFkmBT/kYL0avCwx&#10;1rbjL2oTn4kAYRejgtz7OpbSpTkZdGNbEwfvahuDPsgmk7rBLsBNJadR9C4NFhwWcqxpm1NaJg+j&#10;4HC7G3++ZDN5uHxWZdKV7e4YKTUa9psFCE+9/w//tT+0gtn0DX7PhCM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kLEs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I3fMUA&#10;AADcAAAADwAAAGRycy9kb3ducmV2LnhtbESP3WrCQBSE7wt9h+UUvBHdNEKQ6CptQZGCBX/w+pA9&#10;JiHZs2F31fj2bkHwcpiZb5j5sjetuJLztWUFn+MEBHFhdc2lguNhNZqC8AFZY2uZFNzJw3Lx/jbH&#10;XNsb7+i6D6WIEPY5KqhC6HIpfVGRQT+2HXH0ztYZDFG6UmqHtwg3rUyTJJMGa44LFXb0U1HR7C9G&#10;wfbvmK0nzW+2PvXD0KzcJd1+D5UafPRfMxCB+vAKP9sbrWCSZvB/Jh4Bu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gjd8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UFZ8UA&#10;AADcAAAADwAAAGRycy9kb3ducmV2LnhtbESPQWvCQBSE7wX/w/IEb3VTq1WiqxRFkR4KpoLXR/Y1&#10;mzb7NmTXGP31bkHocZiZb5jFqrOVaKnxpWMFL8MEBHHudMmFguPX9nkGwgdkjZVjUnAlD6tl72mB&#10;qXYXPlCbhUJECPsUFZgQ6lRKnxuy6IeuJo7et2sshiibQuoGLxFuKzlKkjdpseS4YLCmtaH8Nztb&#10;Bbu1qcanw5Fvm90n1x+b9meStUoN+t37HESgLvyHH+29VvA6msLfmXgE5PI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VQVn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xkrr8A&#10;AADcAAAADwAAAGRycy9kb3ducmV2LnhtbERPy6rCMBDdX/AfwghuLpqq+KAaRYSCCze+wOXYjG2x&#10;mZQm1fr3ZiG4PJz3ct2aUjypdoVlBcNBBII4tbrgTMH5lPTnIJxH1lhaJgVvcrBedf6WGGv74gM9&#10;jz4TIYRdjApy76tYSpfmZNANbEUcuLutDfoA60zqGl8h3JRyFEVTabDg0JBjRduc0sexMQr2XKHZ&#10;YnP9T5rZZRLdLpsTJkr1uu1mAcJT63/ir3unFYxHYW04E46AX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trGSuvwAAANwAAAAPAAAAAAAAAAAAAAAAAJgCAABkcnMvZG93bnJl&#10;di54bWxQSwUGAAAAAAQABAD1AAAAhAM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AncYA&#10;AADcAAAADwAAAGRycy9kb3ducmV2LnhtbESPUWvCQBCE3wv+h2MFX0q9VKW00VNqsaiUQmNLn5fc&#10;moTm9kJuq9Ff7wmFPg4z8w0zW3SuVgdqQ+XZwP0wAUWce1txYeDr8/XuEVQQZIu1ZzJwogCLee9m&#10;hqn1R87osJNCRQiHFA2UIk2qdchLchiGviGO3t63DiXKttC2xWOEu1qPkuRBO6w4LpTY0EtJ+c/u&#10;1xlYnc7Z9uN8+/2WyDp7p+VSy6QzZtDvnqeghDr5D/+1N9bAePQE1zPxCOj5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Anc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755n8EA&#10;AADcAAAADwAAAGRycy9kb3ducmV2LnhtbERPy4rCMBTdC/5DuMLsNLXig2oUGRCHWQjjA1xemmtT&#10;bW46TUbr35vFgMvDeS9Wra3EnRpfOlYwHCQgiHOnSy4UHA+b/gyED8gaK8ek4EkeVstuZ4GZdg/+&#10;ofs+FCKGsM9QgQmhzqT0uSGLfuBq4shdXGMxRNgUUjf4iOG2kmmSTKTFkmODwZo+DeW3/Z9VkJK8&#10;Hu14O50k1J7OMv297sy3Uh+9dj0HEagNb/G/+0srGI3i/HgmHgG5f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u+eZ/BAAAA3AAAAA8AAAAAAAAAAAAAAAAAmAIAAGRycy9kb3du&#10;cmV2LnhtbFBLBQYAAAAABAAEAPUAAACG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YmYcUA&#10;AADcAAAADwAAAGRycy9kb3ducmV2LnhtbESPT2vCQBTE7wW/w/IKXkQ3USgluoqGFjy2aS+9PbPP&#10;JDT7NmQ3f8yn7xYEj8PM/IbZHUZTi55aV1lWEK8iEMS51RUXCr6/3pevIJxH1lhbJgU3cnDYz552&#10;mGg78Cf1mS9EgLBLUEHpfZNI6fKSDLqVbYiDd7WtQR9kW0jd4hDgppbrKHqRBisOCyU2lJaU/2ad&#10;UdAtXJZe9MfiZ+xz/TadhqGajkrNn8fjFoSn0T/C9/ZZK9hsYvg/E46A3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ViZh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3C288A" w:rsidRPr="00AE3921" w14:paraId="18D8389E" w14:textId="77777777" w:rsidTr="00837B86">
      <w:trPr>
        <w:trHeight w:val="227"/>
        <w:jc w:val="center"/>
      </w:trPr>
      <w:tc>
        <w:tcPr>
          <w:tcW w:w="5103" w:type="dxa"/>
          <w:vAlign w:val="center"/>
        </w:tcPr>
        <w:p w14:paraId="42319517" w14:textId="6A1313E1" w:rsidR="003C288A" w:rsidRPr="00AE3921" w:rsidRDefault="00D869F3" w:rsidP="00837B86">
          <w:pPr>
            <w:tabs>
              <w:tab w:val="right" w:pos="8505"/>
            </w:tabs>
            <w:jc w:val="left"/>
            <w:rPr>
              <w:color w:val="000000" w:themeColor="text1"/>
              <w:sz w:val="12"/>
              <w:szCs w:val="12"/>
            </w:rPr>
          </w:pPr>
          <w:sdt>
            <w:sdtPr>
              <w:rPr>
                <w:color w:val="000000" w:themeColor="text1"/>
                <w:sz w:val="12"/>
                <w:szCs w:val="12"/>
              </w:rPr>
              <w:alias w:val="Název dokumentace 1"/>
              <w:tag w:val="NazevDok"/>
              <w:id w:val="25224154"/>
              <w:text/>
            </w:sdtPr>
            <w:sdtEndPr/>
            <w:sdtContent>
              <w:r w:rsidR="00B66485">
                <w:rPr>
                  <w:color w:val="000000" w:themeColor="text1"/>
                  <w:sz w:val="12"/>
                  <w:szCs w:val="12"/>
                </w:rPr>
                <w:t xml:space="preserve">Kalové hospodářství ČOV </w:t>
              </w:r>
              <w:proofErr w:type="gramStart"/>
              <w:r w:rsidR="00B66485">
                <w:rPr>
                  <w:color w:val="000000" w:themeColor="text1"/>
                  <w:sz w:val="12"/>
                  <w:szCs w:val="12"/>
                </w:rPr>
                <w:t>Brno - Modřice</w:t>
              </w:r>
              <w:proofErr w:type="gramEnd"/>
            </w:sdtContent>
          </w:sdt>
          <w:r w:rsidR="003C288A" w:rsidRPr="00AE3921">
            <w:rPr>
              <w:color w:val="000000" w:themeColor="text1"/>
              <w:sz w:val="12"/>
              <w:szCs w:val="12"/>
            </w:rPr>
            <w:t xml:space="preserve"> </w:t>
          </w:r>
          <w:sdt>
            <w:sdtPr>
              <w:rPr>
                <w:color w:val="000000" w:themeColor="text1"/>
                <w:sz w:val="12"/>
                <w:szCs w:val="12"/>
              </w:rPr>
              <w:alias w:val="Název dokumentace 2"/>
              <w:tag w:val="NazevDok2_"/>
              <w:id w:val="-1686502366"/>
              <w:showingPlcHdr/>
              <w:text/>
            </w:sdtPr>
            <w:sdtEndPr/>
            <w:sdtContent>
              <w:r w:rsidR="00DD6C2E">
                <w:rPr>
                  <w:color w:val="000000" w:themeColor="text1"/>
                  <w:sz w:val="12"/>
                  <w:szCs w:val="12"/>
                </w:rPr>
                <w:t xml:space="preserve">     </w:t>
              </w:r>
            </w:sdtContent>
          </w:sdt>
          <w:r w:rsidR="003C288A" w:rsidRPr="00AE3921">
            <w:rPr>
              <w:color w:val="000000" w:themeColor="text1"/>
              <w:sz w:val="12"/>
              <w:szCs w:val="12"/>
            </w:rPr>
            <w:t xml:space="preserve"> </w:t>
          </w:r>
          <w:sdt>
            <w:sdtPr>
              <w:rPr>
                <w:color w:val="000000" w:themeColor="text1"/>
                <w:sz w:val="12"/>
                <w:szCs w:val="12"/>
              </w:rPr>
              <w:alias w:val="Název dokumentace 3"/>
              <w:tag w:val="NazevDok3_"/>
              <w:id w:val="-911925328"/>
              <w:showingPlcHdr/>
              <w:text/>
            </w:sdtPr>
            <w:sdtEndPr/>
            <w:sdtContent>
              <w:r w:rsidR="00DD6C2E">
                <w:rPr>
                  <w:color w:val="000000" w:themeColor="text1"/>
                  <w:sz w:val="12"/>
                  <w:szCs w:val="12"/>
                </w:rPr>
                <w:t xml:space="preserve">     </w:t>
              </w:r>
            </w:sdtContent>
          </w:sdt>
        </w:p>
      </w:tc>
      <w:tc>
        <w:tcPr>
          <w:tcW w:w="3402" w:type="dxa"/>
          <w:tcMar>
            <w:left w:w="113" w:type="dxa"/>
          </w:tcMar>
          <w:vAlign w:val="center"/>
        </w:tcPr>
        <w:p w14:paraId="0331640F" w14:textId="2641BA15" w:rsidR="003C288A" w:rsidRPr="00AE3921" w:rsidRDefault="00D869F3" w:rsidP="00FF70E3">
          <w:pPr>
            <w:tabs>
              <w:tab w:val="right" w:pos="8505"/>
            </w:tabs>
            <w:jc w:val="right"/>
            <w:rPr>
              <w:color w:val="000000" w:themeColor="text1"/>
              <w:sz w:val="12"/>
              <w:szCs w:val="12"/>
            </w:rPr>
          </w:pPr>
          <w:sdt>
            <w:sdtPr>
              <w:rPr>
                <w:bCs/>
                <w:color w:val="000000" w:themeColor="text1"/>
                <w:sz w:val="12"/>
                <w:szCs w:val="12"/>
              </w:rPr>
              <w:alias w:val="Název přílohy"/>
              <w:tag w:val="PrilNaz"/>
              <w:id w:val="95137012"/>
              <w:text/>
            </w:sdtPr>
            <w:sdtEndPr/>
            <w:sdtContent>
              <w:r w:rsidR="00B66485">
                <w:rPr>
                  <w:bCs/>
                  <w:color w:val="000000" w:themeColor="text1"/>
                  <w:sz w:val="12"/>
                  <w:szCs w:val="12"/>
                </w:rPr>
                <w:t>Průvodní zpráva</w:t>
              </w:r>
            </w:sdtContent>
          </w:sdt>
          <w:r w:rsidR="003C288A">
            <w:rPr>
              <w:bCs/>
              <w:color w:val="000000" w:themeColor="text1"/>
              <w:sz w:val="12"/>
              <w:szCs w:val="12"/>
            </w:rPr>
            <w:t xml:space="preserve">  </w:t>
          </w:r>
          <w:r w:rsidR="003C288A" w:rsidRPr="00AE3921">
            <w:rPr>
              <w:bCs/>
              <w:color w:val="000000" w:themeColor="text1"/>
              <w:sz w:val="12"/>
              <w:szCs w:val="12"/>
            </w:rPr>
            <w:t xml:space="preserve"> </w:t>
          </w:r>
          <w:sdt>
            <w:sdtPr>
              <w:rPr>
                <w:bCs/>
                <w:color w:val="000000" w:themeColor="text1"/>
                <w:sz w:val="12"/>
                <w:szCs w:val="12"/>
              </w:rPr>
              <w:alias w:val="Název přílohy"/>
              <w:tag w:val="PrilNaz"/>
              <w:id w:val="1288634414"/>
              <w:text/>
            </w:sdtPr>
            <w:sdtEndPr/>
            <w:sdtContent>
              <w:r w:rsidR="003C288A">
                <w:rPr>
                  <w:bCs/>
                  <w:color w:val="000000" w:themeColor="text1"/>
                  <w:sz w:val="12"/>
                  <w:szCs w:val="12"/>
                </w:rPr>
                <w:t>Průvodní zpráva</w:t>
              </w:r>
            </w:sdtContent>
          </w:sdt>
        </w:p>
      </w:tc>
    </w:tr>
    <w:tr w:rsidR="003C288A" w:rsidRPr="00AE3921" w14:paraId="68A967CC" w14:textId="77777777" w:rsidTr="00837B86">
      <w:trPr>
        <w:trHeight w:val="227"/>
        <w:jc w:val="center"/>
      </w:trPr>
      <w:tc>
        <w:tcPr>
          <w:tcW w:w="5103" w:type="dxa"/>
          <w:vAlign w:val="center"/>
        </w:tcPr>
        <w:p w14:paraId="3A00BC79" w14:textId="405CCFC9" w:rsidR="003C288A" w:rsidRPr="00AE3921" w:rsidRDefault="00D869F3" w:rsidP="00837B86">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2016648961"/>
              <w:showingPlcHdr/>
              <w:text/>
            </w:sdtPr>
            <w:sdtEndPr/>
            <w:sdtContent>
              <w:r w:rsidR="00DD6C2E">
                <w:rPr>
                  <w:color w:val="000000" w:themeColor="text1"/>
                  <w:sz w:val="12"/>
                  <w:szCs w:val="12"/>
                </w:rPr>
                <w:t xml:space="preserve">     </w:t>
              </w:r>
            </w:sdtContent>
          </w:sdt>
        </w:p>
      </w:tc>
      <w:tc>
        <w:tcPr>
          <w:tcW w:w="3402" w:type="dxa"/>
          <w:tcMar>
            <w:left w:w="113" w:type="dxa"/>
          </w:tcMar>
          <w:vAlign w:val="center"/>
        </w:tcPr>
        <w:p w14:paraId="494B4BD8" w14:textId="77777777" w:rsidR="003C288A" w:rsidRPr="00AE3921" w:rsidRDefault="00D869F3" w:rsidP="00FF70E3">
          <w:pPr>
            <w:tabs>
              <w:tab w:val="right" w:pos="8505"/>
            </w:tabs>
            <w:jc w:val="right"/>
            <w:rPr>
              <w:color w:val="000000" w:themeColor="text1"/>
              <w:sz w:val="12"/>
              <w:szCs w:val="12"/>
            </w:rPr>
          </w:pPr>
          <w:sdt>
            <w:sdtPr>
              <w:rPr>
                <w:color w:val="000000" w:themeColor="text1"/>
                <w:sz w:val="12"/>
                <w:szCs w:val="12"/>
              </w:rPr>
              <w:alias w:val="Stupeň"/>
              <w:tag w:val="StupenZ"/>
              <w:id w:val="1387145956"/>
              <w:text/>
            </w:sdtPr>
            <w:sdtEndPr/>
            <w:sdtContent>
              <w:r w:rsidR="003C288A">
                <w:rPr>
                  <w:color w:val="000000" w:themeColor="text1"/>
                  <w:sz w:val="12"/>
                  <w:szCs w:val="12"/>
                </w:rPr>
                <w:t>DSP</w:t>
              </w:r>
            </w:sdtContent>
          </w:sdt>
        </w:p>
      </w:tc>
    </w:tr>
  </w:tbl>
  <w:p w14:paraId="45FFDE24" w14:textId="77777777" w:rsidR="003C288A" w:rsidRPr="00AE3921" w:rsidRDefault="003C288A" w:rsidP="00837B86">
    <w:pPr>
      <w:pStyle w:val="Zhlav"/>
      <w:rPr>
        <w:color w:val="000000" w:themeColor="text1"/>
        <w:sz w:val="12"/>
        <w:szCs w:val="1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A6E2C" w14:textId="77777777" w:rsidR="003C288A" w:rsidRPr="00AE3921" w:rsidRDefault="003C288A" w:rsidP="00837B86">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22410106" wp14:editId="32D10498">
              <wp:extent cx="683895" cy="199390"/>
              <wp:effectExtent l="1905" t="6985" r="0" b="3175"/>
              <wp:docPr id="345" name="Plátno 34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34096C87" id="Plátno 345"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Kht9cQA&#10;AADcAAAADwAAAGRycy9kb3ducmV2LnhtbESPQWvCQBSE7wX/w/IK3uqmpohENxIEwZNFbcHjI/ua&#10;pMm+jbtrTP+9Wyj0OMzMN8x6M5pODOR8Y1nB6ywBQVxa3XCl4OO8e1mC8AFZY2eZFPyQh00+eVpj&#10;pu2djzScQiUihH2GCuoQ+kxKX9Zk0M9sTxy9L+sMhihdJbXDe4SbTs6TZCENNhwXauxpW1PZnm5G&#10;wbC8vrVUNL5YvJ+T8OnM5fswV2r6PBYrEIHG8B/+a++1gjRN4fdMPAIy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CobfX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FKMcYA&#10;AADcAAAADwAAAGRycy9kb3ducmV2LnhtbESPQWvCQBSE74X+h+UVequbVisSs5FiKRSKhxov3h7Z&#10;Z7KafRuya5L217uC4HGYmW+YbDXaRvTUeeNYweskAUFcOm24UrArvl4WIHxA1tg4JgV/5GGVPz5k&#10;mGo38C/121CJCGGfooI6hDaV0pc1WfQT1xJH7+A6iyHKrpK6wyHCbSPfkmQuLRqOCzW2tK6pPG3P&#10;VoEZivP7/h+Pa7PfuP6n33xWiVbq+Wn8WIIINIZ7+Nb+1gqm0xlcz8QjIPML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yFKMcYAAADcAAAADwAAAAAAAAAAAAAAAACYAgAAZHJz&#10;L2Rvd25yZXYueG1sUEsFBgAAAAAEAAQA9QAAAIs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tpIMUA&#10;AADcAAAADwAAAGRycy9kb3ducmV2LnhtbESP0WrCQBRE3wv+w3IF3+rGBktJ3QSVFvWl0rQfcJu9&#10;JsHs3TS7JvHvXaHQx2FmzjCrbDSN6KlztWUFi3kEgriwuuZSwffX++MLCOeRNTaWScGVHGTp5GGF&#10;ibYDf1Kf+1IECLsEFVTet4mUrqjIoJvbljh4J9sZ9EF2pdQdDgFuGvkURc/SYM1hocKWthUV5/xi&#10;FOzK82Xz0efNIfqxb78bv7sOx1ip2XRcv4LwNPr/8F97rxXE8RLuZ8IRkO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W2kg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YoucQA&#10;AADcAAAADwAAAGRycy9kb3ducmV2LnhtbESPQWvCQBSE7wX/w/IEb3VjA7ZEVxFR6EkwFYq3R/aZ&#10;jWbfhuyqSX99VxA8DjPzDTNfdrYWN2p95VjBZJyAIC6crrhUcPjZvn+B8AFZY+2YFPTkYbkYvM0x&#10;0+7Oe7rloRQRwj5DBSaEJpPSF4Ys+rFriKN3cq3FEGVbSt3iPcJtLT+SZCotVhwXDDa0NlRc8qtV&#10;sK0O9aZPd+fz8Urm123y0+dfr9Ro2K1mIAJ14RV+tr+1gjSdwuNMPAJy8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0WKLnEAAAA3AAAAA8AAAAAAAAAAAAAAAAAmAIAAGRycy9k&#10;b3ducmV2LnhtbFBLBQYAAAAABAAEAPUAAACJAw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rnSMYA&#10;AADcAAAADwAAAGRycy9kb3ducmV2LnhtbESPQWsCMRSE7wX/Q3iCt5ptLVpWoxRLRS8FteD1uXnd&#10;bLt5WZK4u/XXN4WCx2FmvmEWq97WoiUfKscKHsYZCOLC6YpLBR/Ht/tnECEia6wdk4IfCrBaDu4W&#10;mGvX8Z7aQyxFgnDIUYGJscmlDIUhi2HsGuLkfTpvMSbpS6k9dglua/mYZVNpseK0YLChtaHi+3Cx&#10;Ck5d/+53un29bnZf0/XRnp+u5qzUaNi/zEFE6uMt/N/eagWTyQz+zqQjIJ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frnSM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iIb8EA&#10;AADcAAAADwAAAGRycy9kb3ducmV2LnhtbERPTWvCQBC9F/wPywi91Y0GSomuIqJo6ckoiLchOyYx&#10;2dmYXZP033cPQo+P971YDaYWHbWutKxgOolAEGdWl5wrOJ92H18gnEfWWFsmBb/kYLUcvS0w0bbn&#10;I3Wpz0UIYZeggsL7JpHSZQUZdBPbEAfuZluDPsA2l7rFPoSbWs6i6FMaLDk0FNjQpqCsSp9Gwf7+&#10;MP5yzWO5v37XVdpX3fYnUup9PKznIDwN/l/8ch+0gjgOa8OZcAT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tIiG/BAAAA3AAAAA8AAAAAAAAAAAAAAAAAmAIAAGRycy9kb3du&#10;cmV2LnhtbFBLBQYAAAAABAAEAPUAAACGAw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108UA&#10;AADcAAAADwAAAGRycy9kb3ducmV2LnhtbESPQWvCQBSE74L/YXkFL1I3NRDa1FWsoEhBQSs9P7Kv&#10;SUj2bdhdNf77riB4HGbmG2a26E0rLuR8bVnB2yQBQVxYXXOp4PSzfn0H4QOyxtYyKbiRh8V8OJhh&#10;ru2VD3Q5hlJECPscFVQhdLmUvqjIoJ/Yjjh6f9YZDFG6UmqH1wg3rZwmSSYN1hwXKuxoVVHRHM9G&#10;wW5/yjZp851tfvtxaNbuPN19jZUavfTLTxCB+vAMP9pbrSBNP+B+Jh4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xDX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N4s8MA&#10;AADcAAAADwAAAGRycy9kb3ducmV2LnhtbERPz2vCMBS+D/Y/hDfYbU11bkg1LaJMxg4Dq+D10Tyb&#10;avNSmqx2/vXmMNjx4/u9LEbbioF63zhWMElSEMSV0w3XCg77j5c5CB+QNbaOScEveSjyx4clZtpd&#10;eUdDGWoRQ9hnqMCE0GVS+sqQRZ+4jjhyJ9dbDBH2tdQ9XmO4beU0Td+lxYZjg8GO1oaqS/ljFWzX&#10;pp0ddwe+bbbf3H1thvNbOSj1/DSuFiACjeFf/Of+1ApeZ3F+PBOPgMz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2N4s8MAAADcAAAADwAAAAAAAAAAAAAAAACYAgAAZHJzL2Rv&#10;d25yZXYueG1sUEsFBgAAAAAEAAQA9QAAAIgD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kok8MA&#10;AADcAAAADwAAAGRycy9kb3ducmV2LnhtbESPS4vCQBCE7wv+h6EFL4tOfO4SHUWEgAcvvmCPvZk2&#10;CWZ6Qmai8d87guCxqKqvqMWqNaW4Ue0KywqGgwgEcWp1wZmC0zHp/4JwHlljaZkUPMjBatn5WmCs&#10;7Z33dDv4TAQIuxgV5N5XsZQuzcmgG9iKOHgXWxv0QdaZ1DXeA9yUchRFM2mw4LCQY0WbnNLroTEK&#10;dlyh2WDz9500P+dp9H9eHzFRqtdt13MQnlr/Cb/bW61gPBnC60w4AnL5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Ukok8MAAADcAAAADwAAAAAAAAAAAAAAAACYAgAAZHJzL2Rv&#10;d25yZXYueG1sUEsFBgAAAAAEAAQA9QAAAIgD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073TMYA&#10;AADcAAAADwAAAGRycy9kb3ducmV2LnhtbESPUWvCQBCE3wv9D8cW+lLqRSulRE9RqVSRQmNLn5fc&#10;mgRzeyG3avTXe0Khj8PMfMOMp52r1ZHaUHk20O8loIhzbysuDPx8L5/fQAVBtlh7JgNnCjCd3N+N&#10;MbX+xBkdt1KoCOGQooFSpEm1DnlJDkPPN8TR2/nWoUTZFtq2eIpwV+tBkrxqhxXHhRIbWpSU77cH&#10;Z+D9fMnWX5en300iH9knzedahp0xjw/dbARKqJP/8F97ZQ28DAdwOxOPgJ5c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073TM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2qUlcUA&#10;AADcAAAADwAAAGRycy9kb3ducmV2LnhtbESPQWvCQBSE74L/YXlCb7ppbFWiG5FCaelB0Cp4fGSf&#10;2aTZtzG71fTfd4VCj8PMfMOs1r1txJU6XzlW8DhJQBAXTldcKjh8vo4XIHxA1tg4JgU/5GGdDwcr&#10;zLS78Y6u+1CKCGGfoQITQptJ6QtDFv3EtcTRO7vOYoiyK6Xu8BbhtpFpksykxYrjgsGWXgwVX/tv&#10;qyAlWR/s89t8llB/PMn0Um/Nh1IPo36zBBGoD//hv/a7VjB9msL9TDwCMv8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apSVxQAAANwAAAAPAAAAAAAAAAAAAAAAAJgCAABkcnMv&#10;ZG93bnJldi54bWxQSwUGAAAAAAQABAD1AAAAig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f2hMQA&#10;AADcAAAADwAAAGRycy9kb3ducmV2LnhtbESPT4vCMBTE7wt+h/AEL7Km/kGWahQVBY9u18ve3jbP&#10;tti8lCa21U9vBGGPw8z8hlmuO1OKhmpXWFYwHkUgiFOrC84UnH8On18gnEfWWFomBXdysF71PpYY&#10;a9vyNzWJz0SAsItRQe59FUvp0pwMupGtiIN3sbVBH2SdSV1jG+CmlJMomkuDBYeFHCva5ZRek5tR&#10;cBu6ZPenT8Pfrkn1/rFt2+KxUWrQ7zYLEJ46/x9+t49awXQ2g9eZcATk6g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n9oT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3C288A" w:rsidRPr="00AE3921" w14:paraId="7F937EFC" w14:textId="77777777" w:rsidTr="00837B86">
      <w:trPr>
        <w:trHeight w:val="227"/>
        <w:jc w:val="center"/>
      </w:trPr>
      <w:tc>
        <w:tcPr>
          <w:tcW w:w="5103" w:type="dxa"/>
          <w:vAlign w:val="center"/>
        </w:tcPr>
        <w:p w14:paraId="5F0159CF" w14:textId="4E1AAFBE" w:rsidR="003C288A" w:rsidRPr="00AE3921" w:rsidRDefault="00D869F3" w:rsidP="00837B86">
          <w:pPr>
            <w:tabs>
              <w:tab w:val="right" w:pos="8505"/>
            </w:tabs>
            <w:jc w:val="left"/>
            <w:rPr>
              <w:color w:val="000000" w:themeColor="text1"/>
              <w:sz w:val="12"/>
              <w:szCs w:val="12"/>
            </w:rPr>
          </w:pPr>
          <w:sdt>
            <w:sdtPr>
              <w:rPr>
                <w:color w:val="000000" w:themeColor="text1"/>
                <w:sz w:val="12"/>
                <w:szCs w:val="12"/>
              </w:rPr>
              <w:alias w:val="Název dokumentace 1"/>
              <w:tag w:val="NazevDok"/>
              <w:id w:val="-800688842"/>
              <w:text/>
            </w:sdtPr>
            <w:sdtEndPr/>
            <w:sdtContent>
              <w:r w:rsidR="00B66485">
                <w:rPr>
                  <w:color w:val="000000" w:themeColor="text1"/>
                  <w:sz w:val="12"/>
                  <w:szCs w:val="12"/>
                </w:rPr>
                <w:t xml:space="preserve">Kalové hospodářství ČOV </w:t>
              </w:r>
              <w:proofErr w:type="gramStart"/>
              <w:r w:rsidR="00B66485">
                <w:rPr>
                  <w:color w:val="000000" w:themeColor="text1"/>
                  <w:sz w:val="12"/>
                  <w:szCs w:val="12"/>
                </w:rPr>
                <w:t>Brno - Modřice</w:t>
              </w:r>
              <w:proofErr w:type="gramEnd"/>
            </w:sdtContent>
          </w:sdt>
          <w:r w:rsidR="003C288A" w:rsidRPr="00AE3921">
            <w:rPr>
              <w:color w:val="000000" w:themeColor="text1"/>
              <w:sz w:val="12"/>
              <w:szCs w:val="12"/>
            </w:rPr>
            <w:t xml:space="preserve"> </w:t>
          </w:r>
          <w:sdt>
            <w:sdtPr>
              <w:rPr>
                <w:color w:val="000000" w:themeColor="text1"/>
                <w:sz w:val="12"/>
                <w:szCs w:val="12"/>
              </w:rPr>
              <w:alias w:val="Název dokumentace 2"/>
              <w:tag w:val="NazevDok2_"/>
              <w:id w:val="-490405774"/>
              <w:showingPlcHdr/>
              <w:text/>
            </w:sdtPr>
            <w:sdtEndPr/>
            <w:sdtContent>
              <w:r w:rsidR="00DD6C2E">
                <w:rPr>
                  <w:color w:val="000000" w:themeColor="text1"/>
                  <w:sz w:val="12"/>
                  <w:szCs w:val="12"/>
                </w:rPr>
                <w:t xml:space="preserve">     </w:t>
              </w:r>
            </w:sdtContent>
          </w:sdt>
          <w:r w:rsidR="003C288A" w:rsidRPr="00AE3921">
            <w:rPr>
              <w:color w:val="000000" w:themeColor="text1"/>
              <w:sz w:val="12"/>
              <w:szCs w:val="12"/>
            </w:rPr>
            <w:t xml:space="preserve"> </w:t>
          </w:r>
          <w:sdt>
            <w:sdtPr>
              <w:rPr>
                <w:color w:val="000000" w:themeColor="text1"/>
                <w:sz w:val="12"/>
                <w:szCs w:val="12"/>
              </w:rPr>
              <w:alias w:val="Název dokumentace 3"/>
              <w:tag w:val="NazevDok3_"/>
              <w:id w:val="1278057675"/>
              <w:showingPlcHdr/>
              <w:text/>
            </w:sdtPr>
            <w:sdtEndPr/>
            <w:sdtContent>
              <w:r w:rsidR="00DD6C2E">
                <w:rPr>
                  <w:color w:val="000000" w:themeColor="text1"/>
                  <w:sz w:val="12"/>
                  <w:szCs w:val="12"/>
                </w:rPr>
                <w:t xml:space="preserve">     </w:t>
              </w:r>
            </w:sdtContent>
          </w:sdt>
        </w:p>
      </w:tc>
      <w:tc>
        <w:tcPr>
          <w:tcW w:w="3402" w:type="dxa"/>
          <w:tcMar>
            <w:left w:w="113" w:type="dxa"/>
          </w:tcMar>
          <w:vAlign w:val="center"/>
        </w:tcPr>
        <w:p w14:paraId="51DF5382" w14:textId="77777777" w:rsidR="003C288A" w:rsidRPr="00AE3921" w:rsidRDefault="00D869F3" w:rsidP="00FF70E3">
          <w:pPr>
            <w:tabs>
              <w:tab w:val="right" w:pos="8505"/>
            </w:tabs>
            <w:jc w:val="right"/>
            <w:rPr>
              <w:color w:val="000000" w:themeColor="text1"/>
              <w:sz w:val="12"/>
              <w:szCs w:val="12"/>
            </w:rPr>
          </w:pPr>
          <w:sdt>
            <w:sdtPr>
              <w:rPr>
                <w:bCs/>
                <w:color w:val="000000" w:themeColor="text1"/>
                <w:sz w:val="12"/>
                <w:szCs w:val="12"/>
              </w:rPr>
              <w:alias w:val="Číslo přílohy"/>
              <w:tag w:val="PrilCislo"/>
              <w:id w:val="-2038337938"/>
              <w:text/>
            </w:sdtPr>
            <w:sdtEndPr/>
            <w:sdtContent>
              <w:r w:rsidR="003C288A">
                <w:rPr>
                  <w:bCs/>
                  <w:color w:val="000000" w:themeColor="text1"/>
                  <w:sz w:val="12"/>
                  <w:szCs w:val="12"/>
                </w:rPr>
                <w:t>A</w:t>
              </w:r>
            </w:sdtContent>
          </w:sdt>
          <w:r w:rsidR="003C288A">
            <w:rPr>
              <w:bCs/>
              <w:color w:val="000000" w:themeColor="text1"/>
              <w:sz w:val="12"/>
              <w:szCs w:val="12"/>
            </w:rPr>
            <w:t xml:space="preserve">  </w:t>
          </w:r>
          <w:r w:rsidR="003C288A" w:rsidRPr="00AE3921">
            <w:rPr>
              <w:bCs/>
              <w:color w:val="000000" w:themeColor="text1"/>
              <w:sz w:val="12"/>
              <w:szCs w:val="12"/>
            </w:rPr>
            <w:t xml:space="preserve"> </w:t>
          </w:r>
          <w:sdt>
            <w:sdtPr>
              <w:rPr>
                <w:bCs/>
                <w:color w:val="000000" w:themeColor="text1"/>
                <w:sz w:val="12"/>
                <w:szCs w:val="12"/>
              </w:rPr>
              <w:alias w:val="Název přílohy"/>
              <w:tag w:val="PrilNaz"/>
              <w:id w:val="-1487467137"/>
              <w:text/>
            </w:sdtPr>
            <w:sdtEndPr/>
            <w:sdtContent>
              <w:r w:rsidR="003C288A">
                <w:rPr>
                  <w:bCs/>
                  <w:color w:val="000000" w:themeColor="text1"/>
                  <w:sz w:val="12"/>
                  <w:szCs w:val="12"/>
                </w:rPr>
                <w:t>Průvodní zpráva</w:t>
              </w:r>
            </w:sdtContent>
          </w:sdt>
        </w:p>
      </w:tc>
    </w:tr>
    <w:tr w:rsidR="003C288A" w:rsidRPr="00AE3921" w14:paraId="1BA207B7" w14:textId="77777777" w:rsidTr="00837B86">
      <w:trPr>
        <w:trHeight w:val="227"/>
        <w:jc w:val="center"/>
      </w:trPr>
      <w:tc>
        <w:tcPr>
          <w:tcW w:w="5103" w:type="dxa"/>
          <w:vAlign w:val="center"/>
        </w:tcPr>
        <w:p w14:paraId="587B84CE" w14:textId="6CB4D6BA" w:rsidR="003C288A" w:rsidRPr="00AE3921" w:rsidRDefault="00D869F3" w:rsidP="00837B86">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453974049"/>
              <w:showingPlcHdr/>
              <w:text/>
            </w:sdtPr>
            <w:sdtEndPr/>
            <w:sdtContent>
              <w:r w:rsidR="00DD6C2E">
                <w:rPr>
                  <w:color w:val="000000" w:themeColor="text1"/>
                  <w:sz w:val="12"/>
                  <w:szCs w:val="12"/>
                </w:rPr>
                <w:t xml:space="preserve">     </w:t>
              </w:r>
            </w:sdtContent>
          </w:sdt>
        </w:p>
      </w:tc>
      <w:tc>
        <w:tcPr>
          <w:tcW w:w="3402" w:type="dxa"/>
          <w:tcMar>
            <w:left w:w="113" w:type="dxa"/>
          </w:tcMar>
          <w:vAlign w:val="center"/>
        </w:tcPr>
        <w:p w14:paraId="15A2A509" w14:textId="77777777" w:rsidR="003C288A" w:rsidRPr="00AE3921" w:rsidRDefault="00D869F3" w:rsidP="00837B86">
          <w:pPr>
            <w:tabs>
              <w:tab w:val="right" w:pos="8505"/>
            </w:tabs>
            <w:jc w:val="right"/>
            <w:rPr>
              <w:color w:val="000000" w:themeColor="text1"/>
              <w:sz w:val="12"/>
              <w:szCs w:val="12"/>
            </w:rPr>
          </w:pPr>
          <w:sdt>
            <w:sdtPr>
              <w:rPr>
                <w:color w:val="000000" w:themeColor="text1"/>
                <w:sz w:val="12"/>
                <w:szCs w:val="12"/>
              </w:rPr>
              <w:alias w:val="Stupeň"/>
              <w:tag w:val="StupenZ"/>
              <w:id w:val="1928693637"/>
              <w:text/>
            </w:sdtPr>
            <w:sdtEndPr/>
            <w:sdtContent>
              <w:r w:rsidR="003C288A">
                <w:rPr>
                  <w:color w:val="000000" w:themeColor="text1"/>
                  <w:sz w:val="12"/>
                  <w:szCs w:val="12"/>
                </w:rPr>
                <w:t>DSP</w:t>
              </w:r>
            </w:sdtContent>
          </w:sdt>
        </w:p>
      </w:tc>
    </w:tr>
  </w:tbl>
  <w:p w14:paraId="320EA8DC" w14:textId="77777777" w:rsidR="003C288A" w:rsidRPr="00AE3921" w:rsidRDefault="003C288A" w:rsidP="00837B86">
    <w:pPr>
      <w:pStyle w:val="Zhlav"/>
      <w:rPr>
        <w:color w:val="000000" w:themeColor="text1"/>
        <w:sz w:val="12"/>
        <w:szCs w:val="1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45FBB" w14:textId="77777777" w:rsidR="003C288A" w:rsidRPr="00AE3921" w:rsidRDefault="003C288A" w:rsidP="00CA337C">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17AA04A7" wp14:editId="70812E71">
              <wp:extent cx="683895" cy="199390"/>
              <wp:effectExtent l="1905" t="6985" r="0" b="3175"/>
              <wp:docPr id="359" name="Plátno 35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47"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5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092740B1" id="Plátno 359"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UYi8QA&#10;AADcAAAADwAAAGRycy9kb3ducmV2LnhtbESPQWvCQBSE74L/YXlCb7rRipXoRkKh0FNLtYLHR/aZ&#10;xGTfprvbmP77riB4HGbmG2a7G0wrenK+tqxgPktAEBdW11wq+D68TdcgfEDW2FomBX/kYZeNR1tM&#10;tb3yF/X7UIoIYZ+igiqELpXSFxUZ9DPbEUfvbJ3BEKUrpXZ4jXDTykWSrKTBmuNChR29VlQ0+1+j&#10;oF//LBvKa5+vPg9JODpzunwslHqaDPkGRKAhPML39rtW8Lx8gduZeARk9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eVGIvEAAAA3AAAAA8AAAAAAAAAAAAAAAAAmAIAAGRycy9k&#10;b3ducmV2LnhtbFBLBQYAAAAABAAEAPUAAACJAw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ozScMA&#10;AADcAAAADwAAAGRycy9kb3ducmV2LnhtbERPz2vCMBS+D/Y/hDfYbaa6KaMzijgGwvBg68Xbo3lr&#10;M5uXksS27q9fDoLHj+/3cj3aVvTkg3GsYDrJQBBXThuuFRzLr5d3ECEia2wdk4IrBVivHh+WmGs3&#10;8IH6ItYihXDIUUETY5dLGaqGLIaJ64gT9+O8xZigr6X2OKRw28pZli2kRcOpocGOtg1V5+JiFZih&#10;vMxPf/i7Nae967/7/WedaaWen8bNB4hIY7yLb+6dVvD6ltamM+kI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mozScMAAADcAAAADwAAAAAAAAAAAAAAAACYAgAAZHJzL2Rv&#10;d25yZXYueG1sUEsFBgAAAAAEAAQA9QAAAIgD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AQWMUA&#10;AADcAAAADwAAAGRycy9kb3ducmV2LnhtbESP0WrCQBRE3wv+w3IF3+pGLcVGV9FSsb4opn7ANXtN&#10;gtm7Mbsm8e/dQqGPw8ycYebLzpSiodoVlhWMhhEI4tTqgjMFp5/N6xSE88gaS8uk4EEOloveyxxj&#10;bVs+UpP4TAQIuxgV5N5XsZQuzcmgG9qKOHgXWxv0QdaZ1DW2AW5KOY6id2mw4LCQY0WfOaXX5G4U&#10;bLPrfb1vknIXne3Xbe23j/YwUWrQ71YzEJ46/x/+a39rBZO3D/g9E46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EBBYxQAAANwAAAAPAAAAAAAAAAAAAAAAAJgCAABkcnMv&#10;ZG93bnJldi54bWxQSwUGAAAAAAQABAD1AAAAigM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zw9sMA&#10;AADcAAAADwAAAGRycy9kb3ducmV2LnhtbERPz2vCMBS+C/sfwhvsZtOtbEpnlDEs7DSwFsTbo3k2&#10;dc1LaaK2++uXg7Djx/d7tRltJ640+NaxguckBUFcO91yo6DaF/MlCB+QNXaOScFEHjbrh9kKc+1u&#10;vKNrGRoRQ9jnqMCE0OdS+tqQRZ+4njhyJzdYDBEOjdQD3mK47eRLmr5Jiy3HBoM9fRqqf8qLVVC0&#10;Vbedsu/z+Xghc3Db8rT4nZR6ehw/3kEEGsO/+O7+0gqy1zg/no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Gzw9sMAAADcAAAADwAAAAAAAAAAAAAAAACYAgAAZHJzL2Rv&#10;d25yZXYueG1sUEsFBgAAAAAEAAQA9QAAAIg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A/B8YA&#10;AADcAAAADwAAAGRycy9kb3ducmV2LnhtbESPQWsCMRSE70L/Q3iF3jRra0VWoxRLi14KasHrc/Pc&#10;rG5eliTd3frrm0Khx2FmvmEWq97WoiUfKscKxqMMBHHhdMWlgs/D23AGIkRkjbVjUvBNAVbLu8EC&#10;c+063lG7j6VIEA45KjAxNrmUoTBkMYxcQ5y8s/MWY5K+lNpjl+C2lo9ZNpUWK04LBhtaGyqu+y+r&#10;4Nj1H36r29fb+/YyXR/saXIzJ6Ue7vuXOYhIffwP/7U3WsHT8xh+z6QjIJ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IA/B8YAAADcAAAADwAAAAAAAAAAAAAAAACYAgAAZHJz&#10;L2Rvd25yZXYueG1sUEsFBgAAAAAEAAQA9QAAAIsD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39aJcUA&#10;AADcAAAADwAAAGRycy9kb3ducmV2LnhtbESPQWvCQBSE7wX/w/IEb3Wj0iLRVUQUWzw1FcTbI/tM&#10;YrJvY3ZN0n/vFgo9DjPzDbNc96YSLTWusKxgMo5AEKdWF5wpOH3vX+cgnEfWWFkmBT/kYL0avCwx&#10;1rbjL2oTn4kAYRejgtz7OpbSpTkZdGNbEwfvahuDPsgmk7rBLsBNJadR9C4NFhwWcqxpm1NaJg+j&#10;4HC7G3++ZDN5uHxWZdKV7e4YKTUa9psFCE+9/w//tT+0gtnbFH7PhCMgV0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f1olxQAAANwAAAAPAAAAAAAAAAAAAAAAAJgCAABkcnMv&#10;ZG93bnJldi54bWxQSwUGAAAAAAQABAD1AAAAigM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fPnmcUA&#10;AADcAAAADwAAAGRycy9kb3ducmV2LnhtbESPQWvCQBSE74L/YXlCL1I3GgwldRUVlFJQ0ErPj+xr&#10;EpJ9G3ZXTf99tyB4HGbmG2ax6k0rbuR8bVnBdJKAIC6srrlUcPnavb6B8AFZY2uZFPySh9VyOFhg&#10;ru2dT3Q7h1JECPscFVQhdLmUvqjIoJ/Yjjh6P9YZDFG6UmqH9wg3rZwlSSYN1hwXKuxoW1HRnK9G&#10;weF4yfZp85ntv/txaHbuOjtsxkq9jPr1O4hAfXiGH+0PrSCdp/B/Jh4Bu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8+eZ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HobcUA&#10;AADcAAAADwAAAGRycy9kb3ducmV2LnhtbESPQWvCQBSE70L/w/IKvelGq0VSVxGlIh4Eo9DrI/ua&#10;Tc2+DdltjP56VxB6HGbmG2a26GwlWmp86VjBcJCAIM6dLrlQcDp+9acgfEDWWDkmBVfysJi/9GaY&#10;anfhA7VZKESEsE9RgQmhTqX0uSGLfuBq4uj9uMZiiLIppG7wEuG2kqMk+ZAWS44LBmtaGcrP2Z9V&#10;sFmZavx9OPFtvdlzvVu3v5OsVerttVt+ggjUhf/ws73VCt4nY3iciUdAzu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1gehtxQAAANwAAAAPAAAAAAAAAAAAAAAAAJgCAABkcnMv&#10;ZG93bnJldi54bWxQSwUGAAAAAAQABAD1AAAAigM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u4TcMA&#10;AADcAAAADwAAAGRycy9kb3ducmV2LnhtbESPQYvCMBSE74L/ITxhL6KpSl3pGkWEwh68aBX2+Gye&#10;bdnmpTSpdv/9RhA8DjPzDbPe9qYWd2pdZVnBbBqBIM6trrhQcM7SyQqE88gaa8uk4I8cbDfDwRoT&#10;bR98pPvJFyJA2CWooPS+SaR0eUkG3dQ2xMG72dagD7ItpG7xEeCmlvMoWkqDFYeFEhval5T/njqj&#10;4MANmj12P+O0+7zE0fWyyzBV6mPU775AeOr9O/xqf2sFiziG55lwBOTm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6u4TcMAAADcAAAADwAAAAAAAAAAAAAAAACYAgAAZHJzL2Rv&#10;d25yZXYueG1sUEsFBgAAAAAEAAQA9QAAAIgD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axnksYA&#10;AADcAAAADwAAAGRycy9kb3ducmV2LnhtbESPUWvCQBCE3wX/w7GFvki92FopqadoqbRSCo0tfV5y&#10;2ySY2wu5VaO/vicIPg4z8w0znXeuVntqQ+XZwGiYgCLOva24MPDzvbp7AhUE2WLtmQwcKcB81u9N&#10;MbX+wBntN1KoCOGQooFSpEm1DnlJDsPQN8TR+/OtQ4myLbRt8RDhrtb3STLRDiuOCyU29FJSvt3s&#10;nIHX4ylbf50Gvx+JvGWftFxqGXfG3N50i2dQQp1cw5f2uzXw8DiB85l4BPTs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axnksYAAADcAAAADwAAAAAAAAAAAAAAAACYAgAAZHJz&#10;L2Rvd25yZXYueG1sUEsFBgAAAAAEAAQA9QAAAIsD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gES8QA&#10;AADcAAAADwAAAGRycy9kb3ducmV2LnhtbESPQWvCQBSE70L/w/IKvemmEY1EVykFUTwIWgseH9ln&#10;Njb7Nma3mv77riB4HGbmG2a26GwtrtT6yrGC90ECgrhwuuJSweFr2Z+A8AFZY+2YFPyRh8X8pTfD&#10;XLsb7+i6D6WIEPY5KjAhNLmUvjBk0Q9cQxy9k2sthijbUuoWbxFua5kmyVharDguGGzo01Dxs/+1&#10;ClKS54MdrbJxQt33UaaX89ZslHp77T6mIAJ14Rl+tNdawXCUwf1MPAJy/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mIBEvEAAAA3AAAAA8AAAAAAAAAAAAAAAAAmAIAAGRycy9k&#10;b3ducmV2LnhtbFBLBQYAAAAABAAEAPUAAACJAw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NqXMIA&#10;AADcAAAADwAAAGRycy9kb3ducmV2LnhtbERPy2rCQBTdF/yH4QpuRCe2tEh0DDFU6LJN3bi7Zq5J&#10;MHMnZCaP+vWdRaHLw3nvk8k0YqDO1ZYVbNYRCOLC6ppLBefv02oLwnlkjY1lUvBDDpLD7GmPsbYj&#10;f9GQ+1KEEHYxKqi8b2MpXVGRQbe2LXHgbrYz6APsSqk7HEO4aeRzFL1JgzWHhgpbyioq7nlvFPRL&#10;l2dX/bm8TEOh3x/HcawfqVKL+ZTuQHia/L/4z/2hFby8hrXhTDgC8vA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s2pcwgAAANwAAAAPAAAAAAAAAAAAAAAAAJgCAABkcnMvZG93&#10;bnJldi54bWxQSwUGAAAAAAQABAD1AAAAhwM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3C288A" w:rsidRPr="00AE3921" w14:paraId="29E4EB53" w14:textId="77777777" w:rsidTr="001F529C">
      <w:trPr>
        <w:trHeight w:val="227"/>
        <w:jc w:val="center"/>
      </w:trPr>
      <w:tc>
        <w:tcPr>
          <w:tcW w:w="5103" w:type="dxa"/>
          <w:vAlign w:val="center"/>
        </w:tcPr>
        <w:p w14:paraId="36994ACC" w14:textId="422D88B3" w:rsidR="003C288A" w:rsidRPr="00AE3921" w:rsidRDefault="00D869F3" w:rsidP="001F529C">
          <w:pPr>
            <w:tabs>
              <w:tab w:val="right" w:pos="8505"/>
            </w:tabs>
            <w:jc w:val="left"/>
            <w:rPr>
              <w:color w:val="000000" w:themeColor="text1"/>
              <w:sz w:val="12"/>
              <w:szCs w:val="12"/>
            </w:rPr>
          </w:pPr>
          <w:sdt>
            <w:sdtPr>
              <w:rPr>
                <w:color w:val="000000" w:themeColor="text1"/>
                <w:sz w:val="12"/>
                <w:szCs w:val="12"/>
              </w:rPr>
              <w:alias w:val="Název dokumentace 1"/>
              <w:tag w:val="NazevDok"/>
              <w:id w:val="-1848621635"/>
              <w:text/>
            </w:sdtPr>
            <w:sdtEndPr/>
            <w:sdtContent>
              <w:r w:rsidR="00B66485">
                <w:rPr>
                  <w:color w:val="000000" w:themeColor="text1"/>
                  <w:sz w:val="12"/>
                  <w:szCs w:val="12"/>
                </w:rPr>
                <w:t xml:space="preserve">Kalové hospodářství ČOV </w:t>
              </w:r>
              <w:proofErr w:type="gramStart"/>
              <w:r w:rsidR="00B66485">
                <w:rPr>
                  <w:color w:val="000000" w:themeColor="text1"/>
                  <w:sz w:val="12"/>
                  <w:szCs w:val="12"/>
                </w:rPr>
                <w:t>Brno - Modřice</w:t>
              </w:r>
              <w:proofErr w:type="gramEnd"/>
            </w:sdtContent>
          </w:sdt>
          <w:r w:rsidR="003C288A" w:rsidRPr="00AE3921">
            <w:rPr>
              <w:color w:val="000000" w:themeColor="text1"/>
              <w:sz w:val="12"/>
              <w:szCs w:val="12"/>
            </w:rPr>
            <w:t xml:space="preserve"> </w:t>
          </w:r>
          <w:sdt>
            <w:sdtPr>
              <w:rPr>
                <w:color w:val="000000" w:themeColor="text1"/>
                <w:sz w:val="12"/>
                <w:szCs w:val="12"/>
              </w:rPr>
              <w:alias w:val="Název dokumentace 2"/>
              <w:tag w:val="NazevDok2_"/>
              <w:id w:val="-1892575036"/>
              <w:showingPlcHdr/>
              <w:text/>
            </w:sdtPr>
            <w:sdtEndPr/>
            <w:sdtContent>
              <w:r w:rsidR="00DD6C2E">
                <w:rPr>
                  <w:color w:val="000000" w:themeColor="text1"/>
                  <w:sz w:val="12"/>
                  <w:szCs w:val="12"/>
                </w:rPr>
                <w:t xml:space="preserve">     </w:t>
              </w:r>
            </w:sdtContent>
          </w:sdt>
          <w:r w:rsidR="003C288A" w:rsidRPr="00AE3921">
            <w:rPr>
              <w:color w:val="000000" w:themeColor="text1"/>
              <w:sz w:val="12"/>
              <w:szCs w:val="12"/>
            </w:rPr>
            <w:t xml:space="preserve"> </w:t>
          </w:r>
          <w:sdt>
            <w:sdtPr>
              <w:rPr>
                <w:color w:val="000000" w:themeColor="text1"/>
                <w:sz w:val="12"/>
                <w:szCs w:val="12"/>
              </w:rPr>
              <w:alias w:val="Název dokumentace 3"/>
              <w:tag w:val="NazevDok3_"/>
              <w:id w:val="-372854574"/>
              <w:showingPlcHdr/>
              <w:text/>
            </w:sdtPr>
            <w:sdtEndPr/>
            <w:sdtContent>
              <w:r w:rsidR="00DD6C2E">
                <w:rPr>
                  <w:color w:val="000000" w:themeColor="text1"/>
                  <w:sz w:val="12"/>
                  <w:szCs w:val="12"/>
                </w:rPr>
                <w:t xml:space="preserve">     </w:t>
              </w:r>
            </w:sdtContent>
          </w:sdt>
        </w:p>
      </w:tc>
      <w:tc>
        <w:tcPr>
          <w:tcW w:w="3402" w:type="dxa"/>
          <w:tcMar>
            <w:left w:w="113" w:type="dxa"/>
          </w:tcMar>
          <w:vAlign w:val="center"/>
        </w:tcPr>
        <w:p w14:paraId="31D740FD" w14:textId="26930B76" w:rsidR="003C288A" w:rsidRPr="00AE3921" w:rsidRDefault="00D869F3" w:rsidP="001F529C">
          <w:pPr>
            <w:tabs>
              <w:tab w:val="right" w:pos="8505"/>
            </w:tabs>
            <w:jc w:val="right"/>
            <w:rPr>
              <w:color w:val="000000" w:themeColor="text1"/>
              <w:sz w:val="12"/>
              <w:szCs w:val="12"/>
            </w:rPr>
          </w:pPr>
          <w:sdt>
            <w:sdtPr>
              <w:rPr>
                <w:bCs/>
                <w:color w:val="000000" w:themeColor="text1"/>
                <w:sz w:val="12"/>
                <w:szCs w:val="12"/>
              </w:rPr>
              <w:alias w:val="Číslo přílohy"/>
              <w:tag w:val="PrilCislo"/>
              <w:id w:val="-1128089717"/>
              <w:text/>
            </w:sdtPr>
            <w:sdtEndPr/>
            <w:sdtContent>
              <w:r w:rsidR="00B66485">
                <w:rPr>
                  <w:bCs/>
                  <w:color w:val="000000" w:themeColor="text1"/>
                  <w:sz w:val="12"/>
                  <w:szCs w:val="12"/>
                </w:rPr>
                <w:t>A</w:t>
              </w:r>
            </w:sdtContent>
          </w:sdt>
          <w:r w:rsidR="003C288A" w:rsidRPr="00AE3921">
            <w:rPr>
              <w:bCs/>
              <w:color w:val="000000" w:themeColor="text1"/>
              <w:sz w:val="12"/>
              <w:szCs w:val="12"/>
            </w:rPr>
            <w:t xml:space="preserve"> </w:t>
          </w:r>
          <w:sdt>
            <w:sdtPr>
              <w:rPr>
                <w:bCs/>
                <w:color w:val="000000" w:themeColor="text1"/>
                <w:sz w:val="12"/>
                <w:szCs w:val="12"/>
              </w:rPr>
              <w:alias w:val="Název přílohy"/>
              <w:tag w:val="PrilNaz"/>
              <w:id w:val="-1561244866"/>
              <w:text/>
            </w:sdtPr>
            <w:sdtEndPr/>
            <w:sdtContent>
              <w:r w:rsidR="00B66485">
                <w:rPr>
                  <w:bCs/>
                  <w:color w:val="000000" w:themeColor="text1"/>
                  <w:sz w:val="12"/>
                  <w:szCs w:val="12"/>
                </w:rPr>
                <w:t>Průvodní zpráva</w:t>
              </w:r>
            </w:sdtContent>
          </w:sdt>
        </w:p>
      </w:tc>
    </w:tr>
    <w:tr w:rsidR="003C288A" w:rsidRPr="00AE3921" w14:paraId="76A62C3F" w14:textId="77777777" w:rsidTr="001F529C">
      <w:trPr>
        <w:trHeight w:val="227"/>
        <w:jc w:val="center"/>
      </w:trPr>
      <w:tc>
        <w:tcPr>
          <w:tcW w:w="5103" w:type="dxa"/>
          <w:vAlign w:val="center"/>
        </w:tcPr>
        <w:p w14:paraId="4E249895" w14:textId="06BAD926" w:rsidR="003C288A" w:rsidRPr="00AE3921" w:rsidRDefault="00D869F3" w:rsidP="001F529C">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618223195"/>
              <w:showingPlcHdr/>
              <w:text/>
            </w:sdtPr>
            <w:sdtEndPr/>
            <w:sdtContent>
              <w:r w:rsidR="00DD6C2E">
                <w:rPr>
                  <w:color w:val="000000" w:themeColor="text1"/>
                  <w:sz w:val="12"/>
                  <w:szCs w:val="12"/>
                </w:rPr>
                <w:t xml:space="preserve">     </w:t>
              </w:r>
            </w:sdtContent>
          </w:sdt>
        </w:p>
      </w:tc>
      <w:tc>
        <w:tcPr>
          <w:tcW w:w="3402" w:type="dxa"/>
          <w:tcMar>
            <w:left w:w="113" w:type="dxa"/>
          </w:tcMar>
          <w:vAlign w:val="center"/>
        </w:tcPr>
        <w:p w14:paraId="6CFE6644" w14:textId="780E7838" w:rsidR="003C288A" w:rsidRPr="00AE3921" w:rsidRDefault="00D869F3" w:rsidP="001F529C">
          <w:pPr>
            <w:tabs>
              <w:tab w:val="right" w:pos="8505"/>
            </w:tabs>
            <w:jc w:val="right"/>
            <w:rPr>
              <w:color w:val="000000" w:themeColor="text1"/>
              <w:sz w:val="12"/>
              <w:szCs w:val="12"/>
            </w:rPr>
          </w:pPr>
          <w:sdt>
            <w:sdtPr>
              <w:rPr>
                <w:color w:val="000000" w:themeColor="text1"/>
                <w:sz w:val="12"/>
                <w:szCs w:val="12"/>
              </w:rPr>
              <w:alias w:val="Stupeň"/>
              <w:tag w:val="StupenZ"/>
              <w:id w:val="-1851409517"/>
              <w:text/>
            </w:sdtPr>
            <w:sdtEndPr/>
            <w:sdtContent>
              <w:r w:rsidR="00B66485">
                <w:rPr>
                  <w:color w:val="000000" w:themeColor="text1"/>
                  <w:sz w:val="12"/>
                  <w:szCs w:val="12"/>
                </w:rPr>
                <w:t>DSP</w:t>
              </w:r>
            </w:sdtContent>
          </w:sdt>
        </w:p>
      </w:tc>
    </w:tr>
  </w:tbl>
  <w:p w14:paraId="5FFC5C4E" w14:textId="77777777" w:rsidR="003C288A" w:rsidRPr="00AE3921" w:rsidRDefault="003C288A" w:rsidP="00CA337C">
    <w:pPr>
      <w:pStyle w:val="Zhlav"/>
      <w:rPr>
        <w:color w:val="000000" w:themeColor="text1"/>
        <w:sz w:val="12"/>
        <w:szCs w:val="1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38E42" w14:textId="68A2734E" w:rsidR="00DD6C2E" w:rsidRPr="00AE3921" w:rsidRDefault="00DD6C2E" w:rsidP="00837B86">
    <w:pPr>
      <w:tabs>
        <w:tab w:val="right" w:pos="8505"/>
      </w:tabs>
      <w:spacing w:after="60"/>
      <w:jc w:val="left"/>
      <w:rPr>
        <w:noProof/>
        <w:color w:val="000000" w:themeColor="text1"/>
      </w:rPr>
    </w:pPr>
    <w:r w:rsidRPr="00AE3921">
      <w:rPr>
        <w:noProof/>
        <w:color w:val="000000" w:themeColor="text1"/>
      </w:rPr>
      <w:tab/>
    </w:r>
    <w:r>
      <w:rPr>
        <w:noProof/>
        <w:color w:val="000000" w:themeColor="text1"/>
      </w:rPr>
      <w:tab/>
    </w:r>
    <w:r>
      <w:rPr>
        <w:noProof/>
        <w:color w:val="000000" w:themeColor="text1"/>
      </w:rPr>
      <w:tab/>
    </w:r>
    <w:r>
      <w:rPr>
        <w:noProof/>
        <w:color w:val="000000" w:themeColor="text1"/>
      </w:rPr>
      <w:tab/>
    </w:r>
    <w:r>
      <w:rPr>
        <w:noProof/>
        <w:color w:val="000000" w:themeColor="text1"/>
      </w:rPr>
      <w:tab/>
    </w:r>
    <w:r>
      <w:rPr>
        <w:noProof/>
        <w:color w:val="000000" w:themeColor="text1"/>
      </w:rPr>
      <w:tab/>
    </w:r>
    <w:r>
      <w:rPr>
        <w:noProof/>
        <w:color w:val="000000" w:themeColor="text1"/>
      </w:rPr>
      <w:tab/>
    </w:r>
    <w:r w:rsidRPr="00AE3921">
      <w:rPr>
        <w:noProof/>
        <w:color w:val="000000" w:themeColor="text1"/>
      </w:rPr>
      <mc:AlternateContent>
        <mc:Choice Requires="wpc">
          <w:drawing>
            <wp:inline distT="0" distB="0" distL="0" distR="0" wp14:anchorId="71FF09D2" wp14:editId="6028A1C4">
              <wp:extent cx="683895" cy="199390"/>
              <wp:effectExtent l="1905" t="6985" r="0" b="3175"/>
              <wp:docPr id="13" name="Plátno 1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00A0996C" id="Plátno 13"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5000" w:type="pct"/>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2"/>
      <w:gridCol w:w="3402"/>
    </w:tblGrid>
    <w:tr w:rsidR="00DD6C2E" w:rsidRPr="00AE3921" w14:paraId="51525545" w14:textId="77777777" w:rsidTr="00DD6C2E">
      <w:trPr>
        <w:trHeight w:val="227"/>
        <w:jc w:val="center"/>
      </w:trPr>
      <w:tc>
        <w:tcPr>
          <w:tcW w:w="3000" w:type="pct"/>
          <w:vAlign w:val="center"/>
        </w:tcPr>
        <w:p w14:paraId="27553AF1" w14:textId="3ABD47C2" w:rsidR="00DD6C2E" w:rsidRPr="00AE3921" w:rsidRDefault="00D869F3" w:rsidP="00837B86">
          <w:pPr>
            <w:tabs>
              <w:tab w:val="right" w:pos="8505"/>
            </w:tabs>
            <w:jc w:val="left"/>
            <w:rPr>
              <w:color w:val="000000" w:themeColor="text1"/>
              <w:sz w:val="12"/>
              <w:szCs w:val="12"/>
            </w:rPr>
          </w:pPr>
          <w:sdt>
            <w:sdtPr>
              <w:rPr>
                <w:color w:val="000000" w:themeColor="text1"/>
                <w:sz w:val="12"/>
                <w:szCs w:val="12"/>
              </w:rPr>
              <w:alias w:val="Název dokumentace 1"/>
              <w:tag w:val="NazevDok"/>
              <w:id w:val="1985271203"/>
              <w:text/>
            </w:sdtPr>
            <w:sdtEndPr/>
            <w:sdtContent>
              <w:r w:rsidR="00DD6C2E">
                <w:rPr>
                  <w:color w:val="000000" w:themeColor="text1"/>
                  <w:sz w:val="12"/>
                  <w:szCs w:val="12"/>
                </w:rPr>
                <w:t xml:space="preserve">Kalové hospodářství ČOV </w:t>
              </w:r>
              <w:proofErr w:type="gramStart"/>
              <w:r w:rsidR="00DD6C2E">
                <w:rPr>
                  <w:color w:val="000000" w:themeColor="text1"/>
                  <w:sz w:val="12"/>
                  <w:szCs w:val="12"/>
                </w:rPr>
                <w:t>Brno - Modřice</w:t>
              </w:r>
              <w:proofErr w:type="gramEnd"/>
            </w:sdtContent>
          </w:sdt>
          <w:r w:rsidR="00DD6C2E" w:rsidRPr="00AE3921">
            <w:rPr>
              <w:color w:val="000000" w:themeColor="text1"/>
              <w:sz w:val="12"/>
              <w:szCs w:val="12"/>
            </w:rPr>
            <w:t xml:space="preserve"> </w:t>
          </w:r>
          <w:sdt>
            <w:sdtPr>
              <w:rPr>
                <w:color w:val="000000" w:themeColor="text1"/>
                <w:sz w:val="12"/>
                <w:szCs w:val="12"/>
              </w:rPr>
              <w:alias w:val="Název dokumentace 2"/>
              <w:tag w:val="NazevDok2_"/>
              <w:id w:val="682710469"/>
              <w:showingPlcHdr/>
              <w:text/>
            </w:sdtPr>
            <w:sdtEndPr/>
            <w:sdtContent>
              <w:r w:rsidR="00DD6C2E">
                <w:rPr>
                  <w:color w:val="000000" w:themeColor="text1"/>
                  <w:sz w:val="12"/>
                  <w:szCs w:val="12"/>
                </w:rPr>
                <w:t xml:space="preserve">     </w:t>
              </w:r>
            </w:sdtContent>
          </w:sdt>
          <w:r w:rsidR="00DD6C2E" w:rsidRPr="00AE3921">
            <w:rPr>
              <w:color w:val="000000" w:themeColor="text1"/>
              <w:sz w:val="12"/>
              <w:szCs w:val="12"/>
            </w:rPr>
            <w:t xml:space="preserve"> </w:t>
          </w:r>
          <w:sdt>
            <w:sdtPr>
              <w:rPr>
                <w:color w:val="000000" w:themeColor="text1"/>
                <w:sz w:val="12"/>
                <w:szCs w:val="12"/>
              </w:rPr>
              <w:alias w:val="Název dokumentace 3"/>
              <w:tag w:val="NazevDok3_"/>
              <w:id w:val="-1359815862"/>
              <w:showingPlcHdr/>
              <w:text/>
            </w:sdtPr>
            <w:sdtEndPr/>
            <w:sdtContent>
              <w:r w:rsidR="00DD6C2E">
                <w:rPr>
                  <w:color w:val="000000" w:themeColor="text1"/>
                  <w:sz w:val="12"/>
                  <w:szCs w:val="12"/>
                </w:rPr>
                <w:t xml:space="preserve">     </w:t>
              </w:r>
            </w:sdtContent>
          </w:sdt>
        </w:p>
      </w:tc>
      <w:tc>
        <w:tcPr>
          <w:tcW w:w="2000" w:type="pct"/>
          <w:tcMar>
            <w:left w:w="113" w:type="dxa"/>
          </w:tcMar>
          <w:vAlign w:val="center"/>
        </w:tcPr>
        <w:p w14:paraId="0BC2F58A" w14:textId="77777777" w:rsidR="00DD6C2E" w:rsidRPr="00AE3921" w:rsidRDefault="00D869F3" w:rsidP="00FF70E3">
          <w:pPr>
            <w:tabs>
              <w:tab w:val="right" w:pos="8505"/>
            </w:tabs>
            <w:jc w:val="right"/>
            <w:rPr>
              <w:color w:val="000000" w:themeColor="text1"/>
              <w:sz w:val="12"/>
              <w:szCs w:val="12"/>
            </w:rPr>
          </w:pPr>
          <w:sdt>
            <w:sdtPr>
              <w:rPr>
                <w:bCs/>
                <w:color w:val="000000" w:themeColor="text1"/>
                <w:sz w:val="12"/>
                <w:szCs w:val="12"/>
              </w:rPr>
              <w:alias w:val="Číslo přílohy"/>
              <w:tag w:val="PrilCislo"/>
              <w:id w:val="101544924"/>
              <w:text/>
            </w:sdtPr>
            <w:sdtEndPr/>
            <w:sdtContent>
              <w:r w:rsidR="00DD6C2E">
                <w:rPr>
                  <w:bCs/>
                  <w:color w:val="000000" w:themeColor="text1"/>
                  <w:sz w:val="12"/>
                  <w:szCs w:val="12"/>
                </w:rPr>
                <w:t>A</w:t>
              </w:r>
            </w:sdtContent>
          </w:sdt>
          <w:r w:rsidR="00DD6C2E">
            <w:rPr>
              <w:bCs/>
              <w:color w:val="000000" w:themeColor="text1"/>
              <w:sz w:val="12"/>
              <w:szCs w:val="12"/>
            </w:rPr>
            <w:t xml:space="preserve">  </w:t>
          </w:r>
          <w:r w:rsidR="00DD6C2E" w:rsidRPr="00AE3921">
            <w:rPr>
              <w:bCs/>
              <w:color w:val="000000" w:themeColor="text1"/>
              <w:sz w:val="12"/>
              <w:szCs w:val="12"/>
            </w:rPr>
            <w:t xml:space="preserve"> </w:t>
          </w:r>
          <w:sdt>
            <w:sdtPr>
              <w:rPr>
                <w:bCs/>
                <w:color w:val="000000" w:themeColor="text1"/>
                <w:sz w:val="12"/>
                <w:szCs w:val="12"/>
              </w:rPr>
              <w:alias w:val="Název přílohy"/>
              <w:tag w:val="PrilNaz"/>
              <w:id w:val="412437976"/>
              <w:text/>
            </w:sdtPr>
            <w:sdtEndPr/>
            <w:sdtContent>
              <w:r w:rsidR="00DD6C2E">
                <w:rPr>
                  <w:bCs/>
                  <w:color w:val="000000" w:themeColor="text1"/>
                  <w:sz w:val="12"/>
                  <w:szCs w:val="12"/>
                </w:rPr>
                <w:t>Průvodní zpráva</w:t>
              </w:r>
            </w:sdtContent>
          </w:sdt>
        </w:p>
      </w:tc>
    </w:tr>
    <w:tr w:rsidR="00DD6C2E" w:rsidRPr="00AE3921" w14:paraId="1557448F" w14:textId="77777777" w:rsidTr="00DD6C2E">
      <w:trPr>
        <w:trHeight w:val="227"/>
        <w:jc w:val="center"/>
      </w:trPr>
      <w:tc>
        <w:tcPr>
          <w:tcW w:w="3000" w:type="pct"/>
          <w:vAlign w:val="center"/>
        </w:tcPr>
        <w:p w14:paraId="5E9E235D" w14:textId="0AD9EC68" w:rsidR="00DD6C2E" w:rsidRPr="00AE3921" w:rsidRDefault="00D869F3" w:rsidP="00837B86">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663927009"/>
              <w:showingPlcHdr/>
              <w:text/>
            </w:sdtPr>
            <w:sdtEndPr/>
            <w:sdtContent>
              <w:r w:rsidR="00DD6C2E">
                <w:rPr>
                  <w:color w:val="000000" w:themeColor="text1"/>
                  <w:sz w:val="12"/>
                  <w:szCs w:val="12"/>
                </w:rPr>
                <w:t xml:space="preserve">     </w:t>
              </w:r>
            </w:sdtContent>
          </w:sdt>
        </w:p>
      </w:tc>
      <w:tc>
        <w:tcPr>
          <w:tcW w:w="2000" w:type="pct"/>
          <w:tcMar>
            <w:left w:w="113" w:type="dxa"/>
          </w:tcMar>
          <w:vAlign w:val="center"/>
        </w:tcPr>
        <w:p w14:paraId="73BF84D1" w14:textId="77777777" w:rsidR="00DD6C2E" w:rsidRPr="00AE3921" w:rsidRDefault="00D869F3" w:rsidP="00837B86">
          <w:pPr>
            <w:tabs>
              <w:tab w:val="right" w:pos="8505"/>
            </w:tabs>
            <w:jc w:val="right"/>
            <w:rPr>
              <w:color w:val="000000" w:themeColor="text1"/>
              <w:sz w:val="12"/>
              <w:szCs w:val="12"/>
            </w:rPr>
          </w:pPr>
          <w:sdt>
            <w:sdtPr>
              <w:rPr>
                <w:color w:val="000000" w:themeColor="text1"/>
                <w:sz w:val="12"/>
                <w:szCs w:val="12"/>
              </w:rPr>
              <w:alias w:val="Stupeň"/>
              <w:tag w:val="StupenZ"/>
              <w:id w:val="2033375781"/>
              <w:text/>
            </w:sdtPr>
            <w:sdtEndPr/>
            <w:sdtContent>
              <w:r w:rsidR="00DD6C2E">
                <w:rPr>
                  <w:color w:val="000000" w:themeColor="text1"/>
                  <w:sz w:val="12"/>
                  <w:szCs w:val="12"/>
                </w:rPr>
                <w:t>DSP</w:t>
              </w:r>
            </w:sdtContent>
          </w:sdt>
        </w:p>
      </w:tc>
    </w:tr>
  </w:tbl>
  <w:p w14:paraId="4FEDD486" w14:textId="77777777" w:rsidR="00DD6C2E" w:rsidRPr="00AE3921" w:rsidRDefault="00DD6C2E" w:rsidP="00837B86">
    <w:pPr>
      <w:pStyle w:val="Zhlav"/>
      <w:rPr>
        <w:color w:val="000000" w:themeColor="text1"/>
        <w:sz w:val="12"/>
        <w:szCs w:val="1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347C2" w14:textId="76630398" w:rsidR="00DD6C2E" w:rsidRPr="00AE3921" w:rsidRDefault="00DD6C2E" w:rsidP="00837B86">
    <w:pPr>
      <w:tabs>
        <w:tab w:val="right" w:pos="8505"/>
      </w:tabs>
      <w:spacing w:after="60"/>
      <w:jc w:val="left"/>
      <w:rPr>
        <w:noProof/>
        <w:color w:val="000000" w:themeColor="text1"/>
      </w:rPr>
    </w:pPr>
    <w:r>
      <w:rPr>
        <w:noProof/>
        <w:color w:val="000000" w:themeColor="text1"/>
      </w:rPr>
      <w:tab/>
    </w:r>
    <w:r w:rsidRPr="00AE3921">
      <w:rPr>
        <w:noProof/>
        <w:color w:val="000000" w:themeColor="text1"/>
      </w:rPr>
      <mc:AlternateContent>
        <mc:Choice Requires="wpc">
          <w:drawing>
            <wp:inline distT="0" distB="0" distL="0" distR="0" wp14:anchorId="6D2FE11D" wp14:editId="60DC16C9">
              <wp:extent cx="683895" cy="199390"/>
              <wp:effectExtent l="1905" t="6985" r="0" b="3175"/>
              <wp:docPr id="28" name="Plátno 2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14"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w:pict>
            <v:group w14:anchorId="16EA54D6" id="Plátno 28"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5000" w:type="pct"/>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2"/>
      <w:gridCol w:w="3402"/>
    </w:tblGrid>
    <w:tr w:rsidR="00DD6C2E" w:rsidRPr="00AE3921" w14:paraId="2705EDCD" w14:textId="77777777" w:rsidTr="00DD6C2E">
      <w:trPr>
        <w:trHeight w:val="227"/>
        <w:jc w:val="center"/>
      </w:trPr>
      <w:tc>
        <w:tcPr>
          <w:tcW w:w="3000" w:type="pct"/>
          <w:vAlign w:val="center"/>
        </w:tcPr>
        <w:p w14:paraId="06349AFF" w14:textId="2182CE97" w:rsidR="00DD6C2E" w:rsidRPr="00AE3921" w:rsidRDefault="00D869F3" w:rsidP="00837B86">
          <w:pPr>
            <w:tabs>
              <w:tab w:val="right" w:pos="8505"/>
            </w:tabs>
            <w:jc w:val="left"/>
            <w:rPr>
              <w:color w:val="000000" w:themeColor="text1"/>
              <w:sz w:val="12"/>
              <w:szCs w:val="12"/>
            </w:rPr>
          </w:pPr>
          <w:sdt>
            <w:sdtPr>
              <w:rPr>
                <w:color w:val="000000" w:themeColor="text1"/>
                <w:sz w:val="12"/>
                <w:szCs w:val="12"/>
              </w:rPr>
              <w:alias w:val="Název dokumentace 1"/>
              <w:tag w:val="NazevDok"/>
              <w:id w:val="483433331"/>
              <w:text/>
            </w:sdtPr>
            <w:sdtEndPr/>
            <w:sdtContent>
              <w:r w:rsidR="00DD6C2E">
                <w:rPr>
                  <w:color w:val="000000" w:themeColor="text1"/>
                  <w:sz w:val="12"/>
                  <w:szCs w:val="12"/>
                </w:rPr>
                <w:t xml:space="preserve">Kalové hospodářství ČOV </w:t>
              </w:r>
              <w:proofErr w:type="gramStart"/>
              <w:r w:rsidR="00DD6C2E">
                <w:rPr>
                  <w:color w:val="000000" w:themeColor="text1"/>
                  <w:sz w:val="12"/>
                  <w:szCs w:val="12"/>
                </w:rPr>
                <w:t>Brno - Modřice</w:t>
              </w:r>
              <w:proofErr w:type="gramEnd"/>
            </w:sdtContent>
          </w:sdt>
          <w:r w:rsidR="00DD6C2E" w:rsidRPr="00AE3921">
            <w:rPr>
              <w:color w:val="000000" w:themeColor="text1"/>
              <w:sz w:val="12"/>
              <w:szCs w:val="12"/>
            </w:rPr>
            <w:t xml:space="preserve"> </w:t>
          </w:r>
          <w:sdt>
            <w:sdtPr>
              <w:rPr>
                <w:color w:val="000000" w:themeColor="text1"/>
                <w:sz w:val="12"/>
                <w:szCs w:val="12"/>
              </w:rPr>
              <w:alias w:val="Název dokumentace 2"/>
              <w:tag w:val="NazevDok2_"/>
              <w:id w:val="-665238772"/>
              <w:showingPlcHdr/>
              <w:text/>
            </w:sdtPr>
            <w:sdtEndPr/>
            <w:sdtContent>
              <w:r w:rsidR="00DD6C2E">
                <w:rPr>
                  <w:color w:val="000000" w:themeColor="text1"/>
                  <w:sz w:val="12"/>
                  <w:szCs w:val="12"/>
                </w:rPr>
                <w:t xml:space="preserve">     </w:t>
              </w:r>
            </w:sdtContent>
          </w:sdt>
          <w:r w:rsidR="00DD6C2E" w:rsidRPr="00AE3921">
            <w:rPr>
              <w:color w:val="000000" w:themeColor="text1"/>
              <w:sz w:val="12"/>
              <w:szCs w:val="12"/>
            </w:rPr>
            <w:t xml:space="preserve"> </w:t>
          </w:r>
          <w:sdt>
            <w:sdtPr>
              <w:rPr>
                <w:color w:val="000000" w:themeColor="text1"/>
                <w:sz w:val="12"/>
                <w:szCs w:val="12"/>
              </w:rPr>
              <w:alias w:val="Název dokumentace 3"/>
              <w:tag w:val="NazevDok3_"/>
              <w:id w:val="1744750628"/>
              <w:showingPlcHdr/>
              <w:text/>
            </w:sdtPr>
            <w:sdtEndPr/>
            <w:sdtContent>
              <w:r w:rsidR="00DD6C2E">
                <w:rPr>
                  <w:color w:val="000000" w:themeColor="text1"/>
                  <w:sz w:val="12"/>
                  <w:szCs w:val="12"/>
                </w:rPr>
                <w:t xml:space="preserve">     </w:t>
              </w:r>
            </w:sdtContent>
          </w:sdt>
        </w:p>
      </w:tc>
      <w:tc>
        <w:tcPr>
          <w:tcW w:w="2000" w:type="pct"/>
          <w:tcMar>
            <w:left w:w="113" w:type="dxa"/>
          </w:tcMar>
          <w:vAlign w:val="center"/>
        </w:tcPr>
        <w:p w14:paraId="2B2AE0FC" w14:textId="77777777" w:rsidR="00DD6C2E" w:rsidRPr="00AE3921" w:rsidRDefault="00D869F3" w:rsidP="00FF70E3">
          <w:pPr>
            <w:tabs>
              <w:tab w:val="right" w:pos="8505"/>
            </w:tabs>
            <w:jc w:val="right"/>
            <w:rPr>
              <w:color w:val="000000" w:themeColor="text1"/>
              <w:sz w:val="12"/>
              <w:szCs w:val="12"/>
            </w:rPr>
          </w:pPr>
          <w:sdt>
            <w:sdtPr>
              <w:rPr>
                <w:bCs/>
                <w:color w:val="000000" w:themeColor="text1"/>
                <w:sz w:val="12"/>
                <w:szCs w:val="12"/>
              </w:rPr>
              <w:alias w:val="Číslo přílohy"/>
              <w:tag w:val="PrilCislo"/>
              <w:id w:val="2091656916"/>
              <w:text/>
            </w:sdtPr>
            <w:sdtEndPr/>
            <w:sdtContent>
              <w:r w:rsidR="00DD6C2E">
                <w:rPr>
                  <w:bCs/>
                  <w:color w:val="000000" w:themeColor="text1"/>
                  <w:sz w:val="12"/>
                  <w:szCs w:val="12"/>
                </w:rPr>
                <w:t>A</w:t>
              </w:r>
            </w:sdtContent>
          </w:sdt>
          <w:r w:rsidR="00DD6C2E">
            <w:rPr>
              <w:bCs/>
              <w:color w:val="000000" w:themeColor="text1"/>
              <w:sz w:val="12"/>
              <w:szCs w:val="12"/>
            </w:rPr>
            <w:t xml:space="preserve">  </w:t>
          </w:r>
          <w:r w:rsidR="00DD6C2E" w:rsidRPr="00AE3921">
            <w:rPr>
              <w:bCs/>
              <w:color w:val="000000" w:themeColor="text1"/>
              <w:sz w:val="12"/>
              <w:szCs w:val="12"/>
            </w:rPr>
            <w:t xml:space="preserve"> </w:t>
          </w:r>
          <w:sdt>
            <w:sdtPr>
              <w:rPr>
                <w:bCs/>
                <w:color w:val="000000" w:themeColor="text1"/>
                <w:sz w:val="12"/>
                <w:szCs w:val="12"/>
              </w:rPr>
              <w:alias w:val="Název přílohy"/>
              <w:tag w:val="PrilNaz"/>
              <w:id w:val="-813947446"/>
              <w:text/>
            </w:sdtPr>
            <w:sdtEndPr/>
            <w:sdtContent>
              <w:r w:rsidR="00DD6C2E">
                <w:rPr>
                  <w:bCs/>
                  <w:color w:val="000000" w:themeColor="text1"/>
                  <w:sz w:val="12"/>
                  <w:szCs w:val="12"/>
                </w:rPr>
                <w:t>Průvodní zpráva</w:t>
              </w:r>
            </w:sdtContent>
          </w:sdt>
        </w:p>
      </w:tc>
    </w:tr>
    <w:tr w:rsidR="00DD6C2E" w:rsidRPr="00AE3921" w14:paraId="15D85C5C" w14:textId="77777777" w:rsidTr="00DD6C2E">
      <w:trPr>
        <w:trHeight w:val="227"/>
        <w:jc w:val="center"/>
      </w:trPr>
      <w:tc>
        <w:tcPr>
          <w:tcW w:w="3000" w:type="pct"/>
          <w:vAlign w:val="center"/>
        </w:tcPr>
        <w:p w14:paraId="2980AB8A" w14:textId="2BDD096E" w:rsidR="00DD6C2E" w:rsidRPr="00AE3921" w:rsidRDefault="00D869F3" w:rsidP="00837B86">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361165967"/>
              <w:showingPlcHdr/>
              <w:text/>
            </w:sdtPr>
            <w:sdtEndPr/>
            <w:sdtContent>
              <w:r w:rsidR="00DD6C2E">
                <w:rPr>
                  <w:color w:val="000000" w:themeColor="text1"/>
                  <w:sz w:val="12"/>
                  <w:szCs w:val="12"/>
                </w:rPr>
                <w:t xml:space="preserve">     </w:t>
              </w:r>
            </w:sdtContent>
          </w:sdt>
        </w:p>
      </w:tc>
      <w:tc>
        <w:tcPr>
          <w:tcW w:w="2000" w:type="pct"/>
          <w:tcMar>
            <w:left w:w="113" w:type="dxa"/>
          </w:tcMar>
          <w:vAlign w:val="center"/>
        </w:tcPr>
        <w:p w14:paraId="48418D59" w14:textId="77777777" w:rsidR="00DD6C2E" w:rsidRPr="00AE3921" w:rsidRDefault="00D869F3" w:rsidP="00837B86">
          <w:pPr>
            <w:tabs>
              <w:tab w:val="right" w:pos="8505"/>
            </w:tabs>
            <w:jc w:val="right"/>
            <w:rPr>
              <w:color w:val="000000" w:themeColor="text1"/>
              <w:sz w:val="12"/>
              <w:szCs w:val="12"/>
            </w:rPr>
          </w:pPr>
          <w:sdt>
            <w:sdtPr>
              <w:rPr>
                <w:color w:val="000000" w:themeColor="text1"/>
                <w:sz w:val="12"/>
                <w:szCs w:val="12"/>
              </w:rPr>
              <w:alias w:val="Stupeň"/>
              <w:tag w:val="StupenZ"/>
              <w:id w:val="1867792903"/>
              <w:text/>
            </w:sdtPr>
            <w:sdtEndPr/>
            <w:sdtContent>
              <w:r w:rsidR="00DD6C2E">
                <w:rPr>
                  <w:color w:val="000000" w:themeColor="text1"/>
                  <w:sz w:val="12"/>
                  <w:szCs w:val="12"/>
                </w:rPr>
                <w:t>DSP</w:t>
              </w:r>
            </w:sdtContent>
          </w:sdt>
        </w:p>
      </w:tc>
    </w:tr>
  </w:tbl>
  <w:p w14:paraId="285C04C6" w14:textId="77777777" w:rsidR="00DD6C2E" w:rsidRPr="00AE3921" w:rsidRDefault="00DD6C2E" w:rsidP="00837B86">
    <w:pPr>
      <w:pStyle w:val="Zhlav"/>
      <w:rPr>
        <w:color w:val="000000" w:themeColor="text1"/>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43266A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DF28E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9D667E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EE6DA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4A0024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C1695C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5929CF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44635E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EEE80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2FCF7C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726FD3"/>
    <w:multiLevelType w:val="hybridMultilevel"/>
    <w:tmpl w:val="E7648B98"/>
    <w:lvl w:ilvl="0" w:tplc="F10E51EA">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2614C3B"/>
    <w:multiLevelType w:val="hybridMultilevel"/>
    <w:tmpl w:val="8EB4293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021522"/>
    <w:multiLevelType w:val="hybridMultilevel"/>
    <w:tmpl w:val="062E5DE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1973747"/>
    <w:multiLevelType w:val="hybridMultilevel"/>
    <w:tmpl w:val="77D2233E"/>
    <w:lvl w:ilvl="0" w:tplc="440E4CD0">
      <w:start w:val="3"/>
      <w:numFmt w:val="bullet"/>
      <w:lvlText w:val="-"/>
      <w:lvlJc w:val="left"/>
      <w:pPr>
        <w:ind w:left="720" w:hanging="360"/>
      </w:pPr>
      <w:rPr>
        <w:rFonts w:ascii="Arial" w:eastAsia="Times New Roman" w:hAnsi="Arial" w:cs="Arial" w:hint="default"/>
      </w:rPr>
    </w:lvl>
    <w:lvl w:ilvl="1" w:tplc="64884A0A">
      <w:start w:val="1"/>
      <w:numFmt w:val="bullet"/>
      <w:lvlText w:val="·"/>
      <w:lvlJc w:val="left"/>
      <w:pPr>
        <w:ind w:left="1440" w:hanging="360"/>
      </w:pPr>
      <w:rPr>
        <w:rFonts w:ascii="SymbolMT" w:eastAsia="Times New Roman" w:hAnsi="SymbolMT" w:cs="SymbolMT"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D6D4880"/>
    <w:multiLevelType w:val="multilevel"/>
    <w:tmpl w:val="3A58CF0C"/>
    <w:lvl w:ilvl="0">
      <w:start w:val="1"/>
      <w:numFmt w:val="upperLetter"/>
      <w:pStyle w:val="Nadpis1"/>
      <w:lvlText w:val="%1"/>
      <w:lvlJc w:val="left"/>
      <w:pPr>
        <w:ind w:left="360" w:hanging="360"/>
      </w:pPr>
      <w:rPr>
        <w:rFonts w:hint="default"/>
      </w:rPr>
    </w:lvl>
    <w:lvl w:ilvl="1">
      <w:start w:val="1"/>
      <w:numFmt w:val="decimal"/>
      <w:pStyle w:val="Nadpis2"/>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Nadpis3"/>
      <w:lvlText w:val="%1.%2.%3"/>
      <w:lvlJc w:val="left"/>
      <w:pPr>
        <w:tabs>
          <w:tab w:val="num" w:pos="720"/>
        </w:tabs>
        <w:ind w:left="720" w:hanging="720"/>
      </w:pPr>
      <w:rPr>
        <w:rFonts w:hint="default"/>
        <w:caps w:val="0"/>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440"/>
        </w:tabs>
        <w:ind w:left="1008" w:hanging="1008"/>
      </w:pPr>
      <w:rPr>
        <w:rFonts w:hint="default"/>
      </w:rPr>
    </w:lvl>
    <w:lvl w:ilvl="5">
      <w:start w:val="1"/>
      <w:numFmt w:val="decimal"/>
      <w:pStyle w:val="Nadpis6"/>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0183473"/>
    <w:multiLevelType w:val="hybridMultilevel"/>
    <w:tmpl w:val="C018F9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num w:numId="1">
    <w:abstractNumId w:val="14"/>
  </w:num>
  <w:num w:numId="2">
    <w:abstractNumId w:val="14"/>
  </w:num>
  <w:num w:numId="3">
    <w:abstractNumId w:val="14"/>
  </w:num>
  <w:num w:numId="4">
    <w:abstractNumId w:val="14"/>
  </w:num>
  <w:num w:numId="5">
    <w:abstractNumId w:val="14"/>
  </w:num>
  <w:num w:numId="6">
    <w:abstractNumId w:val="14"/>
  </w:num>
  <w:num w:numId="7">
    <w:abstractNumId w:val="14"/>
  </w:num>
  <w:num w:numId="8">
    <w:abstractNumId w:val="14"/>
  </w:num>
  <w:num w:numId="9">
    <w:abstractNumId w:val="14"/>
  </w:num>
  <w:num w:numId="10">
    <w:abstractNumId w:val="16"/>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4"/>
  </w:num>
  <w:num w:numId="22">
    <w:abstractNumId w:val="14"/>
  </w:num>
  <w:num w:numId="23">
    <w:abstractNumId w:val="14"/>
  </w:num>
  <w:num w:numId="24">
    <w:abstractNumId w:val="14"/>
  </w:num>
  <w:num w:numId="25">
    <w:abstractNumId w:val="14"/>
  </w:num>
  <w:num w:numId="26">
    <w:abstractNumId w:val="14"/>
  </w:num>
  <w:num w:numId="27">
    <w:abstractNumId w:val="14"/>
  </w:num>
  <w:num w:numId="28">
    <w:abstractNumId w:val="14"/>
  </w:num>
  <w:num w:numId="29">
    <w:abstractNumId w:val="14"/>
    <w:lvlOverride w:ilvl="0">
      <w:lvl w:ilvl="0">
        <w:start w:val="1"/>
        <w:numFmt w:val="upperLetter"/>
        <w:pStyle w:val="Nadpis1"/>
        <w:lvlText w:val="%1"/>
        <w:lvlJc w:val="left"/>
        <w:pPr>
          <w:ind w:left="360" w:hanging="360"/>
        </w:pPr>
        <w:rPr>
          <w:rFonts w:hint="default"/>
        </w:rPr>
      </w:lvl>
    </w:lvlOverride>
    <w:lvlOverride w:ilvl="1">
      <w:lvl w:ilvl="1">
        <w:start w:val="1"/>
        <w:numFmt w:val="decimal"/>
        <w:pStyle w:val="Nadpis2"/>
        <w:lvlText w:val="%1.%2"/>
        <w:lvlJc w:val="left"/>
        <w:pPr>
          <w:tabs>
            <w:tab w:val="num" w:pos="576"/>
          </w:tabs>
          <w:ind w:left="576" w:hanging="576"/>
        </w:pPr>
        <w:rPr>
          <w:rFonts w:cs="Times New Roman" w:hint="default"/>
          <w:b/>
          <w:bCs w:val="0"/>
          <w:i w:val="0"/>
          <w:iCs w:val="0"/>
          <w:caps w:val="0"/>
          <w:smallCaps w:val="0"/>
          <w:strike w:val="0"/>
          <w:dstrike w:val="0"/>
          <w:vanish w:val="0"/>
          <w:color w:val="000000"/>
          <w:spacing w:val="0"/>
          <w:kern w:val="0"/>
          <w:position w:val="0"/>
          <w:u w:val="none"/>
          <w:vertAlign w:val="baseline"/>
          <w:em w:val="none"/>
        </w:rPr>
      </w:lvl>
    </w:lvlOverride>
    <w:lvlOverride w:ilvl="2">
      <w:lvl w:ilvl="2">
        <w:start w:val="1"/>
        <w:numFmt w:val="lowerLetter"/>
        <w:pStyle w:val="Nadpis3"/>
        <w:lvlText w:val="%1.%2.%3"/>
        <w:lvlJc w:val="left"/>
        <w:pPr>
          <w:tabs>
            <w:tab w:val="num" w:pos="720"/>
          </w:tabs>
          <w:ind w:left="720" w:hanging="720"/>
        </w:pPr>
        <w:rPr>
          <w:rFonts w:hint="default"/>
          <w:caps w:val="0"/>
        </w:rPr>
      </w:lvl>
    </w:lvlOverride>
    <w:lvlOverride w:ilvl="3">
      <w:lvl w:ilvl="3">
        <w:start w:val="1"/>
        <w:numFmt w:val="decimal"/>
        <w:pStyle w:val="Nadpis4"/>
        <w:lvlText w:val="%1.%2.%3.%4"/>
        <w:lvlJc w:val="left"/>
        <w:pPr>
          <w:tabs>
            <w:tab w:val="num" w:pos="864"/>
          </w:tabs>
          <w:ind w:left="864" w:hanging="864"/>
        </w:pPr>
        <w:rPr>
          <w:rFonts w:hint="default"/>
        </w:rPr>
      </w:lvl>
    </w:lvlOverride>
    <w:lvlOverride w:ilvl="4">
      <w:lvl w:ilvl="4">
        <w:start w:val="1"/>
        <w:numFmt w:val="decimal"/>
        <w:pStyle w:val="Nadpis5"/>
        <w:lvlText w:val="%1.%2.%3.%4.%5"/>
        <w:lvlJc w:val="left"/>
        <w:pPr>
          <w:tabs>
            <w:tab w:val="num" w:pos="1440"/>
          </w:tabs>
          <w:ind w:left="1008" w:hanging="1008"/>
        </w:pPr>
        <w:rPr>
          <w:rFonts w:hint="default"/>
        </w:rPr>
      </w:lvl>
    </w:lvlOverride>
    <w:lvlOverride w:ilvl="5">
      <w:lvl w:ilvl="5">
        <w:start w:val="1"/>
        <w:numFmt w:val="decimal"/>
        <w:pStyle w:val="Nadpis6"/>
        <w:lvlText w:val="%1.%2.%3.%4.%5.%6"/>
        <w:lvlJc w:val="left"/>
        <w:pPr>
          <w:tabs>
            <w:tab w:val="num" w:pos="1440"/>
          </w:tabs>
          <w:ind w:left="1152" w:hanging="1152"/>
        </w:pPr>
        <w:rPr>
          <w:rFonts w:hint="default"/>
        </w:rPr>
      </w:lvl>
    </w:lvlOverride>
    <w:lvlOverride w:ilvl="6">
      <w:lvl w:ilvl="6">
        <w:start w:val="1"/>
        <w:numFmt w:val="decimal"/>
        <w:pStyle w:val="Nadpis7"/>
        <w:lvlText w:val="%1.%2.%3.%4.%5.%6.%7"/>
        <w:lvlJc w:val="left"/>
        <w:pPr>
          <w:tabs>
            <w:tab w:val="num" w:pos="1800"/>
          </w:tabs>
          <w:ind w:left="1296" w:hanging="1296"/>
        </w:pPr>
        <w:rPr>
          <w:rFonts w:hint="default"/>
        </w:rPr>
      </w:lvl>
    </w:lvlOverride>
    <w:lvlOverride w:ilvl="7">
      <w:lvl w:ilvl="7">
        <w:start w:val="1"/>
        <w:numFmt w:val="decimal"/>
        <w:pStyle w:val="Nadpis8"/>
        <w:lvlText w:val="%1.%2.%3.%4.%5.%6.%7.%8"/>
        <w:lvlJc w:val="left"/>
        <w:pPr>
          <w:tabs>
            <w:tab w:val="num" w:pos="1800"/>
          </w:tabs>
          <w:ind w:left="1440" w:hanging="1440"/>
        </w:pPr>
        <w:rPr>
          <w:rFonts w:hint="default"/>
        </w:rPr>
      </w:lvl>
    </w:lvlOverride>
    <w:lvlOverride w:ilvl="8">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vanish w:val="0"/>
          <w:color w:val="000000"/>
          <w:spacing w:val="0"/>
          <w:kern w:val="0"/>
          <w:position w:val="0"/>
          <w:u w:val="none"/>
          <w:vertAlign w:val="baseline"/>
          <w:em w:val="none"/>
        </w:rPr>
      </w:lvl>
    </w:lvlOverride>
  </w:num>
  <w:num w:numId="30">
    <w:abstractNumId w:val="15"/>
  </w:num>
  <w:num w:numId="31">
    <w:abstractNumId w:val="13"/>
  </w:num>
  <w:num w:numId="32">
    <w:abstractNumId w:val="10"/>
  </w:num>
  <w:num w:numId="33">
    <w:abstractNumId w:val="12"/>
  </w:num>
  <w:num w:numId="34">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1121"/>
    <w:rsid w:val="00003015"/>
    <w:rsid w:val="00004A1F"/>
    <w:rsid w:val="00006DA2"/>
    <w:rsid w:val="00017CF8"/>
    <w:rsid w:val="0002044B"/>
    <w:rsid w:val="00033F1B"/>
    <w:rsid w:val="000622AA"/>
    <w:rsid w:val="00072B7C"/>
    <w:rsid w:val="00077945"/>
    <w:rsid w:val="00080905"/>
    <w:rsid w:val="00080C04"/>
    <w:rsid w:val="00083A5C"/>
    <w:rsid w:val="00083CDD"/>
    <w:rsid w:val="000A3C59"/>
    <w:rsid w:val="000B0E1E"/>
    <w:rsid w:val="000B1C39"/>
    <w:rsid w:val="000B469B"/>
    <w:rsid w:val="000C35B2"/>
    <w:rsid w:val="000C6A0F"/>
    <w:rsid w:val="000D2DB2"/>
    <w:rsid w:val="000E3DE0"/>
    <w:rsid w:val="000E46FE"/>
    <w:rsid w:val="000E6247"/>
    <w:rsid w:val="000F2CC4"/>
    <w:rsid w:val="000F414C"/>
    <w:rsid w:val="000F4586"/>
    <w:rsid w:val="000F6FC0"/>
    <w:rsid w:val="000F75BA"/>
    <w:rsid w:val="00100BEC"/>
    <w:rsid w:val="00102C76"/>
    <w:rsid w:val="00105FEA"/>
    <w:rsid w:val="0010737E"/>
    <w:rsid w:val="00113C96"/>
    <w:rsid w:val="00120D4A"/>
    <w:rsid w:val="001234BA"/>
    <w:rsid w:val="001246C0"/>
    <w:rsid w:val="00125FE1"/>
    <w:rsid w:val="0013143A"/>
    <w:rsid w:val="00137D5F"/>
    <w:rsid w:val="00141863"/>
    <w:rsid w:val="00141F34"/>
    <w:rsid w:val="00143261"/>
    <w:rsid w:val="00150676"/>
    <w:rsid w:val="00162F95"/>
    <w:rsid w:val="00163321"/>
    <w:rsid w:val="00170241"/>
    <w:rsid w:val="001746F2"/>
    <w:rsid w:val="00174A45"/>
    <w:rsid w:val="0017502D"/>
    <w:rsid w:val="0018623B"/>
    <w:rsid w:val="00186BE5"/>
    <w:rsid w:val="001964FD"/>
    <w:rsid w:val="001A1D35"/>
    <w:rsid w:val="001A5929"/>
    <w:rsid w:val="001B0384"/>
    <w:rsid w:val="001B0ED8"/>
    <w:rsid w:val="001B5626"/>
    <w:rsid w:val="001B640D"/>
    <w:rsid w:val="001C4D2E"/>
    <w:rsid w:val="001D557C"/>
    <w:rsid w:val="001E5F0B"/>
    <w:rsid w:val="001F3E7C"/>
    <w:rsid w:val="001F529C"/>
    <w:rsid w:val="001F57C0"/>
    <w:rsid w:val="00200EB0"/>
    <w:rsid w:val="0020553A"/>
    <w:rsid w:val="002056D0"/>
    <w:rsid w:val="00207A11"/>
    <w:rsid w:val="0021565A"/>
    <w:rsid w:val="002243E1"/>
    <w:rsid w:val="00224400"/>
    <w:rsid w:val="00226929"/>
    <w:rsid w:val="002350FC"/>
    <w:rsid w:val="00240AF6"/>
    <w:rsid w:val="00243A96"/>
    <w:rsid w:val="002467F9"/>
    <w:rsid w:val="002478AA"/>
    <w:rsid w:val="002512A5"/>
    <w:rsid w:val="00254DE7"/>
    <w:rsid w:val="00256CEA"/>
    <w:rsid w:val="00261B2D"/>
    <w:rsid w:val="00267541"/>
    <w:rsid w:val="00271646"/>
    <w:rsid w:val="00277E33"/>
    <w:rsid w:val="00285F45"/>
    <w:rsid w:val="00291F05"/>
    <w:rsid w:val="002A130B"/>
    <w:rsid w:val="002A52DF"/>
    <w:rsid w:val="002A7915"/>
    <w:rsid w:val="002B4B0A"/>
    <w:rsid w:val="002B6CC4"/>
    <w:rsid w:val="002C1E82"/>
    <w:rsid w:val="002D0E6D"/>
    <w:rsid w:val="002E245D"/>
    <w:rsid w:val="002E58D1"/>
    <w:rsid w:val="002F0F46"/>
    <w:rsid w:val="002F59AF"/>
    <w:rsid w:val="00302BC8"/>
    <w:rsid w:val="00304521"/>
    <w:rsid w:val="00304B67"/>
    <w:rsid w:val="00305DFD"/>
    <w:rsid w:val="0030737A"/>
    <w:rsid w:val="0031326D"/>
    <w:rsid w:val="00325478"/>
    <w:rsid w:val="00340F3B"/>
    <w:rsid w:val="00342C24"/>
    <w:rsid w:val="0034438B"/>
    <w:rsid w:val="00344B0E"/>
    <w:rsid w:val="00345104"/>
    <w:rsid w:val="00345DCB"/>
    <w:rsid w:val="00347A6A"/>
    <w:rsid w:val="00350CA2"/>
    <w:rsid w:val="00356A53"/>
    <w:rsid w:val="00361121"/>
    <w:rsid w:val="00367BDD"/>
    <w:rsid w:val="0037186F"/>
    <w:rsid w:val="00372D67"/>
    <w:rsid w:val="00391957"/>
    <w:rsid w:val="0039201A"/>
    <w:rsid w:val="003934CC"/>
    <w:rsid w:val="003A2229"/>
    <w:rsid w:val="003A56E8"/>
    <w:rsid w:val="003B0BB3"/>
    <w:rsid w:val="003B112F"/>
    <w:rsid w:val="003B378D"/>
    <w:rsid w:val="003B3C02"/>
    <w:rsid w:val="003B5B1D"/>
    <w:rsid w:val="003B6D19"/>
    <w:rsid w:val="003C1C31"/>
    <w:rsid w:val="003C288A"/>
    <w:rsid w:val="003C342E"/>
    <w:rsid w:val="003C40DA"/>
    <w:rsid w:val="003D404F"/>
    <w:rsid w:val="003F0EB3"/>
    <w:rsid w:val="003F714B"/>
    <w:rsid w:val="00403619"/>
    <w:rsid w:val="00403EFE"/>
    <w:rsid w:val="0041251B"/>
    <w:rsid w:val="00425E6E"/>
    <w:rsid w:val="004311DB"/>
    <w:rsid w:val="00432C3E"/>
    <w:rsid w:val="00437E07"/>
    <w:rsid w:val="00440B9B"/>
    <w:rsid w:val="004417C1"/>
    <w:rsid w:val="0044351B"/>
    <w:rsid w:val="004453F7"/>
    <w:rsid w:val="00451CEA"/>
    <w:rsid w:val="00454EE5"/>
    <w:rsid w:val="00456832"/>
    <w:rsid w:val="004656C2"/>
    <w:rsid w:val="00472D5D"/>
    <w:rsid w:val="00472DFF"/>
    <w:rsid w:val="0047496D"/>
    <w:rsid w:val="0047581E"/>
    <w:rsid w:val="00477E8A"/>
    <w:rsid w:val="00483551"/>
    <w:rsid w:val="004A0419"/>
    <w:rsid w:val="004A0786"/>
    <w:rsid w:val="004B2FCB"/>
    <w:rsid w:val="004B3F22"/>
    <w:rsid w:val="004B4AEA"/>
    <w:rsid w:val="004B61E0"/>
    <w:rsid w:val="004C1301"/>
    <w:rsid w:val="004C3CA6"/>
    <w:rsid w:val="004C4EFA"/>
    <w:rsid w:val="004D0495"/>
    <w:rsid w:val="004D2987"/>
    <w:rsid w:val="004F107D"/>
    <w:rsid w:val="004F71B0"/>
    <w:rsid w:val="00500C31"/>
    <w:rsid w:val="005016CA"/>
    <w:rsid w:val="00514EAF"/>
    <w:rsid w:val="00517E24"/>
    <w:rsid w:val="005275A9"/>
    <w:rsid w:val="0053245D"/>
    <w:rsid w:val="00532923"/>
    <w:rsid w:val="00532DE5"/>
    <w:rsid w:val="00533B32"/>
    <w:rsid w:val="00533C2E"/>
    <w:rsid w:val="0053710E"/>
    <w:rsid w:val="00537349"/>
    <w:rsid w:val="005404AA"/>
    <w:rsid w:val="00540576"/>
    <w:rsid w:val="00543D66"/>
    <w:rsid w:val="00550C7E"/>
    <w:rsid w:val="005550F0"/>
    <w:rsid w:val="00555C85"/>
    <w:rsid w:val="00560EE0"/>
    <w:rsid w:val="00565268"/>
    <w:rsid w:val="00571380"/>
    <w:rsid w:val="00572868"/>
    <w:rsid w:val="0057432B"/>
    <w:rsid w:val="0058005B"/>
    <w:rsid w:val="00583344"/>
    <w:rsid w:val="00583530"/>
    <w:rsid w:val="005A55B0"/>
    <w:rsid w:val="005A5B5B"/>
    <w:rsid w:val="005A6BC0"/>
    <w:rsid w:val="005B12A5"/>
    <w:rsid w:val="005B23B9"/>
    <w:rsid w:val="005C1126"/>
    <w:rsid w:val="005C1585"/>
    <w:rsid w:val="005C1F66"/>
    <w:rsid w:val="005C2849"/>
    <w:rsid w:val="005C4991"/>
    <w:rsid w:val="005C4E4A"/>
    <w:rsid w:val="005D62CE"/>
    <w:rsid w:val="005E1A93"/>
    <w:rsid w:val="005E584A"/>
    <w:rsid w:val="005E7073"/>
    <w:rsid w:val="005F4D8F"/>
    <w:rsid w:val="005F7543"/>
    <w:rsid w:val="00620476"/>
    <w:rsid w:val="0062614B"/>
    <w:rsid w:val="006368ED"/>
    <w:rsid w:val="006422B2"/>
    <w:rsid w:val="0064296C"/>
    <w:rsid w:val="00645180"/>
    <w:rsid w:val="00646D7F"/>
    <w:rsid w:val="00651F5E"/>
    <w:rsid w:val="0066347D"/>
    <w:rsid w:val="006744BF"/>
    <w:rsid w:val="006817D2"/>
    <w:rsid w:val="006849F8"/>
    <w:rsid w:val="006858DE"/>
    <w:rsid w:val="00687329"/>
    <w:rsid w:val="0069085F"/>
    <w:rsid w:val="00693245"/>
    <w:rsid w:val="006A44F1"/>
    <w:rsid w:val="006B05F3"/>
    <w:rsid w:val="006B0C28"/>
    <w:rsid w:val="006B3223"/>
    <w:rsid w:val="006B6C2B"/>
    <w:rsid w:val="006C1E87"/>
    <w:rsid w:val="006C3044"/>
    <w:rsid w:val="006D2847"/>
    <w:rsid w:val="006D3A70"/>
    <w:rsid w:val="006D4B5D"/>
    <w:rsid w:val="00712EBB"/>
    <w:rsid w:val="00721573"/>
    <w:rsid w:val="00727CE4"/>
    <w:rsid w:val="00735764"/>
    <w:rsid w:val="00736085"/>
    <w:rsid w:val="007415D0"/>
    <w:rsid w:val="007455EF"/>
    <w:rsid w:val="00747ADD"/>
    <w:rsid w:val="00752D8B"/>
    <w:rsid w:val="007538BF"/>
    <w:rsid w:val="00773380"/>
    <w:rsid w:val="00773A8D"/>
    <w:rsid w:val="00774587"/>
    <w:rsid w:val="0077490E"/>
    <w:rsid w:val="00795018"/>
    <w:rsid w:val="007B68CB"/>
    <w:rsid w:val="007C3550"/>
    <w:rsid w:val="007C3CD9"/>
    <w:rsid w:val="007C488A"/>
    <w:rsid w:val="007E461D"/>
    <w:rsid w:val="007E7431"/>
    <w:rsid w:val="007F030A"/>
    <w:rsid w:val="007F6B75"/>
    <w:rsid w:val="008011DF"/>
    <w:rsid w:val="008061F7"/>
    <w:rsid w:val="00814282"/>
    <w:rsid w:val="008266CC"/>
    <w:rsid w:val="00831C67"/>
    <w:rsid w:val="00834D54"/>
    <w:rsid w:val="00834E34"/>
    <w:rsid w:val="00835D3E"/>
    <w:rsid w:val="00837B86"/>
    <w:rsid w:val="00841247"/>
    <w:rsid w:val="00842E72"/>
    <w:rsid w:val="00843F6C"/>
    <w:rsid w:val="00856F6B"/>
    <w:rsid w:val="00861D39"/>
    <w:rsid w:val="0086740E"/>
    <w:rsid w:val="00875478"/>
    <w:rsid w:val="00881618"/>
    <w:rsid w:val="0088743C"/>
    <w:rsid w:val="008A0D4C"/>
    <w:rsid w:val="008A4C22"/>
    <w:rsid w:val="008A758D"/>
    <w:rsid w:val="008A76CB"/>
    <w:rsid w:val="008B1388"/>
    <w:rsid w:val="008D1565"/>
    <w:rsid w:val="008D62C0"/>
    <w:rsid w:val="008F08BE"/>
    <w:rsid w:val="008F1679"/>
    <w:rsid w:val="00903CC6"/>
    <w:rsid w:val="00911309"/>
    <w:rsid w:val="00912E45"/>
    <w:rsid w:val="00920A53"/>
    <w:rsid w:val="00927A3A"/>
    <w:rsid w:val="00931D9B"/>
    <w:rsid w:val="0093354C"/>
    <w:rsid w:val="00933F50"/>
    <w:rsid w:val="009441D2"/>
    <w:rsid w:val="00952B1F"/>
    <w:rsid w:val="00954D2C"/>
    <w:rsid w:val="00957046"/>
    <w:rsid w:val="00961BE8"/>
    <w:rsid w:val="00971A92"/>
    <w:rsid w:val="00973AD3"/>
    <w:rsid w:val="009805BC"/>
    <w:rsid w:val="00980A25"/>
    <w:rsid w:val="009857E8"/>
    <w:rsid w:val="00990327"/>
    <w:rsid w:val="00995AA3"/>
    <w:rsid w:val="0099605E"/>
    <w:rsid w:val="009A30BE"/>
    <w:rsid w:val="009A47FB"/>
    <w:rsid w:val="009B5595"/>
    <w:rsid w:val="009B5966"/>
    <w:rsid w:val="009B7B8E"/>
    <w:rsid w:val="009C613E"/>
    <w:rsid w:val="009C691C"/>
    <w:rsid w:val="009C7B62"/>
    <w:rsid w:val="009D7655"/>
    <w:rsid w:val="009E7FCF"/>
    <w:rsid w:val="009F50DC"/>
    <w:rsid w:val="009F5485"/>
    <w:rsid w:val="009F7F91"/>
    <w:rsid w:val="00A05054"/>
    <w:rsid w:val="00A123C1"/>
    <w:rsid w:val="00A1323C"/>
    <w:rsid w:val="00A20560"/>
    <w:rsid w:val="00A20A66"/>
    <w:rsid w:val="00A20F00"/>
    <w:rsid w:val="00A26F34"/>
    <w:rsid w:val="00A27A83"/>
    <w:rsid w:val="00A35A69"/>
    <w:rsid w:val="00A37332"/>
    <w:rsid w:val="00A41E02"/>
    <w:rsid w:val="00A44251"/>
    <w:rsid w:val="00A45DEE"/>
    <w:rsid w:val="00A50AAA"/>
    <w:rsid w:val="00A52076"/>
    <w:rsid w:val="00A53874"/>
    <w:rsid w:val="00A66758"/>
    <w:rsid w:val="00A71ABB"/>
    <w:rsid w:val="00A73AAA"/>
    <w:rsid w:val="00A80FEE"/>
    <w:rsid w:val="00AA0121"/>
    <w:rsid w:val="00AA14F6"/>
    <w:rsid w:val="00AA2AD6"/>
    <w:rsid w:val="00AA41CD"/>
    <w:rsid w:val="00AB7158"/>
    <w:rsid w:val="00AD3521"/>
    <w:rsid w:val="00AD7BF6"/>
    <w:rsid w:val="00AE0970"/>
    <w:rsid w:val="00AE3921"/>
    <w:rsid w:val="00AF35D0"/>
    <w:rsid w:val="00B03295"/>
    <w:rsid w:val="00B038F4"/>
    <w:rsid w:val="00B05189"/>
    <w:rsid w:val="00B05538"/>
    <w:rsid w:val="00B10125"/>
    <w:rsid w:val="00B11911"/>
    <w:rsid w:val="00B13869"/>
    <w:rsid w:val="00B172E8"/>
    <w:rsid w:val="00B17655"/>
    <w:rsid w:val="00B237A6"/>
    <w:rsid w:val="00B259D6"/>
    <w:rsid w:val="00B25B04"/>
    <w:rsid w:val="00B306D7"/>
    <w:rsid w:val="00B31406"/>
    <w:rsid w:val="00B32672"/>
    <w:rsid w:val="00B40E75"/>
    <w:rsid w:val="00B452B3"/>
    <w:rsid w:val="00B476CB"/>
    <w:rsid w:val="00B47B01"/>
    <w:rsid w:val="00B66485"/>
    <w:rsid w:val="00B66B9D"/>
    <w:rsid w:val="00B67EFE"/>
    <w:rsid w:val="00B739C6"/>
    <w:rsid w:val="00B76C19"/>
    <w:rsid w:val="00B76F87"/>
    <w:rsid w:val="00B83B6F"/>
    <w:rsid w:val="00B91FAA"/>
    <w:rsid w:val="00BA2FE5"/>
    <w:rsid w:val="00BA3351"/>
    <w:rsid w:val="00BA3443"/>
    <w:rsid w:val="00BA57F2"/>
    <w:rsid w:val="00BB4429"/>
    <w:rsid w:val="00BC1C44"/>
    <w:rsid w:val="00BE1715"/>
    <w:rsid w:val="00BF0AF6"/>
    <w:rsid w:val="00BF42AC"/>
    <w:rsid w:val="00C119F1"/>
    <w:rsid w:val="00C276B3"/>
    <w:rsid w:val="00C27F27"/>
    <w:rsid w:val="00C33679"/>
    <w:rsid w:val="00C36853"/>
    <w:rsid w:val="00C36D8C"/>
    <w:rsid w:val="00C42684"/>
    <w:rsid w:val="00C52879"/>
    <w:rsid w:val="00C53E90"/>
    <w:rsid w:val="00C5414E"/>
    <w:rsid w:val="00C54CD6"/>
    <w:rsid w:val="00C5518F"/>
    <w:rsid w:val="00C5703F"/>
    <w:rsid w:val="00C65A71"/>
    <w:rsid w:val="00C65CAA"/>
    <w:rsid w:val="00C67929"/>
    <w:rsid w:val="00C70738"/>
    <w:rsid w:val="00C85D32"/>
    <w:rsid w:val="00CA021E"/>
    <w:rsid w:val="00CA06DF"/>
    <w:rsid w:val="00CA14A6"/>
    <w:rsid w:val="00CA1682"/>
    <w:rsid w:val="00CA337C"/>
    <w:rsid w:val="00CB42E4"/>
    <w:rsid w:val="00CB573C"/>
    <w:rsid w:val="00CC0616"/>
    <w:rsid w:val="00CC0FCF"/>
    <w:rsid w:val="00CC22F9"/>
    <w:rsid w:val="00CC36C9"/>
    <w:rsid w:val="00CD0899"/>
    <w:rsid w:val="00CD0A42"/>
    <w:rsid w:val="00CD3A75"/>
    <w:rsid w:val="00CD4DDB"/>
    <w:rsid w:val="00CE29BF"/>
    <w:rsid w:val="00CE3E9F"/>
    <w:rsid w:val="00CE58D9"/>
    <w:rsid w:val="00CE5A92"/>
    <w:rsid w:val="00CF2D10"/>
    <w:rsid w:val="00D005BD"/>
    <w:rsid w:val="00D0304A"/>
    <w:rsid w:val="00D03184"/>
    <w:rsid w:val="00D033FB"/>
    <w:rsid w:val="00D07C35"/>
    <w:rsid w:val="00D10C80"/>
    <w:rsid w:val="00D13C63"/>
    <w:rsid w:val="00D146D8"/>
    <w:rsid w:val="00D40DAA"/>
    <w:rsid w:val="00D42B14"/>
    <w:rsid w:val="00D61B52"/>
    <w:rsid w:val="00D63F84"/>
    <w:rsid w:val="00D74493"/>
    <w:rsid w:val="00D80BD7"/>
    <w:rsid w:val="00D80FF2"/>
    <w:rsid w:val="00D85F13"/>
    <w:rsid w:val="00D869F3"/>
    <w:rsid w:val="00D95B8E"/>
    <w:rsid w:val="00DB7356"/>
    <w:rsid w:val="00DC2CF9"/>
    <w:rsid w:val="00DC7C6F"/>
    <w:rsid w:val="00DD3884"/>
    <w:rsid w:val="00DD3907"/>
    <w:rsid w:val="00DD3CDA"/>
    <w:rsid w:val="00DD6C2E"/>
    <w:rsid w:val="00DE34C6"/>
    <w:rsid w:val="00DE364A"/>
    <w:rsid w:val="00DE398D"/>
    <w:rsid w:val="00DE7199"/>
    <w:rsid w:val="00DF4EED"/>
    <w:rsid w:val="00E00192"/>
    <w:rsid w:val="00E01E6E"/>
    <w:rsid w:val="00E04E4F"/>
    <w:rsid w:val="00E07972"/>
    <w:rsid w:val="00E13BA7"/>
    <w:rsid w:val="00E2567F"/>
    <w:rsid w:val="00E27037"/>
    <w:rsid w:val="00E272AA"/>
    <w:rsid w:val="00E27980"/>
    <w:rsid w:val="00E31D2F"/>
    <w:rsid w:val="00E461E9"/>
    <w:rsid w:val="00E4630C"/>
    <w:rsid w:val="00E51EAD"/>
    <w:rsid w:val="00E645F6"/>
    <w:rsid w:val="00E8511E"/>
    <w:rsid w:val="00EA2329"/>
    <w:rsid w:val="00EA5D40"/>
    <w:rsid w:val="00EA7AB1"/>
    <w:rsid w:val="00EB0FF7"/>
    <w:rsid w:val="00EB5717"/>
    <w:rsid w:val="00EC3EFF"/>
    <w:rsid w:val="00EC6B10"/>
    <w:rsid w:val="00ED0BAE"/>
    <w:rsid w:val="00ED2291"/>
    <w:rsid w:val="00ED3ACD"/>
    <w:rsid w:val="00EF0509"/>
    <w:rsid w:val="00EF2A45"/>
    <w:rsid w:val="00F0689B"/>
    <w:rsid w:val="00F17ADE"/>
    <w:rsid w:val="00F2199C"/>
    <w:rsid w:val="00F23654"/>
    <w:rsid w:val="00F40B3F"/>
    <w:rsid w:val="00F40DF2"/>
    <w:rsid w:val="00F423B4"/>
    <w:rsid w:val="00F4264B"/>
    <w:rsid w:val="00F5214F"/>
    <w:rsid w:val="00F5612C"/>
    <w:rsid w:val="00F6635F"/>
    <w:rsid w:val="00F72E00"/>
    <w:rsid w:val="00F73FDD"/>
    <w:rsid w:val="00F7490D"/>
    <w:rsid w:val="00F81B53"/>
    <w:rsid w:val="00F84F8C"/>
    <w:rsid w:val="00F85F5F"/>
    <w:rsid w:val="00F87889"/>
    <w:rsid w:val="00F90246"/>
    <w:rsid w:val="00FB21A4"/>
    <w:rsid w:val="00FB5259"/>
    <w:rsid w:val="00FC78F8"/>
    <w:rsid w:val="00FD3AB8"/>
    <w:rsid w:val="00FD3AF7"/>
    <w:rsid w:val="00FD4253"/>
    <w:rsid w:val="00FE031B"/>
    <w:rsid w:val="00FE3D16"/>
    <w:rsid w:val="00FF19D9"/>
    <w:rsid w:val="00FF5336"/>
    <w:rsid w:val="00FF70E3"/>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07C0A3"/>
  <w15:docId w15:val="{16254BED-AC0B-4865-A390-56AF8A40C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D557C"/>
    <w:pPr>
      <w:jc w:val="both"/>
    </w:pPr>
  </w:style>
  <w:style w:type="paragraph" w:styleId="Nadpis1">
    <w:name w:val="heading 1"/>
    <w:basedOn w:val="Normln"/>
    <w:next w:val="Normln"/>
    <w:qFormat/>
    <w:rsid w:val="00980A25"/>
    <w:pPr>
      <w:keepNext/>
      <w:numPr>
        <w:numId w:val="28"/>
      </w:numPr>
      <w:spacing w:before="240" w:after="240"/>
      <w:outlineLvl w:val="0"/>
    </w:pPr>
    <w:rPr>
      <w:b/>
      <w:bCs/>
      <w:caps/>
      <w:sz w:val="26"/>
    </w:rPr>
  </w:style>
  <w:style w:type="paragraph" w:styleId="Nadpis2">
    <w:name w:val="heading 2"/>
    <w:basedOn w:val="Normln"/>
    <w:next w:val="Normln"/>
    <w:qFormat/>
    <w:rsid w:val="00BA3443"/>
    <w:pPr>
      <w:keepNext/>
      <w:numPr>
        <w:ilvl w:val="1"/>
        <w:numId w:val="28"/>
      </w:numPr>
      <w:tabs>
        <w:tab w:val="left" w:pos="862"/>
      </w:tabs>
      <w:spacing w:before="240" w:after="240" w:line="288" w:lineRule="auto"/>
      <w:outlineLvl w:val="1"/>
    </w:pPr>
    <w:rPr>
      <w:rFonts w:cs="Arial"/>
      <w:b/>
      <w:bCs/>
      <w:iCs/>
      <w:caps/>
      <w:sz w:val="24"/>
      <w:szCs w:val="28"/>
    </w:rPr>
  </w:style>
  <w:style w:type="paragraph" w:styleId="Nadpis3">
    <w:name w:val="heading 3"/>
    <w:basedOn w:val="Normln"/>
    <w:next w:val="Normln"/>
    <w:qFormat/>
    <w:rsid w:val="005F4D8F"/>
    <w:pPr>
      <w:keepNext/>
      <w:numPr>
        <w:ilvl w:val="2"/>
        <w:numId w:val="28"/>
      </w:numPr>
      <w:spacing w:before="200" w:after="200" w:line="288" w:lineRule="auto"/>
      <w:outlineLvl w:val="2"/>
    </w:pPr>
    <w:rPr>
      <w:rFonts w:cs="Arial"/>
      <w:b/>
      <w:bCs/>
      <w:caps/>
      <w:szCs w:val="26"/>
    </w:rPr>
  </w:style>
  <w:style w:type="paragraph" w:styleId="Nadpis4">
    <w:name w:val="heading 4"/>
    <w:basedOn w:val="Normln"/>
    <w:next w:val="Normln"/>
    <w:qFormat/>
    <w:rsid w:val="009C613E"/>
    <w:pPr>
      <w:keepNext/>
      <w:numPr>
        <w:ilvl w:val="3"/>
        <w:numId w:val="28"/>
      </w:numPr>
      <w:spacing w:before="200" w:after="200" w:line="288" w:lineRule="auto"/>
      <w:outlineLvl w:val="3"/>
    </w:pPr>
    <w:rPr>
      <w:b/>
      <w:bCs/>
      <w:caps/>
      <w:szCs w:val="28"/>
    </w:rPr>
  </w:style>
  <w:style w:type="paragraph" w:styleId="Nadpis5">
    <w:name w:val="heading 5"/>
    <w:basedOn w:val="Normln"/>
    <w:next w:val="Normln"/>
    <w:qFormat/>
    <w:rsid w:val="00CE29BF"/>
    <w:pPr>
      <w:keepNext/>
      <w:numPr>
        <w:ilvl w:val="4"/>
        <w:numId w:val="28"/>
      </w:numPr>
      <w:tabs>
        <w:tab w:val="left" w:pos="1004"/>
      </w:tabs>
      <w:spacing w:before="120" w:after="120" w:line="288" w:lineRule="auto"/>
      <w:outlineLvl w:val="4"/>
    </w:pPr>
    <w:rPr>
      <w:b/>
      <w:bCs/>
      <w:iCs/>
      <w:szCs w:val="26"/>
    </w:rPr>
  </w:style>
  <w:style w:type="paragraph" w:styleId="Nadpis6">
    <w:name w:val="heading 6"/>
    <w:basedOn w:val="Normln"/>
    <w:next w:val="Normln"/>
    <w:qFormat/>
    <w:rsid w:val="00CE29BF"/>
    <w:pPr>
      <w:keepNext/>
      <w:numPr>
        <w:ilvl w:val="5"/>
        <w:numId w:val="28"/>
      </w:numPr>
      <w:tabs>
        <w:tab w:val="left" w:pos="1145"/>
      </w:tabs>
      <w:spacing w:before="120" w:after="120" w:line="288" w:lineRule="auto"/>
      <w:jc w:val="left"/>
      <w:outlineLvl w:val="5"/>
    </w:pPr>
    <w:rPr>
      <w:b/>
      <w:bCs/>
    </w:rPr>
  </w:style>
  <w:style w:type="paragraph" w:styleId="Nadpis7">
    <w:name w:val="heading 7"/>
    <w:basedOn w:val="Normln"/>
    <w:next w:val="Normln"/>
    <w:qFormat/>
    <w:rsid w:val="009C691C"/>
    <w:pPr>
      <w:keepNext/>
      <w:numPr>
        <w:ilvl w:val="6"/>
        <w:numId w:val="28"/>
      </w:numPr>
      <w:tabs>
        <w:tab w:val="left" w:pos="1287"/>
      </w:tabs>
      <w:spacing w:before="60" w:after="60" w:line="288" w:lineRule="auto"/>
      <w:outlineLvl w:val="6"/>
    </w:pPr>
    <w:rPr>
      <w:b/>
      <w:bCs/>
    </w:rPr>
  </w:style>
  <w:style w:type="paragraph" w:styleId="Nadpis8">
    <w:name w:val="heading 8"/>
    <w:basedOn w:val="Normln"/>
    <w:next w:val="Normln"/>
    <w:semiHidden/>
    <w:qFormat/>
    <w:rsid w:val="009C691C"/>
    <w:pPr>
      <w:keepNext/>
      <w:numPr>
        <w:ilvl w:val="7"/>
        <w:numId w:val="28"/>
      </w:numPr>
      <w:tabs>
        <w:tab w:val="left" w:pos="1429"/>
      </w:tabs>
      <w:spacing w:line="288" w:lineRule="auto"/>
      <w:outlineLvl w:val="7"/>
    </w:pPr>
    <w:rPr>
      <w:b/>
      <w:bCs/>
    </w:rPr>
  </w:style>
  <w:style w:type="paragraph" w:styleId="Nadpis9">
    <w:name w:val="heading 9"/>
    <w:basedOn w:val="Normln"/>
    <w:next w:val="Normln"/>
    <w:semiHidden/>
    <w:qFormat/>
    <w:rsid w:val="009C691C"/>
    <w:pPr>
      <w:keepNext/>
      <w:numPr>
        <w:ilvl w:val="8"/>
        <w:numId w:val="28"/>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0"/>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semiHidden/>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semiHidden/>
    <w:rsid w:val="00033F1B"/>
    <w:pPr>
      <w:ind w:left="1440"/>
    </w:pPr>
  </w:style>
  <w:style w:type="paragraph" w:styleId="Textbubliny">
    <w:name w:val="Balloon Text"/>
    <w:basedOn w:val="Normln"/>
    <w:link w:val="TextbublinyChar"/>
    <w:uiPriority w:val="99"/>
    <w:semiHidden/>
    <w:unhideWhenUsed/>
    <w:rsid w:val="00A123C1"/>
    <w:rPr>
      <w:rFonts w:ascii="Tahoma" w:hAnsi="Tahoma" w:cs="Tahoma"/>
      <w:sz w:val="16"/>
      <w:szCs w:val="16"/>
    </w:rPr>
  </w:style>
  <w:style w:type="character" w:customStyle="1" w:styleId="TextbublinyChar">
    <w:name w:val="Text bubliny Char"/>
    <w:basedOn w:val="Standardnpsmoodstavce"/>
    <w:link w:val="Textbubliny"/>
    <w:uiPriority w:val="99"/>
    <w:semiHidden/>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uiPriority w:val="99"/>
    <w:rsid w:val="00207A11"/>
    <w:pPr>
      <w:tabs>
        <w:tab w:val="center" w:pos="4536"/>
        <w:tab w:val="right" w:pos="9072"/>
      </w:tabs>
    </w:pPr>
  </w:style>
  <w:style w:type="character" w:customStyle="1" w:styleId="ZhlavChar">
    <w:name w:val="Záhlaví Char"/>
    <w:basedOn w:val="Standardnpsmoodstavce"/>
    <w:link w:val="Zhlav"/>
    <w:uiPriority w:val="99"/>
    <w:rsid w:val="00137D5F"/>
    <w:rPr>
      <w:rFonts w:ascii="Arial" w:hAnsi="Arial"/>
    </w:rPr>
  </w:style>
  <w:style w:type="paragraph" w:styleId="Zpat">
    <w:name w:val="footer"/>
    <w:basedOn w:val="Normln"/>
    <w:link w:val="ZpatChar"/>
    <w:semiHidden/>
    <w:rsid w:val="00207A11"/>
    <w:pPr>
      <w:tabs>
        <w:tab w:val="center" w:pos="4536"/>
        <w:tab w:val="right" w:pos="9072"/>
      </w:tabs>
    </w:pPr>
  </w:style>
  <w:style w:type="character" w:customStyle="1" w:styleId="ZpatChar">
    <w:name w:val="Zápatí Char"/>
    <w:basedOn w:val="Standardnpsmoodstavce"/>
    <w:link w:val="Zpat"/>
    <w:semiHidden/>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semiHidden/>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uiPriority w:val="59"/>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iPriority w:val="99"/>
    <w:semiHidden/>
    <w:unhideWhenUsed/>
    <w:rsid w:val="007C488A"/>
    <w:pPr>
      <w:spacing w:after="120" w:line="480" w:lineRule="auto"/>
    </w:pPr>
  </w:style>
  <w:style w:type="character" w:customStyle="1" w:styleId="Zkladntext2Char">
    <w:name w:val="Základní text 2 Char"/>
    <w:basedOn w:val="Standardnpsmoodstavce"/>
    <w:link w:val="Zkladntext2"/>
    <w:uiPriority w:val="99"/>
    <w:semiHidden/>
    <w:rsid w:val="007C488A"/>
    <w:rPr>
      <w:rFonts w:ascii="Arial" w:hAnsi="Arial"/>
      <w:sz w:val="22"/>
      <w:szCs w:val="24"/>
    </w:rPr>
  </w:style>
  <w:style w:type="character" w:styleId="Siln">
    <w:name w:val="Strong"/>
    <w:basedOn w:val="Standardnpsmoodstavce"/>
    <w:semiHidden/>
    <w:qFormat/>
    <w:rsid w:val="007C488A"/>
    <w:rPr>
      <w:b/>
      <w:bCs/>
    </w:rPr>
  </w:style>
  <w:style w:type="paragraph" w:styleId="Nadpisobsahu">
    <w:name w:val="TOC Heading"/>
    <w:basedOn w:val="Nadpis1"/>
    <w:next w:val="Normln"/>
    <w:uiPriority w:val="39"/>
    <w:semiHidden/>
    <w:unhideWhenUsed/>
    <w:qFormat/>
    <w:rsid w:val="00A73AAA"/>
    <w:pPr>
      <w:keepLines/>
      <w:numPr>
        <w:numId w:val="0"/>
      </w:numPr>
      <w:spacing w:before="480" w:after="0" w:line="276" w:lineRule="auto"/>
      <w:jc w:val="left"/>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qFormat/>
    <w:rsid w:val="00080C04"/>
    <w:pPr>
      <w:spacing w:line="360" w:lineRule="auto"/>
      <w:ind w:left="567" w:right="567"/>
      <w:jc w:val="center"/>
    </w:pPr>
    <w:rPr>
      <w:sz w:val="40"/>
    </w:rPr>
  </w:style>
  <w:style w:type="paragraph" w:customStyle="1" w:styleId="Desky2">
    <w:name w:val="Desky2"/>
    <w:basedOn w:val="Desky1"/>
    <w:qFormat/>
    <w:rsid w:val="00FB5259"/>
    <w:rPr>
      <w:sz w:val="32"/>
    </w:rPr>
  </w:style>
  <w:style w:type="paragraph" w:styleId="Odstavecseseznamem">
    <w:name w:val="List Paragraph"/>
    <w:basedOn w:val="Normln"/>
    <w:uiPriority w:val="34"/>
    <w:qFormat/>
    <w:rsid w:val="00C36D8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053232">
      <w:bodyDiv w:val="1"/>
      <w:marLeft w:val="0"/>
      <w:marRight w:val="0"/>
      <w:marTop w:val="0"/>
      <w:marBottom w:val="0"/>
      <w:divBdr>
        <w:top w:val="none" w:sz="0" w:space="0" w:color="auto"/>
        <w:left w:val="none" w:sz="0" w:space="0" w:color="auto"/>
        <w:bottom w:val="none" w:sz="0" w:space="0" w:color="auto"/>
        <w:right w:val="none" w:sz="0" w:space="0" w:color="auto"/>
      </w:divBdr>
    </w:div>
    <w:div w:id="732655616">
      <w:bodyDiv w:val="1"/>
      <w:marLeft w:val="0"/>
      <w:marRight w:val="0"/>
      <w:marTop w:val="0"/>
      <w:marBottom w:val="0"/>
      <w:divBdr>
        <w:top w:val="none" w:sz="0" w:space="0" w:color="auto"/>
        <w:left w:val="none" w:sz="0" w:space="0" w:color="auto"/>
        <w:bottom w:val="none" w:sz="0" w:space="0" w:color="auto"/>
        <w:right w:val="none" w:sz="0" w:space="0" w:color="auto"/>
      </w:divBdr>
    </w:div>
    <w:div w:id="1286425587">
      <w:bodyDiv w:val="1"/>
      <w:marLeft w:val="0"/>
      <w:marRight w:val="0"/>
      <w:marTop w:val="0"/>
      <w:marBottom w:val="0"/>
      <w:divBdr>
        <w:top w:val="none" w:sz="0" w:space="0" w:color="auto"/>
        <w:left w:val="none" w:sz="0" w:space="0" w:color="auto"/>
        <w:bottom w:val="none" w:sz="0" w:space="0" w:color="auto"/>
        <w:right w:val="none" w:sz="0" w:space="0" w:color="auto"/>
      </w:divBdr>
    </w:div>
    <w:div w:id="144064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footer" Target="footer8.xml"/><Relationship Id="rId30" Type="http://schemas.openxmlformats.org/officeDocument/2006/relationships/theme" Target="theme/theme1.xml"/></Relationships>
</file>

<file path=word/_rels/foot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D:\Sablony\Hot\Minutes%20en%20x.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3"/>
        <w:category>
          <w:name w:val="Obecné"/>
          <w:gallery w:val="placeholder"/>
        </w:category>
        <w:types>
          <w:type w:val="bbPlcHdr"/>
        </w:types>
        <w:behaviors>
          <w:behavior w:val="content"/>
        </w:behaviors>
        <w:guid w:val="{A148D314-64B4-4325-9F30-C84276480C8C}"/>
      </w:docPartPr>
      <w:docPartBody>
        <w:p w:rsidR="009D5B11" w:rsidRDefault="009D5B11">
          <w:r w:rsidRPr="00353E70">
            <w:rPr>
              <w:rStyle w:val="Zstupntext"/>
            </w:rPr>
            <w:t>Klepněte sem a zadejte text.</w:t>
          </w:r>
        </w:p>
      </w:docPartBody>
    </w:docPart>
    <w:docPart>
      <w:docPartPr>
        <w:name w:val="6C9A32874AAA4F9D88FC6CC9EF7544B5"/>
        <w:category>
          <w:name w:val="Obecné"/>
          <w:gallery w:val="placeholder"/>
        </w:category>
        <w:types>
          <w:type w:val="bbPlcHdr"/>
        </w:types>
        <w:behaviors>
          <w:behavior w:val="content"/>
        </w:behaviors>
        <w:guid w:val="{8565B954-8A69-45D2-BCDE-AA6C73E0589D}"/>
      </w:docPartPr>
      <w:docPartBody>
        <w:p w:rsidR="009D5B11" w:rsidRDefault="00930D8E" w:rsidP="00930D8E">
          <w:pPr>
            <w:pStyle w:val="6C9A32874AAA4F9D88FC6CC9EF7544B510"/>
          </w:pPr>
          <w:r w:rsidRPr="00F81B53">
            <w:rPr>
              <w:bCs/>
              <w:color w:val="000000" w:themeColor="text1"/>
              <w:sz w:val="30"/>
              <w:szCs w:val="30"/>
            </w:rPr>
            <w:t xml:space="preserve"> </w:t>
          </w:r>
        </w:p>
      </w:docPartBody>
    </w:docPart>
    <w:docPart>
      <w:docPartPr>
        <w:name w:val="6E9B6FEED95349A29F3EF3954240C2FE"/>
        <w:category>
          <w:name w:val="Obecné"/>
          <w:gallery w:val="placeholder"/>
        </w:category>
        <w:types>
          <w:type w:val="bbPlcHdr"/>
        </w:types>
        <w:behaviors>
          <w:behavior w:val="content"/>
        </w:behaviors>
        <w:guid w:val="{3244525B-8959-4A17-A20B-3B416C06EF54}"/>
      </w:docPartPr>
      <w:docPartBody>
        <w:p w:rsidR="00095F5B" w:rsidRDefault="00833ADC" w:rsidP="00833ADC">
          <w:pPr>
            <w:pStyle w:val="6E9B6FEED95349A29F3EF3954240C2FE1"/>
          </w:pPr>
          <w:r w:rsidRPr="001C4D2E">
            <w:rPr>
              <w:rFonts w:cs="Arial"/>
              <w:bCs/>
              <w:color w:val="000000" w:themeColor="text1"/>
              <w:sz w:val="18"/>
              <w:szCs w:val="18"/>
            </w:rPr>
            <w:t xml:space="preserve"> </w:t>
          </w:r>
        </w:p>
      </w:docPartBody>
    </w:docPart>
    <w:docPart>
      <w:docPartPr>
        <w:name w:val="70B65C7244B64DA59E673AF39BE2E6A6"/>
        <w:category>
          <w:name w:val="Obecné"/>
          <w:gallery w:val="placeholder"/>
        </w:category>
        <w:types>
          <w:type w:val="bbPlcHdr"/>
        </w:types>
        <w:behaviors>
          <w:behavior w:val="content"/>
        </w:behaviors>
        <w:guid w:val="{616FD12B-CAA9-47A7-83EA-05EB643DE298}"/>
      </w:docPartPr>
      <w:docPartBody>
        <w:p w:rsidR="00095F5B" w:rsidRDefault="00833ADC" w:rsidP="00833ADC">
          <w:pPr>
            <w:pStyle w:val="70B65C7244B64DA59E673AF39BE2E6A61"/>
          </w:pPr>
          <w:r w:rsidRPr="001C4D2E">
            <w:rPr>
              <w:rFonts w:cs="Arial"/>
              <w:bCs/>
              <w:color w:val="000000" w:themeColor="text1"/>
              <w:sz w:val="18"/>
              <w:szCs w:val="18"/>
            </w:rPr>
            <w:t xml:space="preserve"> </w:t>
          </w:r>
        </w:p>
      </w:docPartBody>
    </w:docPart>
    <w:docPart>
      <w:docPartPr>
        <w:name w:val="D58254AB9E46425EBB8828D4BBBC6C64"/>
        <w:category>
          <w:name w:val="Obecné"/>
          <w:gallery w:val="placeholder"/>
        </w:category>
        <w:types>
          <w:type w:val="bbPlcHdr"/>
        </w:types>
        <w:behaviors>
          <w:behavior w:val="content"/>
        </w:behaviors>
        <w:guid w:val="{E771D0B0-25EB-4AF6-A919-B43FB7714EA8}"/>
      </w:docPartPr>
      <w:docPartBody>
        <w:p w:rsidR="00095F5B" w:rsidRDefault="00833ADC" w:rsidP="00833ADC">
          <w:pPr>
            <w:pStyle w:val="D58254AB9E46425EBB8828D4BBBC6C641"/>
          </w:pPr>
          <w:r w:rsidRPr="001C4D2E">
            <w:rPr>
              <w:rFonts w:cs="Arial"/>
              <w:bCs/>
              <w:color w:val="000000" w:themeColor="text1"/>
              <w:sz w:val="18"/>
              <w:szCs w:val="18"/>
            </w:rPr>
            <w:t xml:space="preserve"> </w:t>
          </w:r>
        </w:p>
      </w:docPartBody>
    </w:docPart>
    <w:docPart>
      <w:docPartPr>
        <w:name w:val="F3B4D59AA9424F41A966C6F12B2DF905"/>
        <w:category>
          <w:name w:val="Obecné"/>
          <w:gallery w:val="placeholder"/>
        </w:category>
        <w:types>
          <w:type w:val="bbPlcHdr"/>
        </w:types>
        <w:behaviors>
          <w:behavior w:val="content"/>
        </w:behaviors>
        <w:guid w:val="{6800D4C1-7410-4AD9-82B1-96B7DDAD087C}"/>
      </w:docPartPr>
      <w:docPartBody>
        <w:p w:rsidR="00095F5B" w:rsidRDefault="00833ADC" w:rsidP="00833ADC">
          <w:pPr>
            <w:pStyle w:val="F3B4D59AA9424F41A966C6F12B2DF9051"/>
          </w:pPr>
          <w:r w:rsidRPr="001C4D2E">
            <w:rPr>
              <w:rFonts w:cs="Arial"/>
              <w:bCs/>
              <w:color w:val="000000" w:themeColor="text1"/>
              <w:sz w:val="18"/>
              <w:szCs w:val="18"/>
            </w:rPr>
            <w:t xml:space="preserve"> </w:t>
          </w:r>
        </w:p>
      </w:docPartBody>
    </w:docPart>
    <w:docPart>
      <w:docPartPr>
        <w:name w:val="559EA7A0DA43431A975DBCE2164F2B82"/>
        <w:category>
          <w:name w:val="Obecné"/>
          <w:gallery w:val="placeholder"/>
        </w:category>
        <w:types>
          <w:type w:val="bbPlcHdr"/>
        </w:types>
        <w:behaviors>
          <w:behavior w:val="content"/>
        </w:behaviors>
        <w:guid w:val="{4BE6E719-CE28-4003-A932-DCE86DAFB886}"/>
      </w:docPartPr>
      <w:docPartBody>
        <w:p w:rsidR="00C849EC" w:rsidRDefault="00833ADC" w:rsidP="00833ADC">
          <w:pPr>
            <w:pStyle w:val="559EA7A0DA43431A975DBCE2164F2B821"/>
          </w:pPr>
          <w:r w:rsidRPr="00AA14F6">
            <w:rPr>
              <w:b/>
              <w:caps/>
              <w:color w:val="000000" w:themeColor="text1"/>
              <w:sz w:val="30"/>
              <w:szCs w:val="30"/>
            </w:rPr>
            <w:t xml:space="preserve"> </w:t>
          </w:r>
        </w:p>
      </w:docPartBody>
    </w:docPart>
    <w:docPart>
      <w:docPartPr>
        <w:name w:val="2FC4A17B2AD045D38B5EE9CF82C2F05C"/>
        <w:category>
          <w:name w:val="Obecné"/>
          <w:gallery w:val="placeholder"/>
        </w:category>
        <w:types>
          <w:type w:val="bbPlcHdr"/>
        </w:types>
        <w:behaviors>
          <w:behavior w:val="content"/>
        </w:behaviors>
        <w:guid w:val="{C999F83B-D59F-4AE0-86D9-F90554569D5A}"/>
      </w:docPartPr>
      <w:docPartBody>
        <w:p w:rsidR="00C849EC" w:rsidRDefault="00833ADC" w:rsidP="00833ADC">
          <w:pPr>
            <w:pStyle w:val="2FC4A17B2AD045D38B5EE9CF82C2F05C1"/>
          </w:pPr>
          <w:r w:rsidRPr="00AA14F6">
            <w:rPr>
              <w:b/>
              <w:caps/>
              <w:color w:val="000000" w:themeColor="text1"/>
              <w:sz w:val="30"/>
              <w:szCs w:val="30"/>
            </w:rPr>
            <w:t xml:space="preserve"> </w:t>
          </w:r>
        </w:p>
      </w:docPartBody>
    </w:docPart>
    <w:docPart>
      <w:docPartPr>
        <w:name w:val="1D6BF25BF108471BA91333DB40DF779E"/>
        <w:category>
          <w:name w:val="Obecné"/>
          <w:gallery w:val="placeholder"/>
        </w:category>
        <w:types>
          <w:type w:val="bbPlcHdr"/>
        </w:types>
        <w:behaviors>
          <w:behavior w:val="content"/>
        </w:behaviors>
        <w:guid w:val="{6195626B-C4FC-481B-AC0B-0DA5B3EB0F3B}"/>
      </w:docPartPr>
      <w:docPartBody>
        <w:p w:rsidR="00C849EC" w:rsidRDefault="00833ADC" w:rsidP="00833ADC">
          <w:pPr>
            <w:pStyle w:val="1D6BF25BF108471BA91333DB40DF779E1"/>
          </w:pPr>
          <w:r w:rsidRPr="00AA14F6">
            <w:rPr>
              <w:b/>
              <w:caps/>
              <w:color w:val="000000" w:themeColor="text1"/>
              <w:sz w:val="30"/>
              <w:szCs w:val="30"/>
            </w:rPr>
            <w:t xml:space="preserve"> </w:t>
          </w:r>
        </w:p>
      </w:docPartBody>
    </w:docPart>
    <w:docPart>
      <w:docPartPr>
        <w:name w:val="0842CD71C9E94474AB914EBFB41654DB"/>
        <w:category>
          <w:name w:val="Obecné"/>
          <w:gallery w:val="placeholder"/>
        </w:category>
        <w:types>
          <w:type w:val="bbPlcHdr"/>
        </w:types>
        <w:behaviors>
          <w:behavior w:val="content"/>
        </w:behaviors>
        <w:guid w:val="{CD6E9AD4-440F-4915-82E4-C5A028E918B3}"/>
      </w:docPartPr>
      <w:docPartBody>
        <w:p w:rsidR="006274C6" w:rsidRDefault="00C60556" w:rsidP="00C60556">
          <w:pPr>
            <w:pStyle w:val="0842CD71C9E94474AB914EBFB41654DB"/>
          </w:pPr>
          <w:r w:rsidRPr="00F81B53">
            <w:rPr>
              <w:bCs/>
              <w:color w:val="000000" w:themeColor="text1"/>
              <w:sz w:val="30"/>
              <w:szCs w:val="30"/>
            </w:rPr>
            <w:t xml:space="preserve"> </w:t>
          </w:r>
        </w:p>
      </w:docPartBody>
    </w:docPart>
    <w:docPart>
      <w:docPartPr>
        <w:name w:val="B65AFCA5262346089ACA6CBF2B8C6EE6"/>
        <w:category>
          <w:name w:val="Obecné"/>
          <w:gallery w:val="placeholder"/>
        </w:category>
        <w:types>
          <w:type w:val="bbPlcHdr"/>
        </w:types>
        <w:behaviors>
          <w:behavior w:val="content"/>
        </w:behaviors>
        <w:guid w:val="{D68EBF6C-E393-473B-9F49-ED0EF251E2BD}"/>
      </w:docPartPr>
      <w:docPartBody>
        <w:p w:rsidR="006274C6" w:rsidRDefault="00C60556" w:rsidP="00C60556">
          <w:pPr>
            <w:pStyle w:val="B65AFCA5262346089ACA6CBF2B8C6EE6"/>
          </w:pPr>
          <w:r w:rsidRPr="00353E70">
            <w:rPr>
              <w:rStyle w:val="Zstupntext"/>
            </w:rPr>
            <w:t>Klepněte sem a zadejte text.</w:t>
          </w:r>
        </w:p>
      </w:docPartBody>
    </w:docPart>
    <w:docPart>
      <w:docPartPr>
        <w:name w:val="A5B936AC95614DF99BAF057D9EAD8BC6"/>
        <w:category>
          <w:name w:val="Obecné"/>
          <w:gallery w:val="placeholder"/>
        </w:category>
        <w:types>
          <w:type w:val="bbPlcHdr"/>
        </w:types>
        <w:behaviors>
          <w:behavior w:val="content"/>
        </w:behaviors>
        <w:guid w:val="{D05AC6D4-DC04-4C09-905C-4C8C546E7687}"/>
      </w:docPartPr>
      <w:docPartBody>
        <w:p w:rsidR="006274C6" w:rsidRDefault="00C60556" w:rsidP="00C60556">
          <w:pPr>
            <w:pStyle w:val="A5B936AC95614DF99BAF057D9EAD8BC6"/>
          </w:pPr>
          <w:r w:rsidRPr="00F81B53">
            <w:rPr>
              <w:color w:val="000000" w:themeColor="text1"/>
            </w:rPr>
            <w:t xml:space="preserve"> </w:t>
          </w:r>
        </w:p>
      </w:docPartBody>
    </w:docPart>
    <w:docPart>
      <w:docPartPr>
        <w:name w:val="4012E320A99F45B6805EE14C82100A49"/>
        <w:category>
          <w:name w:val="Obecné"/>
          <w:gallery w:val="placeholder"/>
        </w:category>
        <w:types>
          <w:type w:val="bbPlcHdr"/>
        </w:types>
        <w:behaviors>
          <w:behavior w:val="content"/>
        </w:behaviors>
        <w:guid w:val="{CBE27FBE-5CAF-40EA-8187-3FB6C45733F7}"/>
      </w:docPartPr>
      <w:docPartBody>
        <w:p w:rsidR="00415E84" w:rsidRDefault="00833ADC" w:rsidP="00833ADC">
          <w:pPr>
            <w:pStyle w:val="4012E320A99F45B6805EE14C82100A49"/>
          </w:pPr>
          <w:r w:rsidRPr="001C4D2E">
            <w:rPr>
              <w:rFonts w:cs="Arial"/>
              <w:bCs/>
              <w:color w:val="000000" w:themeColor="text1"/>
              <w:sz w:val="18"/>
              <w:szCs w:val="18"/>
            </w:rPr>
            <w:t xml:space="preserve"> </w:t>
          </w:r>
        </w:p>
      </w:docPartBody>
    </w:docPart>
    <w:docPart>
      <w:docPartPr>
        <w:name w:val="789BBEABBE3C43339536BF5B2D31A53B"/>
        <w:category>
          <w:name w:val="Obecné"/>
          <w:gallery w:val="placeholder"/>
        </w:category>
        <w:types>
          <w:type w:val="bbPlcHdr"/>
        </w:types>
        <w:behaviors>
          <w:behavior w:val="content"/>
        </w:behaviors>
        <w:guid w:val="{1EA2E64D-7CC3-45FB-A588-FA3175595090}"/>
      </w:docPartPr>
      <w:docPartBody>
        <w:p w:rsidR="00415E84" w:rsidRDefault="00833ADC" w:rsidP="00833ADC">
          <w:pPr>
            <w:pStyle w:val="789BBEABBE3C43339536BF5B2D31A53B"/>
          </w:pPr>
          <w:r w:rsidRPr="001C4D2E">
            <w:rPr>
              <w:rFonts w:cs="Arial"/>
              <w:bCs/>
              <w:color w:val="000000" w:themeColor="text1"/>
              <w:sz w:val="18"/>
              <w:szCs w:val="18"/>
            </w:rPr>
            <w:t xml:space="preserve"> </w:t>
          </w:r>
        </w:p>
      </w:docPartBody>
    </w:docPart>
    <w:docPart>
      <w:docPartPr>
        <w:name w:val="AA99E97234C7485B8EB4DB8845738F26"/>
        <w:category>
          <w:name w:val="Obecné"/>
          <w:gallery w:val="placeholder"/>
        </w:category>
        <w:types>
          <w:type w:val="bbPlcHdr"/>
        </w:types>
        <w:behaviors>
          <w:behavior w:val="content"/>
        </w:behaviors>
        <w:guid w:val="{371EB319-BAE3-4546-8AFB-3206CF3C0593}"/>
      </w:docPartPr>
      <w:docPartBody>
        <w:p w:rsidR="00415E84" w:rsidRDefault="00833ADC" w:rsidP="00833ADC">
          <w:pPr>
            <w:pStyle w:val="AA99E97234C7485B8EB4DB8845738F26"/>
          </w:pPr>
          <w:r w:rsidRPr="001C4D2E">
            <w:rPr>
              <w:bCs/>
              <w:color w:val="000000" w:themeColor="text1"/>
              <w:sz w:val="18"/>
              <w:szCs w:val="18"/>
            </w:rPr>
            <w:t xml:space="preserve"> </w:t>
          </w:r>
        </w:p>
      </w:docPartBody>
    </w:docPart>
    <w:docPart>
      <w:docPartPr>
        <w:name w:val="116CE36A84BB4F91B56094AC63B1B392"/>
        <w:category>
          <w:name w:val="Obecné"/>
          <w:gallery w:val="placeholder"/>
        </w:category>
        <w:types>
          <w:type w:val="bbPlcHdr"/>
        </w:types>
        <w:behaviors>
          <w:behavior w:val="content"/>
        </w:behaviors>
        <w:guid w:val="{07F6F564-7603-44B1-BFF8-C4E4A8C47A3D}"/>
      </w:docPartPr>
      <w:docPartBody>
        <w:p w:rsidR="00415E84" w:rsidRDefault="00833ADC" w:rsidP="00833ADC">
          <w:pPr>
            <w:pStyle w:val="116CE36A84BB4F91B56094AC63B1B392"/>
          </w:pPr>
          <w:r w:rsidRPr="006B05F3">
            <w:rPr>
              <w:color w:val="000000" w:themeColor="text1"/>
              <w:sz w:val="18"/>
              <w:szCs w:val="18"/>
            </w:rPr>
            <w:t xml:space="preserve"> </w:t>
          </w:r>
        </w:p>
      </w:docPartBody>
    </w:docPart>
    <w:docPart>
      <w:docPartPr>
        <w:name w:val="2D2DA776991845C18558AC211B25335A"/>
        <w:category>
          <w:name w:val="Obecné"/>
          <w:gallery w:val="placeholder"/>
        </w:category>
        <w:types>
          <w:type w:val="bbPlcHdr"/>
        </w:types>
        <w:behaviors>
          <w:behavior w:val="content"/>
        </w:behaviors>
        <w:guid w:val="{015BB718-3C2C-4F3B-8E17-F56A05F4AA04}"/>
      </w:docPartPr>
      <w:docPartBody>
        <w:p w:rsidR="00415E84" w:rsidRDefault="00833ADC" w:rsidP="00833ADC">
          <w:pPr>
            <w:pStyle w:val="2D2DA776991845C18558AC211B25335A"/>
          </w:pPr>
          <w:r w:rsidRPr="00F87889">
            <w:rPr>
              <w:color w:val="000000" w:themeColor="text1"/>
              <w:sz w:val="18"/>
              <w:szCs w:val="18"/>
            </w:rPr>
            <w:t xml:space="preserve"> </w:t>
          </w:r>
        </w:p>
      </w:docPartBody>
    </w:docPart>
    <w:docPart>
      <w:docPartPr>
        <w:name w:val="DAC56A928DB04AEC9C7AE3167D032F0B"/>
        <w:category>
          <w:name w:val="Obecné"/>
          <w:gallery w:val="placeholder"/>
        </w:category>
        <w:types>
          <w:type w:val="bbPlcHdr"/>
        </w:types>
        <w:behaviors>
          <w:behavior w:val="content"/>
        </w:behaviors>
        <w:guid w:val="{FDDEE3DE-C481-4205-B8D8-CA3A214B5352}"/>
      </w:docPartPr>
      <w:docPartBody>
        <w:p w:rsidR="00415E84" w:rsidRDefault="00833ADC" w:rsidP="00833ADC">
          <w:pPr>
            <w:pStyle w:val="DAC56A928DB04AEC9C7AE3167D032F0B"/>
          </w:pPr>
          <w:r w:rsidRPr="00F81B53">
            <w:rPr>
              <w:b/>
              <w:color w:val="000000" w:themeColor="text1"/>
              <w:sz w:val="24"/>
            </w:rPr>
            <w:t xml:space="preserve"> </w:t>
          </w:r>
        </w:p>
      </w:docPartBody>
    </w:docPart>
    <w:docPart>
      <w:docPartPr>
        <w:name w:val="1426D661A076488DA5627C7AA100E88C"/>
        <w:category>
          <w:name w:val="Obecné"/>
          <w:gallery w:val="placeholder"/>
        </w:category>
        <w:types>
          <w:type w:val="bbPlcHdr"/>
        </w:types>
        <w:behaviors>
          <w:behavior w:val="content"/>
        </w:behaviors>
        <w:guid w:val="{EDD8E682-45D6-4B34-9A62-18FB90B8F088}"/>
      </w:docPartPr>
      <w:docPartBody>
        <w:p w:rsidR="00415E84" w:rsidRDefault="00833ADC" w:rsidP="00833ADC">
          <w:pPr>
            <w:pStyle w:val="1426D661A076488DA5627C7AA100E88C"/>
          </w:pPr>
          <w:r w:rsidRPr="001234BA">
            <w:rPr>
              <w:rFonts w:cs="Arial"/>
              <w:bCs/>
              <w:color w:val="000000" w:themeColor="text1"/>
              <w:sz w:val="18"/>
              <w:szCs w:val="18"/>
            </w:rPr>
            <w:t xml:space="preserve"> </w:t>
          </w:r>
        </w:p>
      </w:docPartBody>
    </w:docPart>
    <w:docPart>
      <w:docPartPr>
        <w:name w:val="830759018A934812AC179383AE98D00C"/>
        <w:category>
          <w:name w:val="Obecné"/>
          <w:gallery w:val="placeholder"/>
        </w:category>
        <w:types>
          <w:type w:val="bbPlcHdr"/>
        </w:types>
        <w:behaviors>
          <w:behavior w:val="content"/>
        </w:behaviors>
        <w:guid w:val="{42B0B783-5FE7-4A82-A190-86FF63D5D511}"/>
      </w:docPartPr>
      <w:docPartBody>
        <w:p w:rsidR="00415E84" w:rsidRDefault="00833ADC" w:rsidP="00833ADC">
          <w:pPr>
            <w:pStyle w:val="830759018A934812AC179383AE98D00C"/>
          </w:pPr>
          <w:r w:rsidRPr="001C4D2E">
            <w:rPr>
              <w:rFonts w:cs="Arial"/>
              <w:bCs/>
              <w:color w:val="000000" w:themeColor="text1"/>
              <w:sz w:val="18"/>
              <w:szCs w:val="18"/>
            </w:rPr>
            <w:t xml:space="preserve"> </w:t>
          </w:r>
        </w:p>
      </w:docPartBody>
    </w:docPart>
    <w:docPart>
      <w:docPartPr>
        <w:name w:val="2D44EB0198B249E09367384CB2CEC4D4"/>
        <w:category>
          <w:name w:val="Obecné"/>
          <w:gallery w:val="placeholder"/>
        </w:category>
        <w:types>
          <w:type w:val="bbPlcHdr"/>
        </w:types>
        <w:behaviors>
          <w:behavior w:val="content"/>
        </w:behaviors>
        <w:guid w:val="{C054A1B7-9CF1-40B4-B08A-376C5ED9E283}"/>
      </w:docPartPr>
      <w:docPartBody>
        <w:p w:rsidR="00415E84" w:rsidRDefault="00833ADC" w:rsidP="00833ADC">
          <w:pPr>
            <w:pStyle w:val="2D44EB0198B249E09367384CB2CEC4D4"/>
          </w:pPr>
          <w:r w:rsidRPr="001C4D2E">
            <w:rPr>
              <w:rFonts w:cs="Arial"/>
              <w:bCs/>
              <w:color w:val="000000" w:themeColor="text1"/>
              <w:sz w:val="18"/>
              <w:szCs w:val="18"/>
            </w:rPr>
            <w:t xml:space="preserve"> </w:t>
          </w:r>
        </w:p>
      </w:docPartBody>
    </w:docPart>
    <w:docPart>
      <w:docPartPr>
        <w:name w:val="5A0292832D0A472E84D1F903F9221057"/>
        <w:category>
          <w:name w:val="Obecné"/>
          <w:gallery w:val="placeholder"/>
        </w:category>
        <w:types>
          <w:type w:val="bbPlcHdr"/>
        </w:types>
        <w:behaviors>
          <w:behavior w:val="content"/>
        </w:behaviors>
        <w:guid w:val="{7021BFA7-7383-47B7-9723-68CF08400830}"/>
      </w:docPartPr>
      <w:docPartBody>
        <w:p w:rsidR="00415E84" w:rsidRDefault="00833ADC" w:rsidP="00833ADC">
          <w:pPr>
            <w:pStyle w:val="5A0292832D0A472E84D1F903F9221057"/>
          </w:pPr>
          <w:r w:rsidRPr="001C4D2E">
            <w:rPr>
              <w:rFonts w:cs="Arial"/>
              <w:bCs/>
              <w:color w:val="000000" w:themeColor="text1"/>
              <w:sz w:val="18"/>
              <w:szCs w:val="18"/>
            </w:rPr>
            <w:t xml:space="preserve"> </w:t>
          </w:r>
        </w:p>
      </w:docPartBody>
    </w:docPart>
    <w:docPart>
      <w:docPartPr>
        <w:name w:val="ABBD7D694A1C411782028AE83398DB8A"/>
        <w:category>
          <w:name w:val="Obecné"/>
          <w:gallery w:val="placeholder"/>
        </w:category>
        <w:types>
          <w:type w:val="bbPlcHdr"/>
        </w:types>
        <w:behaviors>
          <w:behavior w:val="content"/>
        </w:behaviors>
        <w:guid w:val="{2757973E-AD84-4038-992B-6C64E904FF15}"/>
      </w:docPartPr>
      <w:docPartBody>
        <w:p w:rsidR="00415E84" w:rsidRDefault="00833ADC" w:rsidP="00833ADC">
          <w:pPr>
            <w:pStyle w:val="ABBD7D694A1C411782028AE83398DB8A"/>
          </w:pPr>
          <w:r w:rsidRPr="001C4D2E">
            <w:rPr>
              <w:rFonts w:cs="Arial"/>
              <w:bCs/>
              <w:color w:val="000000" w:themeColor="text1"/>
              <w:sz w:val="18"/>
              <w:szCs w:val="18"/>
            </w:rPr>
            <w:t xml:space="preserve"> </w:t>
          </w:r>
        </w:p>
      </w:docPartBody>
    </w:docPart>
    <w:docPart>
      <w:docPartPr>
        <w:name w:val="E4C204BC23614E86A28111DFC7855B50"/>
        <w:category>
          <w:name w:val="Obecné"/>
          <w:gallery w:val="placeholder"/>
        </w:category>
        <w:types>
          <w:type w:val="bbPlcHdr"/>
        </w:types>
        <w:behaviors>
          <w:behavior w:val="content"/>
        </w:behaviors>
        <w:guid w:val="{E0FC9DAE-10B8-4BA0-9EC1-C7A6D6F2E2C9}"/>
      </w:docPartPr>
      <w:docPartBody>
        <w:p w:rsidR="003915D8" w:rsidRDefault="00216FF3" w:rsidP="00216FF3">
          <w:pPr>
            <w:pStyle w:val="E4C204BC23614E86A28111DFC7855B50"/>
          </w:pPr>
          <w:r w:rsidRPr="00F81B53">
            <w:rPr>
              <w:b/>
              <w:color w:val="000000" w:themeColor="text1"/>
              <w:sz w:val="24"/>
            </w:rPr>
            <w:t xml:space="preserve"> </w:t>
          </w:r>
        </w:p>
      </w:docPartBody>
    </w:docPart>
    <w:docPart>
      <w:docPartPr>
        <w:name w:val="0ED1ECA1080C43C38478655DCE540B3A"/>
        <w:category>
          <w:name w:val="Obecné"/>
          <w:gallery w:val="placeholder"/>
        </w:category>
        <w:types>
          <w:type w:val="bbPlcHdr"/>
        </w:types>
        <w:behaviors>
          <w:behavior w:val="content"/>
        </w:behaviors>
        <w:guid w:val="{782BCBCA-F6AD-4E05-8D86-FA26718CE464}"/>
      </w:docPartPr>
      <w:docPartBody>
        <w:p w:rsidR="00CE0CBE" w:rsidRDefault="00F94794" w:rsidP="00F94794">
          <w:pPr>
            <w:pStyle w:val="0ED1ECA1080C43C38478655DCE540B3A"/>
          </w:pPr>
          <w:r w:rsidRPr="00E07972">
            <w:rPr>
              <w:rFonts w:cs="Arial"/>
              <w:bCs/>
              <w:color w:val="000000" w:themeColor="text1"/>
              <w:sz w:val="18"/>
              <w:szCs w:val="18"/>
            </w:rPr>
            <w:t xml:space="preserve"> </w:t>
          </w:r>
        </w:p>
      </w:docPartBody>
    </w:docPart>
    <w:docPart>
      <w:docPartPr>
        <w:name w:val="345EAC641A7C4DACBB2A2143A78F6F1F"/>
        <w:category>
          <w:name w:val="Obecné"/>
          <w:gallery w:val="placeholder"/>
        </w:category>
        <w:types>
          <w:type w:val="bbPlcHdr"/>
        </w:types>
        <w:behaviors>
          <w:behavior w:val="content"/>
        </w:behaviors>
        <w:guid w:val="{C2D8E8DD-FB52-468C-ADBC-4B01A904FE74}"/>
      </w:docPartPr>
      <w:docPartBody>
        <w:p w:rsidR="00CE0CBE" w:rsidRDefault="00F94794" w:rsidP="00F94794">
          <w:pPr>
            <w:pStyle w:val="345EAC641A7C4DACBB2A2143A78F6F1F"/>
          </w:pPr>
          <w:r w:rsidRPr="00E272AA">
            <w:rPr>
              <w:rFonts w:cs="Arial"/>
              <w:bCs/>
              <w:color w:val="000000" w:themeColor="text1"/>
              <w:sz w:val="18"/>
              <w:szCs w:val="18"/>
            </w:rPr>
            <w:t xml:space="preserve"> </w:t>
          </w:r>
        </w:p>
      </w:docPartBody>
    </w:docPart>
    <w:docPart>
      <w:docPartPr>
        <w:name w:val="932C82A82C7D43A2AF641D2B72EF5B52"/>
        <w:category>
          <w:name w:val="Obecné"/>
          <w:gallery w:val="placeholder"/>
        </w:category>
        <w:types>
          <w:type w:val="bbPlcHdr"/>
        </w:types>
        <w:behaviors>
          <w:behavior w:val="content"/>
        </w:behaviors>
        <w:guid w:val="{DBE171ED-01D4-441A-B3AB-30CBBD2FF101}"/>
      </w:docPartPr>
      <w:docPartBody>
        <w:p w:rsidR="00CE0CBE" w:rsidRDefault="00F94794" w:rsidP="00F94794">
          <w:pPr>
            <w:pStyle w:val="932C82A82C7D43A2AF641D2B72EF5B52"/>
          </w:pPr>
          <w:r w:rsidRPr="00E272AA">
            <w:rPr>
              <w:rFonts w:cs="Arial"/>
              <w:bCs/>
              <w:color w:val="000000" w:themeColor="text1"/>
              <w:sz w:val="18"/>
              <w:szCs w:val="18"/>
            </w:rPr>
            <w:t xml:space="preserve"> </w:t>
          </w:r>
        </w:p>
      </w:docPartBody>
    </w:docPart>
    <w:docPart>
      <w:docPartPr>
        <w:name w:val="E80B6607442E4827A39C7DBF090DE72D"/>
        <w:category>
          <w:name w:val="Obecné"/>
          <w:gallery w:val="placeholder"/>
        </w:category>
        <w:types>
          <w:type w:val="bbPlcHdr"/>
        </w:types>
        <w:behaviors>
          <w:behavior w:val="content"/>
        </w:behaviors>
        <w:guid w:val="{2CE6CC58-94BE-4E2E-8CD2-D9F57E00C7DB}"/>
      </w:docPartPr>
      <w:docPartBody>
        <w:p w:rsidR="00CE0CBE" w:rsidRDefault="00F94794" w:rsidP="00F94794">
          <w:pPr>
            <w:pStyle w:val="E80B6607442E4827A39C7DBF090DE72D"/>
          </w:pPr>
          <w:r w:rsidRPr="00E272AA">
            <w:rPr>
              <w:rFonts w:cs="Arial"/>
              <w:bCs/>
              <w:color w:val="000000" w:themeColor="text1"/>
              <w:sz w:val="18"/>
              <w:szCs w:val="18"/>
            </w:rPr>
            <w:t xml:space="preserve"> </w:t>
          </w:r>
        </w:p>
      </w:docPartBody>
    </w:docPart>
    <w:docPart>
      <w:docPartPr>
        <w:name w:val="6F56263EC0B041AEAD7D47B3DA4A6EFB"/>
        <w:category>
          <w:name w:val="Obecné"/>
          <w:gallery w:val="placeholder"/>
        </w:category>
        <w:types>
          <w:type w:val="bbPlcHdr"/>
        </w:types>
        <w:behaviors>
          <w:behavior w:val="content"/>
        </w:behaviors>
        <w:guid w:val="{A9FE36F6-D286-4660-B9AC-1E0906A792CB}"/>
      </w:docPartPr>
      <w:docPartBody>
        <w:p w:rsidR="00CE0CBE" w:rsidRDefault="00F94794" w:rsidP="00F94794">
          <w:pPr>
            <w:pStyle w:val="6F56263EC0B041AEAD7D47B3DA4A6EFB"/>
          </w:pPr>
          <w:r w:rsidRPr="00E272AA">
            <w:rPr>
              <w:rFonts w:cs="Arial"/>
              <w:bCs/>
              <w:color w:val="000000" w:themeColor="text1"/>
              <w:sz w:val="18"/>
              <w:szCs w:val="18"/>
            </w:rPr>
            <w:t xml:space="preserve"> </w:t>
          </w:r>
        </w:p>
      </w:docPartBody>
    </w:docPart>
    <w:docPart>
      <w:docPartPr>
        <w:name w:val="F03FF8EB46EC48919491BAC4248AACC9"/>
        <w:category>
          <w:name w:val="Obecné"/>
          <w:gallery w:val="placeholder"/>
        </w:category>
        <w:types>
          <w:type w:val="bbPlcHdr"/>
        </w:types>
        <w:behaviors>
          <w:behavior w:val="content"/>
        </w:behaviors>
        <w:guid w:val="{F377D567-01C5-4AB9-849A-7AC83615342D}"/>
      </w:docPartPr>
      <w:docPartBody>
        <w:p w:rsidR="00CE0CBE" w:rsidRDefault="00F94794" w:rsidP="00F94794">
          <w:pPr>
            <w:pStyle w:val="F03FF8EB46EC48919491BAC4248AACC9"/>
          </w:pPr>
          <w:r w:rsidRPr="00E272AA">
            <w:rPr>
              <w:rFonts w:cs="Arial"/>
              <w:bCs/>
              <w:color w:val="000000" w:themeColor="text1"/>
              <w:sz w:val="18"/>
              <w:szCs w:val="18"/>
            </w:rPr>
            <w:t xml:space="preserve"> </w:t>
          </w:r>
        </w:p>
      </w:docPartBody>
    </w:docPart>
    <w:docPart>
      <w:docPartPr>
        <w:name w:val="07F86632E5F44946BC746DEEBEB719EB"/>
        <w:category>
          <w:name w:val="Obecné"/>
          <w:gallery w:val="placeholder"/>
        </w:category>
        <w:types>
          <w:type w:val="bbPlcHdr"/>
        </w:types>
        <w:behaviors>
          <w:behavior w:val="content"/>
        </w:behaviors>
        <w:guid w:val="{3CEE57A2-C5C4-4521-A276-C75593010576}"/>
      </w:docPartPr>
      <w:docPartBody>
        <w:p w:rsidR="00CE0CBE" w:rsidRDefault="00F94794" w:rsidP="00F94794">
          <w:pPr>
            <w:pStyle w:val="07F86632E5F44946BC746DEEBEB719EB"/>
          </w:pPr>
          <w:r w:rsidRPr="00E272AA">
            <w:rPr>
              <w:rFonts w:cs="Arial"/>
              <w:bCs/>
              <w:color w:val="000000" w:themeColor="text1"/>
              <w:sz w:val="18"/>
              <w:szCs w:val="18"/>
            </w:rPr>
            <w:t xml:space="preserve"> </w:t>
          </w:r>
        </w:p>
      </w:docPartBody>
    </w:docPart>
    <w:docPart>
      <w:docPartPr>
        <w:name w:val="5CE57AF1AF14444E83C4040C8D172B42"/>
        <w:category>
          <w:name w:val="Obecné"/>
          <w:gallery w:val="placeholder"/>
        </w:category>
        <w:types>
          <w:type w:val="bbPlcHdr"/>
        </w:types>
        <w:behaviors>
          <w:behavior w:val="content"/>
        </w:behaviors>
        <w:guid w:val="{D6B4412D-1825-4403-BF30-2CE8E82224A3}"/>
      </w:docPartPr>
      <w:docPartBody>
        <w:p w:rsidR="00CE0CBE" w:rsidRDefault="00F94794" w:rsidP="00F94794">
          <w:pPr>
            <w:pStyle w:val="5CE57AF1AF14444E83C4040C8D172B42"/>
          </w:pPr>
          <w:r w:rsidRPr="00E272AA">
            <w:rPr>
              <w:rFonts w:cs="Arial"/>
              <w:bCs/>
              <w:color w:val="000000" w:themeColor="text1"/>
              <w:sz w:val="18"/>
              <w:szCs w:val="18"/>
            </w:rPr>
            <w:t xml:space="preserve"> </w:t>
          </w:r>
        </w:p>
      </w:docPartBody>
    </w:docPart>
    <w:docPart>
      <w:docPartPr>
        <w:name w:val="C2C7377D6AB64CBB90330F020F389F6A"/>
        <w:category>
          <w:name w:val="Obecné"/>
          <w:gallery w:val="placeholder"/>
        </w:category>
        <w:types>
          <w:type w:val="bbPlcHdr"/>
        </w:types>
        <w:behaviors>
          <w:behavior w:val="content"/>
        </w:behaviors>
        <w:guid w:val="{1DCDC994-A4D9-4335-8C97-2B00073E060B}"/>
      </w:docPartPr>
      <w:docPartBody>
        <w:p w:rsidR="00CE0CBE" w:rsidRDefault="00F94794" w:rsidP="00F94794">
          <w:pPr>
            <w:pStyle w:val="C2C7377D6AB64CBB90330F020F389F6A"/>
          </w:pPr>
          <w:r w:rsidRPr="00E272AA">
            <w:rPr>
              <w:rFonts w:cs="Arial"/>
              <w:bCs/>
              <w:color w:val="000000" w:themeColor="text1"/>
              <w:sz w:val="18"/>
              <w:szCs w:val="18"/>
            </w:rPr>
            <w:t xml:space="preserve"> </w:t>
          </w:r>
        </w:p>
      </w:docPartBody>
    </w:docPart>
    <w:docPart>
      <w:docPartPr>
        <w:name w:val="8351967623FA430A8648C26E86160AF4"/>
        <w:category>
          <w:name w:val="Obecné"/>
          <w:gallery w:val="placeholder"/>
        </w:category>
        <w:types>
          <w:type w:val="bbPlcHdr"/>
        </w:types>
        <w:behaviors>
          <w:behavior w:val="content"/>
        </w:behaviors>
        <w:guid w:val="{AE03A56A-FFAF-480B-BD47-05BF796F86D2}"/>
      </w:docPartPr>
      <w:docPartBody>
        <w:p w:rsidR="00CE0CBE" w:rsidRDefault="00F94794" w:rsidP="00F94794">
          <w:pPr>
            <w:pStyle w:val="8351967623FA430A8648C26E86160AF4"/>
          </w:pPr>
          <w:r w:rsidRPr="00E272AA">
            <w:rPr>
              <w:rFonts w:cs="Arial"/>
              <w:bCs/>
              <w:color w:val="000000" w:themeColor="text1"/>
              <w:sz w:val="18"/>
              <w:szCs w:val="18"/>
            </w:rPr>
            <w:t xml:space="preserve"> </w:t>
          </w:r>
        </w:p>
      </w:docPartBody>
    </w:docPart>
    <w:docPart>
      <w:docPartPr>
        <w:name w:val="CCF2907A64064F829206802EF1E36DF0"/>
        <w:category>
          <w:name w:val="Obecné"/>
          <w:gallery w:val="placeholder"/>
        </w:category>
        <w:types>
          <w:type w:val="bbPlcHdr"/>
        </w:types>
        <w:behaviors>
          <w:behavior w:val="content"/>
        </w:behaviors>
        <w:guid w:val="{7EE7730F-BA8A-4221-90EB-4C2BC9D0E4E1}"/>
      </w:docPartPr>
      <w:docPartBody>
        <w:p w:rsidR="00CE0CBE" w:rsidRDefault="00F94794" w:rsidP="00F94794">
          <w:pPr>
            <w:pStyle w:val="CCF2907A64064F829206802EF1E36DF0"/>
          </w:pPr>
          <w:r w:rsidRPr="00E272AA">
            <w:rPr>
              <w:rFonts w:cs="Arial"/>
              <w:bCs/>
              <w:color w:val="000000" w:themeColor="text1"/>
              <w:sz w:val="18"/>
              <w:szCs w:val="18"/>
            </w:rPr>
            <w:t xml:space="preserve"> </w:t>
          </w:r>
        </w:p>
      </w:docPartBody>
    </w:docPart>
    <w:docPart>
      <w:docPartPr>
        <w:name w:val="BBA1B2D4E3B9492689DE62BE1674E473"/>
        <w:category>
          <w:name w:val="Obecné"/>
          <w:gallery w:val="placeholder"/>
        </w:category>
        <w:types>
          <w:type w:val="bbPlcHdr"/>
        </w:types>
        <w:behaviors>
          <w:behavior w:val="content"/>
        </w:behaviors>
        <w:guid w:val="{5C78210B-C276-4D96-8B73-0C8559C7C2A5}"/>
      </w:docPartPr>
      <w:docPartBody>
        <w:p w:rsidR="00CE0CBE" w:rsidRDefault="00F94794" w:rsidP="00F94794">
          <w:pPr>
            <w:pStyle w:val="BBA1B2D4E3B9492689DE62BE1674E473"/>
          </w:pPr>
          <w:r w:rsidRPr="00E272AA">
            <w:rPr>
              <w:rFonts w:cs="Arial"/>
              <w:bCs/>
              <w:color w:val="000000" w:themeColor="text1"/>
              <w:sz w:val="18"/>
              <w:szCs w:val="18"/>
            </w:rPr>
            <w:t xml:space="preserve"> </w:t>
          </w:r>
        </w:p>
      </w:docPartBody>
    </w:docPart>
    <w:docPart>
      <w:docPartPr>
        <w:name w:val="33257A07E8784619AD7AC71174A11383"/>
        <w:category>
          <w:name w:val="Obecné"/>
          <w:gallery w:val="placeholder"/>
        </w:category>
        <w:types>
          <w:type w:val="bbPlcHdr"/>
        </w:types>
        <w:behaviors>
          <w:behavior w:val="content"/>
        </w:behaviors>
        <w:guid w:val="{2EED0B00-B379-4FE4-9B4C-7F29D63A346A}"/>
      </w:docPartPr>
      <w:docPartBody>
        <w:p w:rsidR="00CE0CBE" w:rsidRDefault="00F94794" w:rsidP="00F94794">
          <w:pPr>
            <w:pStyle w:val="33257A07E8784619AD7AC71174A11383"/>
          </w:pPr>
          <w:r w:rsidRPr="00E272AA">
            <w:rPr>
              <w:rFonts w:cs="Arial"/>
              <w:bCs/>
              <w:color w:val="000000" w:themeColor="text1"/>
              <w:sz w:val="18"/>
              <w:szCs w:val="18"/>
            </w:rPr>
            <w:t xml:space="preserve"> </w:t>
          </w:r>
        </w:p>
      </w:docPartBody>
    </w:docPart>
    <w:docPart>
      <w:docPartPr>
        <w:name w:val="3D7BAFB98E234A8A81E54914601A2770"/>
        <w:category>
          <w:name w:val="Obecné"/>
          <w:gallery w:val="placeholder"/>
        </w:category>
        <w:types>
          <w:type w:val="bbPlcHdr"/>
        </w:types>
        <w:behaviors>
          <w:behavior w:val="content"/>
        </w:behaviors>
        <w:guid w:val="{A133825E-1B5F-491B-A268-13D8B2B3BDC7}"/>
      </w:docPartPr>
      <w:docPartBody>
        <w:p w:rsidR="00CE0CBE" w:rsidRDefault="00F94794" w:rsidP="00F94794">
          <w:pPr>
            <w:pStyle w:val="3D7BAFB98E234A8A81E54914601A2770"/>
          </w:pPr>
          <w:r w:rsidRPr="00E272AA">
            <w:rPr>
              <w:rFonts w:cs="Arial"/>
              <w:bCs/>
              <w:color w:val="000000" w:themeColor="text1"/>
              <w:sz w:val="18"/>
              <w:szCs w:val="18"/>
            </w:rPr>
            <w:t xml:space="preserve"> </w:t>
          </w:r>
        </w:p>
      </w:docPartBody>
    </w:docPart>
    <w:docPart>
      <w:docPartPr>
        <w:name w:val="FC85827AC5A641F6AD232786D06396BB"/>
        <w:category>
          <w:name w:val="Obecné"/>
          <w:gallery w:val="placeholder"/>
        </w:category>
        <w:types>
          <w:type w:val="bbPlcHdr"/>
        </w:types>
        <w:behaviors>
          <w:behavior w:val="content"/>
        </w:behaviors>
        <w:guid w:val="{AED26CEE-C37E-4558-AE97-84C8569835A8}"/>
      </w:docPartPr>
      <w:docPartBody>
        <w:p w:rsidR="00CE0CBE" w:rsidRDefault="00F94794" w:rsidP="00F94794">
          <w:pPr>
            <w:pStyle w:val="FC85827AC5A641F6AD232786D06396BB"/>
          </w:pPr>
          <w:r w:rsidRPr="00E272AA">
            <w:rPr>
              <w:rFonts w:cs="Arial"/>
              <w:bCs/>
              <w:color w:val="000000" w:themeColor="text1"/>
              <w:sz w:val="18"/>
              <w:szCs w:val="18"/>
            </w:rPr>
            <w:t xml:space="preserve"> </w:t>
          </w:r>
        </w:p>
      </w:docPartBody>
    </w:docPart>
    <w:docPart>
      <w:docPartPr>
        <w:name w:val="555AB4A2F56A4F3BB7BC579C6F470193"/>
        <w:category>
          <w:name w:val="Obecné"/>
          <w:gallery w:val="placeholder"/>
        </w:category>
        <w:types>
          <w:type w:val="bbPlcHdr"/>
        </w:types>
        <w:behaviors>
          <w:behavior w:val="content"/>
        </w:behaviors>
        <w:guid w:val="{0DE20DB2-EF98-4692-AE60-372129EE55B9}"/>
      </w:docPartPr>
      <w:docPartBody>
        <w:p w:rsidR="00CE0CBE" w:rsidRDefault="00F94794" w:rsidP="00F94794">
          <w:pPr>
            <w:pStyle w:val="555AB4A2F56A4F3BB7BC579C6F470193"/>
          </w:pPr>
          <w:r w:rsidRPr="00E272AA">
            <w:rPr>
              <w:rFonts w:cs="Arial"/>
              <w:bCs/>
              <w:color w:val="000000" w:themeColor="text1"/>
              <w:sz w:val="18"/>
              <w:szCs w:val="18"/>
            </w:rPr>
            <w:t xml:space="preserve"> </w:t>
          </w:r>
        </w:p>
      </w:docPartBody>
    </w:docPart>
    <w:docPart>
      <w:docPartPr>
        <w:name w:val="67B5EF7E12324E6EAA01E58D0B219D4C"/>
        <w:category>
          <w:name w:val="Obecné"/>
          <w:gallery w:val="placeholder"/>
        </w:category>
        <w:types>
          <w:type w:val="bbPlcHdr"/>
        </w:types>
        <w:behaviors>
          <w:behavior w:val="content"/>
        </w:behaviors>
        <w:guid w:val="{1F9D8AE8-8598-4143-A338-E0A936069173}"/>
      </w:docPartPr>
      <w:docPartBody>
        <w:p w:rsidR="00CE0CBE" w:rsidRDefault="00F94794" w:rsidP="00F94794">
          <w:pPr>
            <w:pStyle w:val="67B5EF7E12324E6EAA01E58D0B219D4C"/>
          </w:pPr>
          <w:r w:rsidRPr="00E272AA">
            <w:rPr>
              <w:rFonts w:cs="Arial"/>
              <w:bCs/>
              <w:color w:val="000000" w:themeColor="text1"/>
              <w:sz w:val="18"/>
              <w:szCs w:val="18"/>
            </w:rPr>
            <w:t xml:space="preserve"> </w:t>
          </w:r>
        </w:p>
      </w:docPartBody>
    </w:docPart>
    <w:docPart>
      <w:docPartPr>
        <w:name w:val="C421CA2411A745D6B73313787CF7E8AE"/>
        <w:category>
          <w:name w:val="Obecné"/>
          <w:gallery w:val="placeholder"/>
        </w:category>
        <w:types>
          <w:type w:val="bbPlcHdr"/>
        </w:types>
        <w:behaviors>
          <w:behavior w:val="content"/>
        </w:behaviors>
        <w:guid w:val="{A3EC119B-1D4D-4D66-A735-112F7827B8DD}"/>
      </w:docPartPr>
      <w:docPartBody>
        <w:p w:rsidR="00CE0CBE" w:rsidRDefault="00F94794" w:rsidP="00F94794">
          <w:pPr>
            <w:pStyle w:val="C421CA2411A745D6B73313787CF7E8AE"/>
          </w:pPr>
          <w:r w:rsidRPr="00E272AA">
            <w:rPr>
              <w:rFonts w:cs="Arial"/>
              <w:bCs/>
              <w:color w:val="000000" w:themeColor="text1"/>
              <w:sz w:val="18"/>
              <w:szCs w:val="18"/>
            </w:rPr>
            <w:t xml:space="preserve"> </w:t>
          </w:r>
        </w:p>
      </w:docPartBody>
    </w:docPart>
    <w:docPart>
      <w:docPartPr>
        <w:name w:val="1AFDD9B034F8413587C71741B3DE0A85"/>
        <w:category>
          <w:name w:val="Obecné"/>
          <w:gallery w:val="placeholder"/>
        </w:category>
        <w:types>
          <w:type w:val="bbPlcHdr"/>
        </w:types>
        <w:behaviors>
          <w:behavior w:val="content"/>
        </w:behaviors>
        <w:guid w:val="{64393887-8C2E-4FD3-A54E-A979F624A6AF}"/>
      </w:docPartPr>
      <w:docPartBody>
        <w:p w:rsidR="00CE0CBE" w:rsidRDefault="00F94794" w:rsidP="00F94794">
          <w:pPr>
            <w:pStyle w:val="1AFDD9B034F8413587C71741B3DE0A85"/>
          </w:pPr>
          <w:r w:rsidRPr="00E272AA">
            <w:rPr>
              <w:rFonts w:cs="Arial"/>
              <w:bCs/>
              <w:color w:val="000000" w:themeColor="text1"/>
              <w:sz w:val="18"/>
              <w:szCs w:val="18"/>
            </w:rPr>
            <w:t xml:space="preserve"> </w:t>
          </w:r>
        </w:p>
      </w:docPartBody>
    </w:docPart>
    <w:docPart>
      <w:docPartPr>
        <w:name w:val="54A71CD0C4FA45C5971C0E90F52D94D9"/>
        <w:category>
          <w:name w:val="Obecné"/>
          <w:gallery w:val="placeholder"/>
        </w:category>
        <w:types>
          <w:type w:val="bbPlcHdr"/>
        </w:types>
        <w:behaviors>
          <w:behavior w:val="content"/>
        </w:behaviors>
        <w:guid w:val="{32F5649C-72AC-4FB0-BAF9-123D576DB246}"/>
      </w:docPartPr>
      <w:docPartBody>
        <w:p w:rsidR="00CE0CBE" w:rsidRDefault="00F94794" w:rsidP="00F94794">
          <w:pPr>
            <w:pStyle w:val="54A71CD0C4FA45C5971C0E90F52D94D9"/>
          </w:pPr>
          <w:r w:rsidRPr="00E272AA">
            <w:rPr>
              <w:rFonts w:cs="Arial"/>
              <w:bCs/>
              <w:color w:val="000000" w:themeColor="text1"/>
              <w:sz w:val="18"/>
              <w:szCs w:val="18"/>
            </w:rPr>
            <w:t xml:space="preserve"> </w:t>
          </w:r>
        </w:p>
      </w:docPartBody>
    </w:docPart>
    <w:docPart>
      <w:docPartPr>
        <w:name w:val="8EF180E2EAE344598AAE318AF90815E2"/>
        <w:category>
          <w:name w:val="Obecné"/>
          <w:gallery w:val="placeholder"/>
        </w:category>
        <w:types>
          <w:type w:val="bbPlcHdr"/>
        </w:types>
        <w:behaviors>
          <w:behavior w:val="content"/>
        </w:behaviors>
        <w:guid w:val="{6F6773C6-8E36-4C77-99E4-27DE21411A26}"/>
      </w:docPartPr>
      <w:docPartBody>
        <w:p w:rsidR="00CE0CBE" w:rsidRDefault="00F94794" w:rsidP="00F94794">
          <w:pPr>
            <w:pStyle w:val="8EF180E2EAE344598AAE318AF90815E2"/>
          </w:pPr>
          <w:r w:rsidRPr="00E272AA">
            <w:rPr>
              <w:rFonts w:cs="Arial"/>
              <w:bCs/>
              <w:color w:val="000000" w:themeColor="text1"/>
              <w:sz w:val="18"/>
              <w:szCs w:val="18"/>
            </w:rPr>
            <w:t xml:space="preserve"> </w:t>
          </w:r>
        </w:p>
      </w:docPartBody>
    </w:docPart>
    <w:docPart>
      <w:docPartPr>
        <w:name w:val="ECA7CA21DDC141E993BEF534FAA4DBD4"/>
        <w:category>
          <w:name w:val="Obecné"/>
          <w:gallery w:val="placeholder"/>
        </w:category>
        <w:types>
          <w:type w:val="bbPlcHdr"/>
        </w:types>
        <w:behaviors>
          <w:behavior w:val="content"/>
        </w:behaviors>
        <w:guid w:val="{5743F433-AF1F-4E70-BFE9-0ED1EC438025}"/>
      </w:docPartPr>
      <w:docPartBody>
        <w:p w:rsidR="00CE0CBE" w:rsidRDefault="00F94794" w:rsidP="00F94794">
          <w:pPr>
            <w:pStyle w:val="ECA7CA21DDC141E993BEF534FAA4DBD4"/>
          </w:pPr>
          <w:r w:rsidRPr="00E272AA">
            <w:rPr>
              <w:rFonts w:cs="Arial"/>
              <w:bCs/>
              <w:color w:val="000000" w:themeColor="text1"/>
              <w:sz w:val="18"/>
              <w:szCs w:val="18"/>
            </w:rPr>
            <w:t xml:space="preserve"> </w:t>
          </w:r>
        </w:p>
      </w:docPartBody>
    </w:docPart>
    <w:docPart>
      <w:docPartPr>
        <w:name w:val="86A867F4922841A3A1C90E599C782084"/>
        <w:category>
          <w:name w:val="Obecné"/>
          <w:gallery w:val="placeholder"/>
        </w:category>
        <w:types>
          <w:type w:val="bbPlcHdr"/>
        </w:types>
        <w:behaviors>
          <w:behavior w:val="content"/>
        </w:behaviors>
        <w:guid w:val="{67D0454E-2362-44AF-B865-29F228211962}"/>
      </w:docPartPr>
      <w:docPartBody>
        <w:p w:rsidR="00CE0CBE" w:rsidRDefault="00F94794" w:rsidP="00F94794">
          <w:pPr>
            <w:pStyle w:val="86A867F4922841A3A1C90E599C782084"/>
          </w:pPr>
          <w:r w:rsidRPr="00E272AA">
            <w:rPr>
              <w:rFonts w:cs="Arial"/>
              <w:bCs/>
              <w:color w:val="000000" w:themeColor="text1"/>
              <w:sz w:val="18"/>
              <w:szCs w:val="18"/>
            </w:rPr>
            <w:t xml:space="preserve"> </w:t>
          </w:r>
        </w:p>
      </w:docPartBody>
    </w:docPart>
    <w:docPart>
      <w:docPartPr>
        <w:name w:val="FE99B2210A0340999441BD542FD198A7"/>
        <w:category>
          <w:name w:val="Obecné"/>
          <w:gallery w:val="placeholder"/>
        </w:category>
        <w:types>
          <w:type w:val="bbPlcHdr"/>
        </w:types>
        <w:behaviors>
          <w:behavior w:val="content"/>
        </w:behaviors>
        <w:guid w:val="{B4FA0A1E-F914-41ED-BBA2-F2C3A9952C3D}"/>
      </w:docPartPr>
      <w:docPartBody>
        <w:p w:rsidR="00CE0CBE" w:rsidRDefault="00F94794" w:rsidP="00F94794">
          <w:pPr>
            <w:pStyle w:val="FE99B2210A0340999441BD542FD198A7"/>
          </w:pPr>
          <w:r w:rsidRPr="00E272AA">
            <w:rPr>
              <w:rFonts w:cs="Arial"/>
              <w:bCs/>
              <w:color w:val="000000" w:themeColor="text1"/>
              <w:sz w:val="18"/>
              <w:szCs w:val="18"/>
            </w:rPr>
            <w:t xml:space="preserve"> </w:t>
          </w:r>
        </w:p>
      </w:docPartBody>
    </w:docPart>
    <w:docPart>
      <w:docPartPr>
        <w:name w:val="34B780900BA44161AA086D321B806C08"/>
        <w:category>
          <w:name w:val="Obecné"/>
          <w:gallery w:val="placeholder"/>
        </w:category>
        <w:types>
          <w:type w:val="bbPlcHdr"/>
        </w:types>
        <w:behaviors>
          <w:behavior w:val="content"/>
        </w:behaviors>
        <w:guid w:val="{6596423B-0988-4F2A-9F86-F3651DC88AED}"/>
      </w:docPartPr>
      <w:docPartBody>
        <w:p w:rsidR="00CE0CBE" w:rsidRDefault="00F94794" w:rsidP="00F94794">
          <w:pPr>
            <w:pStyle w:val="34B780900BA44161AA086D321B806C08"/>
          </w:pPr>
          <w:r w:rsidRPr="00E272AA">
            <w:rPr>
              <w:rFonts w:cs="Arial"/>
              <w:bCs/>
              <w:color w:val="000000" w:themeColor="text1"/>
              <w:sz w:val="18"/>
              <w:szCs w:val="18"/>
            </w:rPr>
            <w:t xml:space="preserve"> </w:t>
          </w:r>
        </w:p>
      </w:docPartBody>
    </w:docPart>
    <w:docPart>
      <w:docPartPr>
        <w:name w:val="44437B50863E4975AB032D3EEF6BF407"/>
        <w:category>
          <w:name w:val="Obecné"/>
          <w:gallery w:val="placeholder"/>
        </w:category>
        <w:types>
          <w:type w:val="bbPlcHdr"/>
        </w:types>
        <w:behaviors>
          <w:behavior w:val="content"/>
        </w:behaviors>
        <w:guid w:val="{A396D30A-E053-43C1-B1C2-4C6BF47CE3CB}"/>
      </w:docPartPr>
      <w:docPartBody>
        <w:p w:rsidR="00CE0CBE" w:rsidRDefault="00F94794" w:rsidP="00F94794">
          <w:pPr>
            <w:pStyle w:val="44437B50863E4975AB032D3EEF6BF407"/>
          </w:pPr>
          <w:r w:rsidRPr="00E272AA">
            <w:rPr>
              <w:rFonts w:cs="Arial"/>
              <w:bCs/>
              <w:color w:val="000000" w:themeColor="text1"/>
              <w:sz w:val="18"/>
              <w:szCs w:val="18"/>
            </w:rPr>
            <w:t xml:space="preserve"> </w:t>
          </w:r>
        </w:p>
      </w:docPartBody>
    </w:docPart>
    <w:docPart>
      <w:docPartPr>
        <w:name w:val="7D9BC85CA3AF4754831611377BD1ED14"/>
        <w:category>
          <w:name w:val="Obecné"/>
          <w:gallery w:val="placeholder"/>
        </w:category>
        <w:types>
          <w:type w:val="bbPlcHdr"/>
        </w:types>
        <w:behaviors>
          <w:behavior w:val="content"/>
        </w:behaviors>
        <w:guid w:val="{1966D67B-0AB2-4FBF-9AD2-01FC88489458}"/>
      </w:docPartPr>
      <w:docPartBody>
        <w:p w:rsidR="00CE0CBE" w:rsidRDefault="00F94794" w:rsidP="00F94794">
          <w:pPr>
            <w:pStyle w:val="7D9BC85CA3AF4754831611377BD1ED14"/>
          </w:pPr>
          <w:r w:rsidRPr="00E272AA">
            <w:rPr>
              <w:rFonts w:cs="Arial"/>
              <w:bCs/>
              <w:color w:val="000000" w:themeColor="text1"/>
              <w:sz w:val="18"/>
              <w:szCs w:val="18"/>
            </w:rPr>
            <w:t xml:space="preserve"> </w:t>
          </w:r>
        </w:p>
      </w:docPartBody>
    </w:docPart>
    <w:docPart>
      <w:docPartPr>
        <w:name w:val="B18FB586C8E949378B62043A63405047"/>
        <w:category>
          <w:name w:val="Obecné"/>
          <w:gallery w:val="placeholder"/>
        </w:category>
        <w:types>
          <w:type w:val="bbPlcHdr"/>
        </w:types>
        <w:behaviors>
          <w:behavior w:val="content"/>
        </w:behaviors>
        <w:guid w:val="{DBBFCD84-AB79-48F9-9990-344D2ACF964D}"/>
      </w:docPartPr>
      <w:docPartBody>
        <w:p w:rsidR="00CE0CBE" w:rsidRDefault="00F94794" w:rsidP="00F94794">
          <w:pPr>
            <w:pStyle w:val="B18FB586C8E949378B62043A63405047"/>
          </w:pPr>
          <w:r w:rsidRPr="00E272AA">
            <w:rPr>
              <w:rFonts w:cs="Arial"/>
              <w:bCs/>
              <w:color w:val="000000" w:themeColor="text1"/>
              <w:sz w:val="18"/>
              <w:szCs w:val="18"/>
            </w:rPr>
            <w:t xml:space="preserve"> </w:t>
          </w:r>
        </w:p>
      </w:docPartBody>
    </w:docPart>
    <w:docPart>
      <w:docPartPr>
        <w:name w:val="351F4150CC664CC09ECEA488CEF5A34F"/>
        <w:category>
          <w:name w:val="Obecné"/>
          <w:gallery w:val="placeholder"/>
        </w:category>
        <w:types>
          <w:type w:val="bbPlcHdr"/>
        </w:types>
        <w:behaviors>
          <w:behavior w:val="content"/>
        </w:behaviors>
        <w:guid w:val="{7AF0CDE1-FC2A-4C9F-B830-D08E73DEEBDD}"/>
      </w:docPartPr>
      <w:docPartBody>
        <w:p w:rsidR="00CE0CBE" w:rsidRDefault="00F94794" w:rsidP="00F94794">
          <w:pPr>
            <w:pStyle w:val="351F4150CC664CC09ECEA488CEF5A34F"/>
          </w:pPr>
          <w:r w:rsidRPr="00E272AA">
            <w:rPr>
              <w:rFonts w:cs="Arial"/>
              <w:bCs/>
              <w:color w:val="000000" w:themeColor="text1"/>
              <w:sz w:val="18"/>
              <w:szCs w:val="18"/>
            </w:rPr>
            <w:t xml:space="preserve"> </w:t>
          </w:r>
        </w:p>
      </w:docPartBody>
    </w:docPart>
    <w:docPart>
      <w:docPartPr>
        <w:name w:val="FBDEEDC35FB64CDFB6952F51CB7B07B3"/>
        <w:category>
          <w:name w:val="Obecné"/>
          <w:gallery w:val="placeholder"/>
        </w:category>
        <w:types>
          <w:type w:val="bbPlcHdr"/>
        </w:types>
        <w:behaviors>
          <w:behavior w:val="content"/>
        </w:behaviors>
        <w:guid w:val="{6B0D9372-0C6B-4CA9-978A-00B7D246B1D4}"/>
      </w:docPartPr>
      <w:docPartBody>
        <w:p w:rsidR="00CE0CBE" w:rsidRDefault="00F94794" w:rsidP="00F94794">
          <w:pPr>
            <w:pStyle w:val="FBDEEDC35FB64CDFB6952F51CB7B07B3"/>
          </w:pPr>
          <w:r w:rsidRPr="00E272AA">
            <w:rPr>
              <w:rFonts w:cs="Arial"/>
              <w:bCs/>
              <w:color w:val="000000" w:themeColor="text1"/>
              <w:sz w:val="18"/>
              <w:szCs w:val="18"/>
            </w:rPr>
            <w:t xml:space="preserve"> </w:t>
          </w:r>
        </w:p>
      </w:docPartBody>
    </w:docPart>
    <w:docPart>
      <w:docPartPr>
        <w:name w:val="EB0D974C0E8E46D7BBA2830A4B152615"/>
        <w:category>
          <w:name w:val="Obecné"/>
          <w:gallery w:val="placeholder"/>
        </w:category>
        <w:types>
          <w:type w:val="bbPlcHdr"/>
        </w:types>
        <w:behaviors>
          <w:behavior w:val="content"/>
        </w:behaviors>
        <w:guid w:val="{10556A0D-D7A6-475E-94EE-0380098C35D4}"/>
      </w:docPartPr>
      <w:docPartBody>
        <w:p w:rsidR="00CE0CBE" w:rsidRDefault="00F94794" w:rsidP="00F94794">
          <w:pPr>
            <w:pStyle w:val="EB0D974C0E8E46D7BBA2830A4B152615"/>
          </w:pPr>
          <w:r w:rsidRPr="00E272AA">
            <w:rPr>
              <w:rFonts w:cs="Arial"/>
              <w:bCs/>
              <w:color w:val="000000" w:themeColor="text1"/>
              <w:sz w:val="18"/>
              <w:szCs w:val="18"/>
            </w:rPr>
            <w:t xml:space="preserve"> </w:t>
          </w:r>
        </w:p>
      </w:docPartBody>
    </w:docPart>
    <w:docPart>
      <w:docPartPr>
        <w:name w:val="4ADE22A0D5634BEB9F533AFB04F055A9"/>
        <w:category>
          <w:name w:val="Obecné"/>
          <w:gallery w:val="placeholder"/>
        </w:category>
        <w:types>
          <w:type w:val="bbPlcHdr"/>
        </w:types>
        <w:behaviors>
          <w:behavior w:val="content"/>
        </w:behaviors>
        <w:guid w:val="{3B7681D1-1362-4902-88D1-84CB165E4996}"/>
      </w:docPartPr>
      <w:docPartBody>
        <w:p w:rsidR="00CE0CBE" w:rsidRDefault="00F94794" w:rsidP="00F94794">
          <w:pPr>
            <w:pStyle w:val="4ADE22A0D5634BEB9F533AFB04F055A9"/>
          </w:pPr>
          <w:r w:rsidRPr="00E07972">
            <w:rPr>
              <w:rFonts w:cs="Arial"/>
              <w:bCs/>
              <w:color w:val="000000" w:themeColor="text1"/>
              <w:sz w:val="18"/>
              <w:szCs w:val="18"/>
            </w:rPr>
            <w:t xml:space="preserve"> </w:t>
          </w:r>
        </w:p>
      </w:docPartBody>
    </w:docPart>
    <w:docPart>
      <w:docPartPr>
        <w:name w:val="44EA9A958F964A538BEB6B0231169CDB"/>
        <w:category>
          <w:name w:val="Obecné"/>
          <w:gallery w:val="placeholder"/>
        </w:category>
        <w:types>
          <w:type w:val="bbPlcHdr"/>
        </w:types>
        <w:behaviors>
          <w:behavior w:val="content"/>
        </w:behaviors>
        <w:guid w:val="{FF3B4CDE-11A4-407E-8E88-815253B1C6E5}"/>
      </w:docPartPr>
      <w:docPartBody>
        <w:p w:rsidR="00CE0CBE" w:rsidRDefault="00F94794" w:rsidP="00F94794">
          <w:pPr>
            <w:pStyle w:val="44EA9A958F964A538BEB6B0231169CDB"/>
          </w:pPr>
          <w:r w:rsidRPr="00E07972">
            <w:rPr>
              <w:rFonts w:cs="Arial"/>
              <w:bCs/>
              <w:color w:val="000000" w:themeColor="text1"/>
              <w:sz w:val="18"/>
              <w:szCs w:val="18"/>
            </w:rPr>
            <w:t xml:space="preserve"> </w:t>
          </w:r>
        </w:p>
      </w:docPartBody>
    </w:docPart>
    <w:docPart>
      <w:docPartPr>
        <w:name w:val="CF26A4D406BE42C086E67FA29F77BF2D"/>
        <w:category>
          <w:name w:val="Obecné"/>
          <w:gallery w:val="placeholder"/>
        </w:category>
        <w:types>
          <w:type w:val="bbPlcHdr"/>
        </w:types>
        <w:behaviors>
          <w:behavior w:val="content"/>
        </w:behaviors>
        <w:guid w:val="{78B32A19-472D-4DD4-8CEB-27869A4FB0A3}"/>
      </w:docPartPr>
      <w:docPartBody>
        <w:p w:rsidR="00CE0CBE" w:rsidRDefault="00F94794" w:rsidP="00F94794">
          <w:pPr>
            <w:pStyle w:val="CF26A4D406BE42C086E67FA29F77BF2D"/>
          </w:pPr>
          <w:r w:rsidRPr="00E07972">
            <w:rPr>
              <w:rFonts w:cs="Arial"/>
              <w:bCs/>
              <w:color w:val="000000" w:themeColor="text1"/>
              <w:sz w:val="18"/>
              <w:szCs w:val="18"/>
            </w:rPr>
            <w:t xml:space="preserve"> </w:t>
          </w:r>
        </w:p>
      </w:docPartBody>
    </w:docPart>
    <w:docPart>
      <w:docPartPr>
        <w:name w:val="1FF9E2DB05D249B285D022AF95F200CB"/>
        <w:category>
          <w:name w:val="Obecné"/>
          <w:gallery w:val="placeholder"/>
        </w:category>
        <w:types>
          <w:type w:val="bbPlcHdr"/>
        </w:types>
        <w:behaviors>
          <w:behavior w:val="content"/>
        </w:behaviors>
        <w:guid w:val="{45772F33-C935-4EEF-B416-1679F4F40B73}"/>
      </w:docPartPr>
      <w:docPartBody>
        <w:p w:rsidR="00CE0CBE" w:rsidRDefault="00F94794" w:rsidP="00F94794">
          <w:pPr>
            <w:pStyle w:val="1FF9E2DB05D249B285D022AF95F200CB"/>
          </w:pPr>
          <w:r w:rsidRPr="00E07972">
            <w:rPr>
              <w:rFonts w:cs="Arial"/>
              <w:bCs/>
              <w:color w:val="000000" w:themeColor="text1"/>
              <w:sz w:val="18"/>
              <w:szCs w:val="18"/>
            </w:rPr>
            <w:t xml:space="preserve"> </w:t>
          </w:r>
        </w:p>
      </w:docPartBody>
    </w:docPart>
    <w:docPart>
      <w:docPartPr>
        <w:name w:val="FD0591813713435E86F09C56CDA8AD53"/>
        <w:category>
          <w:name w:val="Obecné"/>
          <w:gallery w:val="placeholder"/>
        </w:category>
        <w:types>
          <w:type w:val="bbPlcHdr"/>
        </w:types>
        <w:behaviors>
          <w:behavior w:val="content"/>
        </w:behaviors>
        <w:guid w:val="{D703849A-B023-4B7D-A15B-02FE09BF4C16}"/>
      </w:docPartPr>
      <w:docPartBody>
        <w:p w:rsidR="00CE0CBE" w:rsidRDefault="00F94794" w:rsidP="00F94794">
          <w:pPr>
            <w:pStyle w:val="FD0591813713435E86F09C56CDA8AD53"/>
          </w:pPr>
          <w:r w:rsidRPr="00E07972">
            <w:rPr>
              <w:rFonts w:cs="Arial"/>
              <w:bCs/>
              <w:color w:val="000000" w:themeColor="text1"/>
              <w:sz w:val="18"/>
              <w:szCs w:val="18"/>
            </w:rPr>
            <w:t xml:space="preserve"> </w:t>
          </w:r>
        </w:p>
      </w:docPartBody>
    </w:docPart>
    <w:docPart>
      <w:docPartPr>
        <w:name w:val="28B3F3C678434AC2BB51BF4014603F2F"/>
        <w:category>
          <w:name w:val="Obecné"/>
          <w:gallery w:val="placeholder"/>
        </w:category>
        <w:types>
          <w:type w:val="bbPlcHdr"/>
        </w:types>
        <w:behaviors>
          <w:behavior w:val="content"/>
        </w:behaviors>
        <w:guid w:val="{37ED5458-6C10-4239-BEF6-DBE27EB46F70}"/>
      </w:docPartPr>
      <w:docPartBody>
        <w:p w:rsidR="00CE0CBE" w:rsidRDefault="00F94794" w:rsidP="00F94794">
          <w:pPr>
            <w:pStyle w:val="28B3F3C678434AC2BB51BF4014603F2F"/>
          </w:pPr>
          <w:r w:rsidRPr="00E07972">
            <w:rPr>
              <w:rFonts w:cs="Arial"/>
              <w:bCs/>
              <w:color w:val="000000" w:themeColor="text1"/>
              <w:sz w:val="18"/>
              <w:szCs w:val="18"/>
            </w:rPr>
            <w:t xml:space="preserve"> </w:t>
          </w:r>
        </w:p>
      </w:docPartBody>
    </w:docPart>
    <w:docPart>
      <w:docPartPr>
        <w:name w:val="FD84DAFC99D54E36930A1D997439B403"/>
        <w:category>
          <w:name w:val="Obecné"/>
          <w:gallery w:val="placeholder"/>
        </w:category>
        <w:types>
          <w:type w:val="bbPlcHdr"/>
        </w:types>
        <w:behaviors>
          <w:behavior w:val="content"/>
        </w:behaviors>
        <w:guid w:val="{289F5216-21C5-42EC-BA88-B79FB3E5036E}"/>
      </w:docPartPr>
      <w:docPartBody>
        <w:p w:rsidR="00CE0CBE" w:rsidRDefault="00F94794" w:rsidP="00F94794">
          <w:pPr>
            <w:pStyle w:val="FD84DAFC99D54E36930A1D997439B403"/>
          </w:pPr>
          <w:r w:rsidRPr="00E07972">
            <w:rPr>
              <w:rFonts w:cs="Arial"/>
              <w:bCs/>
              <w:color w:val="000000" w:themeColor="text1"/>
              <w:sz w:val="18"/>
              <w:szCs w:val="18"/>
            </w:rPr>
            <w:t xml:space="preserve"> </w:t>
          </w:r>
        </w:p>
      </w:docPartBody>
    </w:docPart>
    <w:docPart>
      <w:docPartPr>
        <w:name w:val="D7009E3B04044DE5B506D4B10B35418B"/>
        <w:category>
          <w:name w:val="Obecné"/>
          <w:gallery w:val="placeholder"/>
        </w:category>
        <w:types>
          <w:type w:val="bbPlcHdr"/>
        </w:types>
        <w:behaviors>
          <w:behavior w:val="content"/>
        </w:behaviors>
        <w:guid w:val="{07D014C0-787A-4C9D-86EA-7A461AD5448B}"/>
      </w:docPartPr>
      <w:docPartBody>
        <w:p w:rsidR="00CE0CBE" w:rsidRDefault="00F94794" w:rsidP="00F94794">
          <w:pPr>
            <w:pStyle w:val="D7009E3B04044DE5B506D4B10B35418B"/>
          </w:pPr>
          <w:r w:rsidRPr="00E07972">
            <w:rPr>
              <w:rFonts w:cs="Arial"/>
              <w:bCs/>
              <w:color w:val="000000" w:themeColor="text1"/>
              <w:sz w:val="18"/>
              <w:szCs w:val="18"/>
            </w:rPr>
            <w:t xml:space="preserve"> </w:t>
          </w:r>
        </w:p>
      </w:docPartBody>
    </w:docPart>
    <w:docPart>
      <w:docPartPr>
        <w:name w:val="A0B6F75F5B7A4D62A2C7FE349D96AC42"/>
        <w:category>
          <w:name w:val="Obecné"/>
          <w:gallery w:val="placeholder"/>
        </w:category>
        <w:types>
          <w:type w:val="bbPlcHdr"/>
        </w:types>
        <w:behaviors>
          <w:behavior w:val="content"/>
        </w:behaviors>
        <w:guid w:val="{EA1E11EF-3700-4BE4-B082-63A4729311E1}"/>
      </w:docPartPr>
      <w:docPartBody>
        <w:p w:rsidR="00B37922" w:rsidRDefault="005E7D50" w:rsidP="005E7D50">
          <w:pPr>
            <w:pStyle w:val="A0B6F75F5B7A4D62A2C7FE349D96AC42"/>
          </w:pPr>
          <w:r w:rsidRPr="001C4D2E">
            <w:rPr>
              <w:rFonts w:cs="Arial"/>
              <w:bCs/>
              <w:color w:val="000000" w:themeColor="text1"/>
              <w:sz w:val="18"/>
              <w:szCs w:val="18"/>
            </w:rPr>
            <w:t xml:space="preserve"> </w:t>
          </w:r>
        </w:p>
      </w:docPartBody>
    </w:docPart>
    <w:docPart>
      <w:docPartPr>
        <w:name w:val="C57BC3A2B0B54B2A89538F37E0630895"/>
        <w:category>
          <w:name w:val="Obecné"/>
          <w:gallery w:val="placeholder"/>
        </w:category>
        <w:types>
          <w:type w:val="bbPlcHdr"/>
        </w:types>
        <w:behaviors>
          <w:behavior w:val="content"/>
        </w:behaviors>
        <w:guid w:val="{C01CEE59-4D3D-47DA-8E03-31957055FA98}"/>
      </w:docPartPr>
      <w:docPartBody>
        <w:p w:rsidR="00B37922" w:rsidRDefault="005E7D50" w:rsidP="005E7D50">
          <w:pPr>
            <w:pStyle w:val="C57BC3A2B0B54B2A89538F37E0630895"/>
          </w:pPr>
          <w:r w:rsidRPr="001C4D2E">
            <w:rPr>
              <w:rFonts w:cs="Arial"/>
              <w:bCs/>
              <w:color w:val="000000" w:themeColor="text1"/>
              <w:sz w:val="18"/>
              <w:szCs w:val="18"/>
            </w:rPr>
            <w:t xml:space="preserve"> </w:t>
          </w:r>
        </w:p>
      </w:docPartBody>
    </w:docPart>
    <w:docPart>
      <w:docPartPr>
        <w:name w:val="D6EC97E8688645ADAD595263E27651FF"/>
        <w:category>
          <w:name w:val="Obecné"/>
          <w:gallery w:val="placeholder"/>
        </w:category>
        <w:types>
          <w:type w:val="bbPlcHdr"/>
        </w:types>
        <w:behaviors>
          <w:behavior w:val="content"/>
        </w:behaviors>
        <w:guid w:val="{0D38BDB2-2A05-4B82-A4B1-10E3A00CD3AD}"/>
      </w:docPartPr>
      <w:docPartBody>
        <w:p w:rsidR="00B37922" w:rsidRDefault="005E7D50" w:rsidP="005E7D50">
          <w:pPr>
            <w:pStyle w:val="D6EC97E8688645ADAD595263E27651FF"/>
          </w:pPr>
          <w:r w:rsidRPr="00E272AA">
            <w:rPr>
              <w:rFonts w:cs="Arial"/>
              <w:bCs/>
              <w:color w:val="000000" w:themeColor="text1"/>
              <w:sz w:val="18"/>
              <w:szCs w:val="18"/>
            </w:rPr>
            <w:t xml:space="preserve"> </w:t>
          </w:r>
        </w:p>
      </w:docPartBody>
    </w:docPart>
    <w:docPart>
      <w:docPartPr>
        <w:name w:val="AB1EE9022E354141A24DF1D4BF83D5D3"/>
        <w:category>
          <w:name w:val="Obecné"/>
          <w:gallery w:val="placeholder"/>
        </w:category>
        <w:types>
          <w:type w:val="bbPlcHdr"/>
        </w:types>
        <w:behaviors>
          <w:behavior w:val="content"/>
        </w:behaviors>
        <w:guid w:val="{A3A50806-5E16-4135-A89D-79930C17CCEF}"/>
      </w:docPartPr>
      <w:docPartBody>
        <w:p w:rsidR="00B37922" w:rsidRDefault="005E7D50" w:rsidP="005E7D50">
          <w:pPr>
            <w:pStyle w:val="AB1EE9022E354141A24DF1D4BF83D5D3"/>
          </w:pPr>
          <w:r w:rsidRPr="00E272AA">
            <w:rPr>
              <w:rFonts w:cs="Arial"/>
              <w:bCs/>
              <w:color w:val="000000" w:themeColor="text1"/>
              <w:sz w:val="18"/>
              <w:szCs w:val="18"/>
            </w:rPr>
            <w:t xml:space="preserve"> </w:t>
          </w:r>
        </w:p>
      </w:docPartBody>
    </w:docPart>
    <w:docPart>
      <w:docPartPr>
        <w:name w:val="BF55B2DAF8424DBA82B4B5B4B7B9E1CE"/>
        <w:category>
          <w:name w:val="Obecné"/>
          <w:gallery w:val="placeholder"/>
        </w:category>
        <w:types>
          <w:type w:val="bbPlcHdr"/>
        </w:types>
        <w:behaviors>
          <w:behavior w:val="content"/>
        </w:behaviors>
        <w:guid w:val="{AFE758E3-20FD-44AA-A4FD-C9483860C93E}"/>
      </w:docPartPr>
      <w:docPartBody>
        <w:p w:rsidR="00B37922" w:rsidRDefault="005E7D50" w:rsidP="005E7D50">
          <w:pPr>
            <w:pStyle w:val="BF55B2DAF8424DBA82B4B5B4B7B9E1CE"/>
          </w:pPr>
          <w:r w:rsidRPr="00E272AA">
            <w:rPr>
              <w:rFonts w:cs="Arial"/>
              <w:bCs/>
              <w:color w:val="000000" w:themeColor="text1"/>
              <w:sz w:val="18"/>
              <w:szCs w:val="18"/>
            </w:rPr>
            <w:t xml:space="preserve"> </w:t>
          </w:r>
        </w:p>
      </w:docPartBody>
    </w:docPart>
    <w:docPart>
      <w:docPartPr>
        <w:name w:val="73E415207AD245E6AEE51E770781CD63"/>
        <w:category>
          <w:name w:val="Obecné"/>
          <w:gallery w:val="placeholder"/>
        </w:category>
        <w:types>
          <w:type w:val="bbPlcHdr"/>
        </w:types>
        <w:behaviors>
          <w:behavior w:val="content"/>
        </w:behaviors>
        <w:guid w:val="{BA90162E-07CA-488E-9246-6CD9B80A240B}"/>
      </w:docPartPr>
      <w:docPartBody>
        <w:p w:rsidR="00B37922" w:rsidRDefault="005E7D50" w:rsidP="005E7D50">
          <w:pPr>
            <w:pStyle w:val="73E415207AD245E6AEE51E770781CD63"/>
          </w:pPr>
          <w:r w:rsidRPr="001C4D2E">
            <w:rPr>
              <w:rFonts w:cs="Arial"/>
              <w:bCs/>
              <w:color w:val="000000" w:themeColor="text1"/>
              <w:sz w:val="18"/>
              <w:szCs w:val="18"/>
            </w:rPr>
            <w:t xml:space="preserve"> </w:t>
          </w:r>
        </w:p>
      </w:docPartBody>
    </w:docPart>
    <w:docPart>
      <w:docPartPr>
        <w:name w:val="5DEC089A8F8143ECB4D015DDFFE8A1F1"/>
        <w:category>
          <w:name w:val="Obecné"/>
          <w:gallery w:val="placeholder"/>
        </w:category>
        <w:types>
          <w:type w:val="bbPlcHdr"/>
        </w:types>
        <w:behaviors>
          <w:behavior w:val="content"/>
        </w:behaviors>
        <w:guid w:val="{D6FF0D4E-0EF8-47D1-A7BF-8D6358280D47}"/>
      </w:docPartPr>
      <w:docPartBody>
        <w:p w:rsidR="00B37922" w:rsidRDefault="005E7D50" w:rsidP="005E7D50">
          <w:pPr>
            <w:pStyle w:val="5DEC089A8F8143ECB4D015DDFFE8A1F1"/>
          </w:pPr>
          <w:r w:rsidRPr="001C4D2E">
            <w:rPr>
              <w:rFonts w:cs="Arial"/>
              <w:bCs/>
              <w:color w:val="000000" w:themeColor="text1"/>
              <w:sz w:val="18"/>
              <w:szCs w:val="18"/>
            </w:rPr>
            <w:t xml:space="preserve"> </w:t>
          </w:r>
        </w:p>
      </w:docPartBody>
    </w:docPart>
    <w:docPart>
      <w:docPartPr>
        <w:name w:val="E39E3C945838437C994F879927C97485"/>
        <w:category>
          <w:name w:val="Obecné"/>
          <w:gallery w:val="placeholder"/>
        </w:category>
        <w:types>
          <w:type w:val="bbPlcHdr"/>
        </w:types>
        <w:behaviors>
          <w:behavior w:val="content"/>
        </w:behaviors>
        <w:guid w:val="{F6559A55-888D-4590-AB42-71AAF4F5FD04}"/>
      </w:docPartPr>
      <w:docPartBody>
        <w:p w:rsidR="00B37922" w:rsidRDefault="005E7D50" w:rsidP="005E7D50">
          <w:pPr>
            <w:pStyle w:val="E39E3C945838437C994F879927C97485"/>
          </w:pPr>
          <w:r w:rsidRPr="001C4D2E">
            <w:rPr>
              <w:rFonts w:cs="Arial"/>
              <w:bCs/>
              <w:color w:val="000000" w:themeColor="text1"/>
              <w:sz w:val="18"/>
              <w:szCs w:val="18"/>
            </w:rPr>
            <w:t xml:space="preserve"> </w:t>
          </w:r>
        </w:p>
      </w:docPartBody>
    </w:docPart>
    <w:docPart>
      <w:docPartPr>
        <w:name w:val="7758D605F8B64C5CA4C02726B5B1EE1E"/>
        <w:category>
          <w:name w:val="Obecné"/>
          <w:gallery w:val="placeholder"/>
        </w:category>
        <w:types>
          <w:type w:val="bbPlcHdr"/>
        </w:types>
        <w:behaviors>
          <w:behavior w:val="content"/>
        </w:behaviors>
        <w:guid w:val="{92EC478B-3FAB-4BBD-8C53-CABF65F8E3BC}"/>
      </w:docPartPr>
      <w:docPartBody>
        <w:p w:rsidR="00B37922" w:rsidRDefault="005E7D50" w:rsidP="005E7D50">
          <w:pPr>
            <w:pStyle w:val="7758D605F8B64C5CA4C02726B5B1EE1E"/>
          </w:pPr>
          <w:r w:rsidRPr="001C4D2E">
            <w:rPr>
              <w:rFonts w:cs="Arial"/>
              <w:bCs/>
              <w:color w:val="000000" w:themeColor="text1"/>
              <w:sz w:val="18"/>
              <w:szCs w:val="18"/>
            </w:rPr>
            <w:t xml:space="preserve"> </w:t>
          </w:r>
        </w:p>
      </w:docPartBody>
    </w:docPart>
    <w:docPart>
      <w:docPartPr>
        <w:name w:val="FA24AA285229401AB3F0C3F28DD36813"/>
        <w:category>
          <w:name w:val="Obecné"/>
          <w:gallery w:val="placeholder"/>
        </w:category>
        <w:types>
          <w:type w:val="bbPlcHdr"/>
        </w:types>
        <w:behaviors>
          <w:behavior w:val="content"/>
        </w:behaviors>
        <w:guid w:val="{D99BDDC9-AD74-4431-927F-887CC2353CE0}"/>
      </w:docPartPr>
      <w:docPartBody>
        <w:p w:rsidR="00B37922" w:rsidRDefault="005E7D50" w:rsidP="005E7D50">
          <w:pPr>
            <w:pStyle w:val="FA24AA285229401AB3F0C3F28DD36813"/>
          </w:pPr>
          <w:r w:rsidRPr="00E272AA">
            <w:rPr>
              <w:rFonts w:cs="Arial"/>
              <w:bCs/>
              <w:color w:val="000000" w:themeColor="text1"/>
              <w:sz w:val="18"/>
              <w:szCs w:val="18"/>
            </w:rPr>
            <w:t xml:space="preserve"> </w:t>
          </w:r>
        </w:p>
      </w:docPartBody>
    </w:docPart>
    <w:docPart>
      <w:docPartPr>
        <w:name w:val="84CF8D4EA1F041ADAB14C9A5455FEFB4"/>
        <w:category>
          <w:name w:val="Obecné"/>
          <w:gallery w:val="placeholder"/>
        </w:category>
        <w:types>
          <w:type w:val="bbPlcHdr"/>
        </w:types>
        <w:behaviors>
          <w:behavior w:val="content"/>
        </w:behaviors>
        <w:guid w:val="{32FF39EF-D75F-4BD1-8140-7485D27C8959}"/>
      </w:docPartPr>
      <w:docPartBody>
        <w:p w:rsidR="00B37922" w:rsidRDefault="005E7D50" w:rsidP="005E7D50">
          <w:pPr>
            <w:pStyle w:val="84CF8D4EA1F041ADAB14C9A5455FEFB4"/>
          </w:pPr>
          <w:r w:rsidRPr="00E272AA">
            <w:rPr>
              <w:rFonts w:cs="Arial"/>
              <w:bCs/>
              <w:color w:val="000000" w:themeColor="text1"/>
              <w:sz w:val="18"/>
              <w:szCs w:val="18"/>
            </w:rPr>
            <w:t xml:space="preserve"> </w:t>
          </w:r>
        </w:p>
      </w:docPartBody>
    </w:docPart>
    <w:docPart>
      <w:docPartPr>
        <w:name w:val="EB672DA355334E24BC43CEB378063F0F"/>
        <w:category>
          <w:name w:val="Obecné"/>
          <w:gallery w:val="placeholder"/>
        </w:category>
        <w:types>
          <w:type w:val="bbPlcHdr"/>
        </w:types>
        <w:behaviors>
          <w:behavior w:val="content"/>
        </w:behaviors>
        <w:guid w:val="{0B5D2AC9-A716-4A0A-8EC3-4CDE55D23539}"/>
      </w:docPartPr>
      <w:docPartBody>
        <w:p w:rsidR="00B37922" w:rsidRDefault="005E7D50" w:rsidP="005E7D50">
          <w:pPr>
            <w:pStyle w:val="EB672DA355334E24BC43CEB378063F0F"/>
          </w:pPr>
          <w:r w:rsidRPr="00E272AA">
            <w:rPr>
              <w:rFonts w:cs="Arial"/>
              <w:bCs/>
              <w:color w:val="000000" w:themeColor="text1"/>
              <w:sz w:val="18"/>
              <w:szCs w:val="18"/>
            </w:rPr>
            <w:t xml:space="preserve"> </w:t>
          </w:r>
        </w:p>
      </w:docPartBody>
    </w:docPart>
    <w:docPart>
      <w:docPartPr>
        <w:name w:val="4FEAEAAFE0D34DC38A014A2EB69120BC"/>
        <w:category>
          <w:name w:val="Obecné"/>
          <w:gallery w:val="placeholder"/>
        </w:category>
        <w:types>
          <w:type w:val="bbPlcHdr"/>
        </w:types>
        <w:behaviors>
          <w:behavior w:val="content"/>
        </w:behaviors>
        <w:guid w:val="{2BAF2397-95B4-4E33-9A6D-422437ADAF57}"/>
      </w:docPartPr>
      <w:docPartBody>
        <w:p w:rsidR="00B37922" w:rsidRDefault="005E7D50" w:rsidP="005E7D50">
          <w:pPr>
            <w:pStyle w:val="4FEAEAAFE0D34DC38A014A2EB69120BC"/>
          </w:pPr>
          <w:r w:rsidRPr="00E272AA">
            <w:rPr>
              <w:rFonts w:cs="Arial"/>
              <w:bCs/>
              <w:color w:val="000000" w:themeColor="text1"/>
              <w:sz w:val="18"/>
              <w:szCs w:val="18"/>
            </w:rPr>
            <w:t xml:space="preserve"> </w:t>
          </w:r>
        </w:p>
      </w:docPartBody>
    </w:docPart>
    <w:docPart>
      <w:docPartPr>
        <w:name w:val="1A5FE30C15974D579A96A21CC4C9A214"/>
        <w:category>
          <w:name w:val="Obecné"/>
          <w:gallery w:val="placeholder"/>
        </w:category>
        <w:types>
          <w:type w:val="bbPlcHdr"/>
        </w:types>
        <w:behaviors>
          <w:behavior w:val="content"/>
        </w:behaviors>
        <w:guid w:val="{9940CEFB-9A0B-4EBA-BB6B-212781C1A6AF}"/>
      </w:docPartPr>
      <w:docPartBody>
        <w:p w:rsidR="00B37922" w:rsidRDefault="005E7D50" w:rsidP="005E7D50">
          <w:pPr>
            <w:pStyle w:val="1A5FE30C15974D579A96A21CC4C9A214"/>
          </w:pPr>
          <w:r w:rsidRPr="00E272AA">
            <w:rPr>
              <w:rFonts w:cs="Arial"/>
              <w:bCs/>
              <w:color w:val="000000" w:themeColor="text1"/>
              <w:sz w:val="18"/>
              <w:szCs w:val="18"/>
            </w:rPr>
            <w:t xml:space="preserve"> </w:t>
          </w:r>
        </w:p>
      </w:docPartBody>
    </w:docPart>
    <w:docPart>
      <w:docPartPr>
        <w:name w:val="A74C3EAA16CA4FB78EDFB7D3CE899B1C"/>
        <w:category>
          <w:name w:val="Obecné"/>
          <w:gallery w:val="placeholder"/>
        </w:category>
        <w:types>
          <w:type w:val="bbPlcHdr"/>
        </w:types>
        <w:behaviors>
          <w:behavior w:val="content"/>
        </w:behaviors>
        <w:guid w:val="{24195B1D-24FB-4C2F-BC59-F14346C4C4A1}"/>
      </w:docPartPr>
      <w:docPartBody>
        <w:p w:rsidR="00B37922" w:rsidRDefault="005E7D50" w:rsidP="005E7D50">
          <w:pPr>
            <w:pStyle w:val="A74C3EAA16CA4FB78EDFB7D3CE899B1C"/>
          </w:pPr>
          <w:r w:rsidRPr="00E272AA">
            <w:rPr>
              <w:rFonts w:cs="Arial"/>
              <w:bCs/>
              <w:color w:val="000000" w:themeColor="text1"/>
              <w:sz w:val="18"/>
              <w:szCs w:val="18"/>
            </w:rPr>
            <w:t xml:space="preserve"> </w:t>
          </w:r>
        </w:p>
      </w:docPartBody>
    </w:docPart>
    <w:docPart>
      <w:docPartPr>
        <w:name w:val="E65480600F30470A82B0F6FA13539325"/>
        <w:category>
          <w:name w:val="Obecné"/>
          <w:gallery w:val="placeholder"/>
        </w:category>
        <w:types>
          <w:type w:val="bbPlcHdr"/>
        </w:types>
        <w:behaviors>
          <w:behavior w:val="content"/>
        </w:behaviors>
        <w:guid w:val="{3E6E2008-C282-449A-A4BF-B7810439EC9F}"/>
      </w:docPartPr>
      <w:docPartBody>
        <w:p w:rsidR="002D1938" w:rsidRDefault="006E696C" w:rsidP="006E696C">
          <w:pPr>
            <w:pStyle w:val="E65480600F30470A82B0F6FA13539325"/>
          </w:pPr>
          <w:r>
            <w:rPr>
              <w:rFonts w:cs="Arial"/>
              <w:bCs/>
              <w:color w:val="000000" w:themeColor="text1"/>
              <w:sz w:val="18"/>
              <w:szCs w:val="18"/>
            </w:rPr>
            <w:t xml:space="preserve"> </w:t>
          </w:r>
        </w:p>
      </w:docPartBody>
    </w:docPart>
    <w:docPart>
      <w:docPartPr>
        <w:name w:val="3EE40D1C110D48C89CDA002D5CB239E5"/>
        <w:category>
          <w:name w:val="Obecné"/>
          <w:gallery w:val="placeholder"/>
        </w:category>
        <w:types>
          <w:type w:val="bbPlcHdr"/>
        </w:types>
        <w:behaviors>
          <w:behavior w:val="content"/>
        </w:behaviors>
        <w:guid w:val="{0A9A3149-54E8-4D19-981E-B653FC96459F}"/>
      </w:docPartPr>
      <w:docPartBody>
        <w:p w:rsidR="00EC1D02" w:rsidRDefault="00805323" w:rsidP="00805323">
          <w:pPr>
            <w:pStyle w:val="3EE40D1C110D48C89CDA002D5CB239E5"/>
          </w:pPr>
          <w:r w:rsidRPr="00E07972">
            <w:rPr>
              <w:rFonts w:cs="Arial"/>
              <w:bCs/>
              <w:color w:val="000000" w:themeColor="text1"/>
              <w:sz w:val="18"/>
              <w:szCs w:val="18"/>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Klee One"/>
    <w:charset w:val="00"/>
    <w:family w:val="auto"/>
    <w:pitch w:val="default"/>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E9604C"/>
    <w:rsid w:val="00095F5B"/>
    <w:rsid w:val="000A08CA"/>
    <w:rsid w:val="000F5151"/>
    <w:rsid w:val="001227DF"/>
    <w:rsid w:val="001571A9"/>
    <w:rsid w:val="0018128D"/>
    <w:rsid w:val="00205F9C"/>
    <w:rsid w:val="00216FF3"/>
    <w:rsid w:val="002615C8"/>
    <w:rsid w:val="0029444C"/>
    <w:rsid w:val="002A1B07"/>
    <w:rsid w:val="002B60F4"/>
    <w:rsid w:val="002D1938"/>
    <w:rsid w:val="00340AA7"/>
    <w:rsid w:val="003915D8"/>
    <w:rsid w:val="003D28C8"/>
    <w:rsid w:val="003E1285"/>
    <w:rsid w:val="00415E84"/>
    <w:rsid w:val="00454471"/>
    <w:rsid w:val="00473ECA"/>
    <w:rsid w:val="004F4720"/>
    <w:rsid w:val="00536D94"/>
    <w:rsid w:val="005464D7"/>
    <w:rsid w:val="005D0D00"/>
    <w:rsid w:val="005E7D50"/>
    <w:rsid w:val="005F0742"/>
    <w:rsid w:val="00624961"/>
    <w:rsid w:val="006274C6"/>
    <w:rsid w:val="00634106"/>
    <w:rsid w:val="00651BD0"/>
    <w:rsid w:val="006E696C"/>
    <w:rsid w:val="007231B2"/>
    <w:rsid w:val="00750EDF"/>
    <w:rsid w:val="007A41A7"/>
    <w:rsid w:val="00805323"/>
    <w:rsid w:val="00833ADC"/>
    <w:rsid w:val="00840A7F"/>
    <w:rsid w:val="00896A84"/>
    <w:rsid w:val="008B6E63"/>
    <w:rsid w:val="008C765C"/>
    <w:rsid w:val="009068F1"/>
    <w:rsid w:val="00930776"/>
    <w:rsid w:val="00930D8E"/>
    <w:rsid w:val="00933783"/>
    <w:rsid w:val="00992DC5"/>
    <w:rsid w:val="009B45BF"/>
    <w:rsid w:val="009C25AD"/>
    <w:rsid w:val="009C601C"/>
    <w:rsid w:val="009D5B11"/>
    <w:rsid w:val="00A12E75"/>
    <w:rsid w:val="00A2046A"/>
    <w:rsid w:val="00A97238"/>
    <w:rsid w:val="00A97ACE"/>
    <w:rsid w:val="00AA5B36"/>
    <w:rsid w:val="00B227C6"/>
    <w:rsid w:val="00B37922"/>
    <w:rsid w:val="00BD4F13"/>
    <w:rsid w:val="00BF5815"/>
    <w:rsid w:val="00C02180"/>
    <w:rsid w:val="00C10AD9"/>
    <w:rsid w:val="00C22723"/>
    <w:rsid w:val="00C37BF0"/>
    <w:rsid w:val="00C37CD9"/>
    <w:rsid w:val="00C60556"/>
    <w:rsid w:val="00C849EC"/>
    <w:rsid w:val="00CD4DC2"/>
    <w:rsid w:val="00CE0CBE"/>
    <w:rsid w:val="00D912AC"/>
    <w:rsid w:val="00E32A7D"/>
    <w:rsid w:val="00E364A5"/>
    <w:rsid w:val="00E603DD"/>
    <w:rsid w:val="00E873CD"/>
    <w:rsid w:val="00E905AF"/>
    <w:rsid w:val="00E9604C"/>
    <w:rsid w:val="00EC1D02"/>
    <w:rsid w:val="00EF174F"/>
    <w:rsid w:val="00F94794"/>
    <w:rsid w:val="00FA4CEE"/>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D5B11"/>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33ADC"/>
    <w:rPr>
      <w:color w:val="808080"/>
    </w:rPr>
  </w:style>
  <w:style w:type="paragraph" w:customStyle="1" w:styleId="6C9A32874AAA4F9D88FC6CC9EF7544B510">
    <w:name w:val="6C9A32874AAA4F9D88FC6CC9EF7544B510"/>
    <w:rsid w:val="00930D8E"/>
    <w:pPr>
      <w:spacing w:after="0" w:line="240" w:lineRule="auto"/>
      <w:jc w:val="both"/>
    </w:pPr>
    <w:rPr>
      <w:rFonts w:ascii="Arial" w:eastAsia="Times New Roman" w:hAnsi="Arial" w:cs="Times New Roman"/>
      <w:sz w:val="20"/>
      <w:szCs w:val="20"/>
    </w:rPr>
  </w:style>
  <w:style w:type="paragraph" w:customStyle="1" w:styleId="0842CD71C9E94474AB914EBFB41654DB">
    <w:name w:val="0842CD71C9E94474AB914EBFB41654DB"/>
    <w:rsid w:val="00C60556"/>
  </w:style>
  <w:style w:type="paragraph" w:customStyle="1" w:styleId="B65AFCA5262346089ACA6CBF2B8C6EE6">
    <w:name w:val="B65AFCA5262346089ACA6CBF2B8C6EE6"/>
    <w:rsid w:val="00C60556"/>
  </w:style>
  <w:style w:type="paragraph" w:customStyle="1" w:styleId="A5B936AC95614DF99BAF057D9EAD8BC6">
    <w:name w:val="A5B936AC95614DF99BAF057D9EAD8BC6"/>
    <w:rsid w:val="00C60556"/>
  </w:style>
  <w:style w:type="paragraph" w:customStyle="1" w:styleId="559EA7A0DA43431A975DBCE2164F2B821">
    <w:name w:val="559EA7A0DA43431A975DBCE2164F2B821"/>
    <w:rsid w:val="00833ADC"/>
    <w:pPr>
      <w:spacing w:after="0" w:line="240" w:lineRule="auto"/>
      <w:jc w:val="both"/>
    </w:pPr>
    <w:rPr>
      <w:rFonts w:ascii="Arial" w:eastAsia="Times New Roman" w:hAnsi="Arial" w:cs="Times New Roman"/>
      <w:sz w:val="20"/>
      <w:szCs w:val="20"/>
    </w:rPr>
  </w:style>
  <w:style w:type="paragraph" w:customStyle="1" w:styleId="2FC4A17B2AD045D38B5EE9CF82C2F05C1">
    <w:name w:val="2FC4A17B2AD045D38B5EE9CF82C2F05C1"/>
    <w:rsid w:val="00833ADC"/>
    <w:pPr>
      <w:spacing w:after="0" w:line="240" w:lineRule="auto"/>
      <w:jc w:val="both"/>
    </w:pPr>
    <w:rPr>
      <w:rFonts w:ascii="Arial" w:eastAsia="Times New Roman" w:hAnsi="Arial" w:cs="Times New Roman"/>
      <w:sz w:val="20"/>
      <w:szCs w:val="20"/>
    </w:rPr>
  </w:style>
  <w:style w:type="paragraph" w:customStyle="1" w:styleId="1D6BF25BF108471BA91333DB40DF779E1">
    <w:name w:val="1D6BF25BF108471BA91333DB40DF779E1"/>
    <w:rsid w:val="00833ADC"/>
    <w:pPr>
      <w:spacing w:after="0" w:line="240" w:lineRule="auto"/>
      <w:jc w:val="both"/>
    </w:pPr>
    <w:rPr>
      <w:rFonts w:ascii="Arial" w:eastAsia="Times New Roman" w:hAnsi="Arial" w:cs="Times New Roman"/>
      <w:sz w:val="20"/>
      <w:szCs w:val="20"/>
    </w:rPr>
  </w:style>
  <w:style w:type="paragraph" w:customStyle="1" w:styleId="6E9B6FEED95349A29F3EF3954240C2FE1">
    <w:name w:val="6E9B6FEED95349A29F3EF3954240C2FE1"/>
    <w:rsid w:val="00833ADC"/>
    <w:pPr>
      <w:spacing w:after="0" w:line="240" w:lineRule="auto"/>
      <w:jc w:val="both"/>
    </w:pPr>
    <w:rPr>
      <w:rFonts w:ascii="Arial" w:eastAsia="Times New Roman" w:hAnsi="Arial" w:cs="Times New Roman"/>
      <w:sz w:val="20"/>
      <w:szCs w:val="20"/>
    </w:rPr>
  </w:style>
  <w:style w:type="paragraph" w:customStyle="1" w:styleId="70B65C7244B64DA59E673AF39BE2E6A61">
    <w:name w:val="70B65C7244B64DA59E673AF39BE2E6A61"/>
    <w:rsid w:val="00833ADC"/>
    <w:pPr>
      <w:spacing w:after="0" w:line="240" w:lineRule="auto"/>
      <w:jc w:val="both"/>
    </w:pPr>
    <w:rPr>
      <w:rFonts w:ascii="Arial" w:eastAsia="Times New Roman" w:hAnsi="Arial" w:cs="Times New Roman"/>
      <w:sz w:val="20"/>
      <w:szCs w:val="20"/>
    </w:rPr>
  </w:style>
  <w:style w:type="paragraph" w:customStyle="1" w:styleId="0DA9CF57106645EAB05040205AB5778D1">
    <w:name w:val="0DA9CF57106645EAB05040205AB5778D1"/>
    <w:rsid w:val="00833ADC"/>
    <w:pPr>
      <w:spacing w:after="0" w:line="240" w:lineRule="auto"/>
      <w:jc w:val="both"/>
    </w:pPr>
    <w:rPr>
      <w:rFonts w:ascii="Arial" w:eastAsia="Times New Roman" w:hAnsi="Arial" w:cs="Times New Roman"/>
      <w:sz w:val="20"/>
      <w:szCs w:val="20"/>
    </w:rPr>
  </w:style>
  <w:style w:type="paragraph" w:customStyle="1" w:styleId="BD17BDF298ED479CB60D71077CB20E241">
    <w:name w:val="BD17BDF298ED479CB60D71077CB20E241"/>
    <w:rsid w:val="00833ADC"/>
    <w:pPr>
      <w:spacing w:after="0" w:line="240" w:lineRule="auto"/>
      <w:jc w:val="both"/>
    </w:pPr>
    <w:rPr>
      <w:rFonts w:ascii="Arial" w:eastAsia="Times New Roman" w:hAnsi="Arial" w:cs="Times New Roman"/>
      <w:sz w:val="20"/>
      <w:szCs w:val="20"/>
    </w:rPr>
  </w:style>
  <w:style w:type="paragraph" w:customStyle="1" w:styleId="D58254AB9E46425EBB8828D4BBBC6C641">
    <w:name w:val="D58254AB9E46425EBB8828D4BBBC6C641"/>
    <w:rsid w:val="00833ADC"/>
    <w:pPr>
      <w:spacing w:after="0" w:line="240" w:lineRule="auto"/>
      <w:jc w:val="both"/>
    </w:pPr>
    <w:rPr>
      <w:rFonts w:ascii="Arial" w:eastAsia="Times New Roman" w:hAnsi="Arial" w:cs="Times New Roman"/>
      <w:sz w:val="20"/>
      <w:szCs w:val="20"/>
    </w:rPr>
  </w:style>
  <w:style w:type="paragraph" w:customStyle="1" w:styleId="F3B4D59AA9424F41A966C6F12B2DF9051">
    <w:name w:val="F3B4D59AA9424F41A966C6F12B2DF9051"/>
    <w:rsid w:val="00833ADC"/>
    <w:pPr>
      <w:spacing w:after="0" w:line="240" w:lineRule="auto"/>
      <w:jc w:val="both"/>
    </w:pPr>
    <w:rPr>
      <w:rFonts w:ascii="Arial" w:eastAsia="Times New Roman" w:hAnsi="Arial" w:cs="Times New Roman"/>
      <w:sz w:val="20"/>
      <w:szCs w:val="20"/>
    </w:rPr>
  </w:style>
  <w:style w:type="paragraph" w:customStyle="1" w:styleId="4012E320A99F45B6805EE14C82100A49">
    <w:name w:val="4012E320A99F45B6805EE14C82100A49"/>
    <w:rsid w:val="00833ADC"/>
  </w:style>
  <w:style w:type="paragraph" w:customStyle="1" w:styleId="789BBEABBE3C43339536BF5B2D31A53B">
    <w:name w:val="789BBEABBE3C43339536BF5B2D31A53B"/>
    <w:rsid w:val="00833ADC"/>
  </w:style>
  <w:style w:type="paragraph" w:customStyle="1" w:styleId="AA99E97234C7485B8EB4DB8845738F26">
    <w:name w:val="AA99E97234C7485B8EB4DB8845738F26"/>
    <w:rsid w:val="00833ADC"/>
  </w:style>
  <w:style w:type="paragraph" w:customStyle="1" w:styleId="116CE36A84BB4F91B56094AC63B1B392">
    <w:name w:val="116CE36A84BB4F91B56094AC63B1B392"/>
    <w:rsid w:val="00833ADC"/>
  </w:style>
  <w:style w:type="paragraph" w:customStyle="1" w:styleId="2D2DA776991845C18558AC211B25335A">
    <w:name w:val="2D2DA776991845C18558AC211B25335A"/>
    <w:rsid w:val="00833ADC"/>
  </w:style>
  <w:style w:type="paragraph" w:customStyle="1" w:styleId="DAC56A928DB04AEC9C7AE3167D032F0B">
    <w:name w:val="DAC56A928DB04AEC9C7AE3167D032F0B"/>
    <w:rsid w:val="00833ADC"/>
  </w:style>
  <w:style w:type="paragraph" w:customStyle="1" w:styleId="1426D661A076488DA5627C7AA100E88C">
    <w:name w:val="1426D661A076488DA5627C7AA100E88C"/>
    <w:rsid w:val="00833ADC"/>
  </w:style>
  <w:style w:type="paragraph" w:customStyle="1" w:styleId="830759018A934812AC179383AE98D00C">
    <w:name w:val="830759018A934812AC179383AE98D00C"/>
    <w:rsid w:val="00833ADC"/>
  </w:style>
  <w:style w:type="paragraph" w:customStyle="1" w:styleId="2D44EB0198B249E09367384CB2CEC4D4">
    <w:name w:val="2D44EB0198B249E09367384CB2CEC4D4"/>
    <w:rsid w:val="00833ADC"/>
  </w:style>
  <w:style w:type="paragraph" w:customStyle="1" w:styleId="5A0292832D0A472E84D1F903F9221057">
    <w:name w:val="5A0292832D0A472E84D1F903F9221057"/>
    <w:rsid w:val="00833ADC"/>
  </w:style>
  <w:style w:type="paragraph" w:customStyle="1" w:styleId="ABBD7D694A1C411782028AE83398DB8A">
    <w:name w:val="ABBD7D694A1C411782028AE83398DB8A"/>
    <w:rsid w:val="00833ADC"/>
  </w:style>
  <w:style w:type="paragraph" w:customStyle="1" w:styleId="E4C204BC23614E86A28111DFC7855B50">
    <w:name w:val="E4C204BC23614E86A28111DFC7855B50"/>
    <w:rsid w:val="00216FF3"/>
  </w:style>
  <w:style w:type="paragraph" w:customStyle="1" w:styleId="0ED1ECA1080C43C38478655DCE540B3A">
    <w:name w:val="0ED1ECA1080C43C38478655DCE540B3A"/>
    <w:rsid w:val="00F94794"/>
  </w:style>
  <w:style w:type="paragraph" w:customStyle="1" w:styleId="345EAC641A7C4DACBB2A2143A78F6F1F">
    <w:name w:val="345EAC641A7C4DACBB2A2143A78F6F1F"/>
    <w:rsid w:val="00F94794"/>
  </w:style>
  <w:style w:type="paragraph" w:customStyle="1" w:styleId="932C82A82C7D43A2AF641D2B72EF5B52">
    <w:name w:val="932C82A82C7D43A2AF641D2B72EF5B52"/>
    <w:rsid w:val="00F94794"/>
  </w:style>
  <w:style w:type="paragraph" w:customStyle="1" w:styleId="E80B6607442E4827A39C7DBF090DE72D">
    <w:name w:val="E80B6607442E4827A39C7DBF090DE72D"/>
    <w:rsid w:val="00F94794"/>
  </w:style>
  <w:style w:type="paragraph" w:customStyle="1" w:styleId="6F56263EC0B041AEAD7D47B3DA4A6EFB">
    <w:name w:val="6F56263EC0B041AEAD7D47B3DA4A6EFB"/>
    <w:rsid w:val="00F94794"/>
  </w:style>
  <w:style w:type="paragraph" w:customStyle="1" w:styleId="F03FF8EB46EC48919491BAC4248AACC9">
    <w:name w:val="F03FF8EB46EC48919491BAC4248AACC9"/>
    <w:rsid w:val="00F94794"/>
  </w:style>
  <w:style w:type="paragraph" w:customStyle="1" w:styleId="07F86632E5F44946BC746DEEBEB719EB">
    <w:name w:val="07F86632E5F44946BC746DEEBEB719EB"/>
    <w:rsid w:val="00F94794"/>
  </w:style>
  <w:style w:type="paragraph" w:customStyle="1" w:styleId="5CE57AF1AF14444E83C4040C8D172B42">
    <w:name w:val="5CE57AF1AF14444E83C4040C8D172B42"/>
    <w:rsid w:val="00F94794"/>
  </w:style>
  <w:style w:type="paragraph" w:customStyle="1" w:styleId="C2C7377D6AB64CBB90330F020F389F6A">
    <w:name w:val="C2C7377D6AB64CBB90330F020F389F6A"/>
    <w:rsid w:val="00F94794"/>
  </w:style>
  <w:style w:type="paragraph" w:customStyle="1" w:styleId="8351967623FA430A8648C26E86160AF4">
    <w:name w:val="8351967623FA430A8648C26E86160AF4"/>
    <w:rsid w:val="00F94794"/>
  </w:style>
  <w:style w:type="paragraph" w:customStyle="1" w:styleId="CCF2907A64064F829206802EF1E36DF0">
    <w:name w:val="CCF2907A64064F829206802EF1E36DF0"/>
    <w:rsid w:val="00F94794"/>
  </w:style>
  <w:style w:type="paragraph" w:customStyle="1" w:styleId="BBA1B2D4E3B9492689DE62BE1674E473">
    <w:name w:val="BBA1B2D4E3B9492689DE62BE1674E473"/>
    <w:rsid w:val="00F94794"/>
  </w:style>
  <w:style w:type="paragraph" w:customStyle="1" w:styleId="33257A07E8784619AD7AC71174A11383">
    <w:name w:val="33257A07E8784619AD7AC71174A11383"/>
    <w:rsid w:val="00F94794"/>
  </w:style>
  <w:style w:type="paragraph" w:customStyle="1" w:styleId="3D7BAFB98E234A8A81E54914601A2770">
    <w:name w:val="3D7BAFB98E234A8A81E54914601A2770"/>
    <w:rsid w:val="00F94794"/>
  </w:style>
  <w:style w:type="paragraph" w:customStyle="1" w:styleId="FC85827AC5A641F6AD232786D06396BB">
    <w:name w:val="FC85827AC5A641F6AD232786D06396BB"/>
    <w:rsid w:val="00F94794"/>
  </w:style>
  <w:style w:type="paragraph" w:customStyle="1" w:styleId="555AB4A2F56A4F3BB7BC579C6F470193">
    <w:name w:val="555AB4A2F56A4F3BB7BC579C6F470193"/>
    <w:rsid w:val="00F94794"/>
  </w:style>
  <w:style w:type="paragraph" w:customStyle="1" w:styleId="67B5EF7E12324E6EAA01E58D0B219D4C">
    <w:name w:val="67B5EF7E12324E6EAA01E58D0B219D4C"/>
    <w:rsid w:val="00F94794"/>
  </w:style>
  <w:style w:type="paragraph" w:customStyle="1" w:styleId="C421CA2411A745D6B73313787CF7E8AE">
    <w:name w:val="C421CA2411A745D6B73313787CF7E8AE"/>
    <w:rsid w:val="00F94794"/>
  </w:style>
  <w:style w:type="paragraph" w:customStyle="1" w:styleId="1AFDD9B034F8413587C71741B3DE0A85">
    <w:name w:val="1AFDD9B034F8413587C71741B3DE0A85"/>
    <w:rsid w:val="00F94794"/>
  </w:style>
  <w:style w:type="paragraph" w:customStyle="1" w:styleId="54A71CD0C4FA45C5971C0E90F52D94D9">
    <w:name w:val="54A71CD0C4FA45C5971C0E90F52D94D9"/>
    <w:rsid w:val="00F94794"/>
  </w:style>
  <w:style w:type="paragraph" w:customStyle="1" w:styleId="8EF180E2EAE344598AAE318AF90815E2">
    <w:name w:val="8EF180E2EAE344598AAE318AF90815E2"/>
    <w:rsid w:val="00F94794"/>
  </w:style>
  <w:style w:type="paragraph" w:customStyle="1" w:styleId="ECA7CA21DDC141E993BEF534FAA4DBD4">
    <w:name w:val="ECA7CA21DDC141E993BEF534FAA4DBD4"/>
    <w:rsid w:val="00F94794"/>
  </w:style>
  <w:style w:type="paragraph" w:customStyle="1" w:styleId="86A867F4922841A3A1C90E599C782084">
    <w:name w:val="86A867F4922841A3A1C90E599C782084"/>
    <w:rsid w:val="00F94794"/>
  </w:style>
  <w:style w:type="paragraph" w:customStyle="1" w:styleId="FE99B2210A0340999441BD542FD198A7">
    <w:name w:val="FE99B2210A0340999441BD542FD198A7"/>
    <w:rsid w:val="00F94794"/>
  </w:style>
  <w:style w:type="paragraph" w:customStyle="1" w:styleId="34B780900BA44161AA086D321B806C08">
    <w:name w:val="34B780900BA44161AA086D321B806C08"/>
    <w:rsid w:val="00F94794"/>
  </w:style>
  <w:style w:type="paragraph" w:customStyle="1" w:styleId="44437B50863E4975AB032D3EEF6BF407">
    <w:name w:val="44437B50863E4975AB032D3EEF6BF407"/>
    <w:rsid w:val="00F94794"/>
  </w:style>
  <w:style w:type="paragraph" w:customStyle="1" w:styleId="7D9BC85CA3AF4754831611377BD1ED14">
    <w:name w:val="7D9BC85CA3AF4754831611377BD1ED14"/>
    <w:rsid w:val="00F94794"/>
  </w:style>
  <w:style w:type="paragraph" w:customStyle="1" w:styleId="B18FB586C8E949378B62043A63405047">
    <w:name w:val="B18FB586C8E949378B62043A63405047"/>
    <w:rsid w:val="00F94794"/>
  </w:style>
  <w:style w:type="paragraph" w:customStyle="1" w:styleId="351F4150CC664CC09ECEA488CEF5A34F">
    <w:name w:val="351F4150CC664CC09ECEA488CEF5A34F"/>
    <w:rsid w:val="00F94794"/>
  </w:style>
  <w:style w:type="paragraph" w:customStyle="1" w:styleId="FBDEEDC35FB64CDFB6952F51CB7B07B3">
    <w:name w:val="FBDEEDC35FB64CDFB6952F51CB7B07B3"/>
    <w:rsid w:val="00F94794"/>
  </w:style>
  <w:style w:type="paragraph" w:customStyle="1" w:styleId="EB0D974C0E8E46D7BBA2830A4B152615">
    <w:name w:val="EB0D974C0E8E46D7BBA2830A4B152615"/>
    <w:rsid w:val="00F94794"/>
  </w:style>
  <w:style w:type="paragraph" w:customStyle="1" w:styleId="4ADE22A0D5634BEB9F533AFB04F055A9">
    <w:name w:val="4ADE22A0D5634BEB9F533AFB04F055A9"/>
    <w:rsid w:val="00F94794"/>
  </w:style>
  <w:style w:type="paragraph" w:customStyle="1" w:styleId="44EA9A958F964A538BEB6B0231169CDB">
    <w:name w:val="44EA9A958F964A538BEB6B0231169CDB"/>
    <w:rsid w:val="00F94794"/>
  </w:style>
  <w:style w:type="paragraph" w:customStyle="1" w:styleId="CF26A4D406BE42C086E67FA29F77BF2D">
    <w:name w:val="CF26A4D406BE42C086E67FA29F77BF2D"/>
    <w:rsid w:val="00F94794"/>
  </w:style>
  <w:style w:type="paragraph" w:customStyle="1" w:styleId="1FF9E2DB05D249B285D022AF95F200CB">
    <w:name w:val="1FF9E2DB05D249B285D022AF95F200CB"/>
    <w:rsid w:val="00F94794"/>
  </w:style>
  <w:style w:type="paragraph" w:customStyle="1" w:styleId="FD0591813713435E86F09C56CDA8AD53">
    <w:name w:val="FD0591813713435E86F09C56CDA8AD53"/>
    <w:rsid w:val="00F94794"/>
  </w:style>
  <w:style w:type="paragraph" w:customStyle="1" w:styleId="28B3F3C678434AC2BB51BF4014603F2F">
    <w:name w:val="28B3F3C678434AC2BB51BF4014603F2F"/>
    <w:rsid w:val="00F94794"/>
  </w:style>
  <w:style w:type="paragraph" w:customStyle="1" w:styleId="FD84DAFC99D54E36930A1D997439B403">
    <w:name w:val="FD84DAFC99D54E36930A1D997439B403"/>
    <w:rsid w:val="00F94794"/>
  </w:style>
  <w:style w:type="paragraph" w:customStyle="1" w:styleId="D7009E3B04044DE5B506D4B10B35418B">
    <w:name w:val="D7009E3B04044DE5B506D4B10B35418B"/>
    <w:rsid w:val="00F94794"/>
  </w:style>
  <w:style w:type="paragraph" w:customStyle="1" w:styleId="A0B6F75F5B7A4D62A2C7FE349D96AC42">
    <w:name w:val="A0B6F75F5B7A4D62A2C7FE349D96AC42"/>
    <w:rsid w:val="005E7D50"/>
  </w:style>
  <w:style w:type="paragraph" w:customStyle="1" w:styleId="C57BC3A2B0B54B2A89538F37E0630895">
    <w:name w:val="C57BC3A2B0B54B2A89538F37E0630895"/>
    <w:rsid w:val="005E7D50"/>
  </w:style>
  <w:style w:type="paragraph" w:customStyle="1" w:styleId="D6EC97E8688645ADAD595263E27651FF">
    <w:name w:val="D6EC97E8688645ADAD595263E27651FF"/>
    <w:rsid w:val="005E7D50"/>
  </w:style>
  <w:style w:type="paragraph" w:customStyle="1" w:styleId="AB1EE9022E354141A24DF1D4BF83D5D3">
    <w:name w:val="AB1EE9022E354141A24DF1D4BF83D5D3"/>
    <w:rsid w:val="005E7D50"/>
  </w:style>
  <w:style w:type="paragraph" w:customStyle="1" w:styleId="BF55B2DAF8424DBA82B4B5B4B7B9E1CE">
    <w:name w:val="BF55B2DAF8424DBA82B4B5B4B7B9E1CE"/>
    <w:rsid w:val="005E7D50"/>
  </w:style>
  <w:style w:type="paragraph" w:customStyle="1" w:styleId="73E415207AD245E6AEE51E770781CD63">
    <w:name w:val="73E415207AD245E6AEE51E770781CD63"/>
    <w:rsid w:val="005E7D50"/>
  </w:style>
  <w:style w:type="paragraph" w:customStyle="1" w:styleId="5DEC089A8F8143ECB4D015DDFFE8A1F1">
    <w:name w:val="5DEC089A8F8143ECB4D015DDFFE8A1F1"/>
    <w:rsid w:val="005E7D50"/>
  </w:style>
  <w:style w:type="paragraph" w:customStyle="1" w:styleId="E39E3C945838437C994F879927C97485">
    <w:name w:val="E39E3C945838437C994F879927C97485"/>
    <w:rsid w:val="005E7D50"/>
  </w:style>
  <w:style w:type="paragraph" w:customStyle="1" w:styleId="7758D605F8B64C5CA4C02726B5B1EE1E">
    <w:name w:val="7758D605F8B64C5CA4C02726B5B1EE1E"/>
    <w:rsid w:val="005E7D50"/>
  </w:style>
  <w:style w:type="paragraph" w:customStyle="1" w:styleId="FA24AA285229401AB3F0C3F28DD36813">
    <w:name w:val="FA24AA285229401AB3F0C3F28DD36813"/>
    <w:rsid w:val="005E7D50"/>
  </w:style>
  <w:style w:type="paragraph" w:customStyle="1" w:styleId="84CF8D4EA1F041ADAB14C9A5455FEFB4">
    <w:name w:val="84CF8D4EA1F041ADAB14C9A5455FEFB4"/>
    <w:rsid w:val="005E7D50"/>
  </w:style>
  <w:style w:type="paragraph" w:customStyle="1" w:styleId="EB672DA355334E24BC43CEB378063F0F">
    <w:name w:val="EB672DA355334E24BC43CEB378063F0F"/>
    <w:rsid w:val="005E7D50"/>
  </w:style>
  <w:style w:type="paragraph" w:customStyle="1" w:styleId="4FEAEAAFE0D34DC38A014A2EB69120BC">
    <w:name w:val="4FEAEAAFE0D34DC38A014A2EB69120BC"/>
    <w:rsid w:val="005E7D50"/>
  </w:style>
  <w:style w:type="paragraph" w:customStyle="1" w:styleId="1A5FE30C15974D579A96A21CC4C9A214">
    <w:name w:val="1A5FE30C15974D579A96A21CC4C9A214"/>
    <w:rsid w:val="005E7D50"/>
  </w:style>
  <w:style w:type="paragraph" w:customStyle="1" w:styleId="A74C3EAA16CA4FB78EDFB7D3CE899B1C">
    <w:name w:val="A74C3EAA16CA4FB78EDFB7D3CE899B1C"/>
    <w:rsid w:val="005E7D50"/>
  </w:style>
  <w:style w:type="paragraph" w:customStyle="1" w:styleId="E65480600F30470A82B0F6FA13539325">
    <w:name w:val="E65480600F30470A82B0F6FA13539325"/>
    <w:rsid w:val="006E696C"/>
    <w:pPr>
      <w:spacing w:after="160" w:line="259" w:lineRule="auto"/>
    </w:pPr>
  </w:style>
  <w:style w:type="paragraph" w:customStyle="1" w:styleId="3EE40D1C110D48C89CDA002D5CB239E5">
    <w:name w:val="3EE40D1C110D48C89CDA002D5CB239E5"/>
    <w:rsid w:val="0080532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dkaz xmlns="fc3dc6dc-1d59-4c8c-8d3c-24f06266975d">
      <Url xsi:nil="true"/>
      <Description xsi:nil="true"/>
    </Odkaz>
    <lcf76f155ced4ddcb4097134ff3c332f xmlns="fc3dc6dc-1d59-4c8c-8d3c-24f06266975d">
      <Terms xmlns="http://schemas.microsoft.com/office/infopath/2007/PartnerControls"/>
    </lcf76f155ced4ddcb4097134ff3c332f>
    <TaxCatchAll xmlns="2d833277-0b38-4b3a-8158-1894cb92ced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4CD74A902729D4C9B8888271949BAA9" ma:contentTypeVersion="18" ma:contentTypeDescription="Create a new document." ma:contentTypeScope="" ma:versionID="27a13898e0a4b86e3f87f6e55dd5da01">
  <xsd:schema xmlns:xsd="http://www.w3.org/2001/XMLSchema" xmlns:xs="http://www.w3.org/2001/XMLSchema" xmlns:p="http://schemas.microsoft.com/office/2006/metadata/properties" xmlns:ns2="fc3dc6dc-1d59-4c8c-8d3c-24f06266975d" xmlns:ns3="2d833277-0b38-4b3a-8158-1894cb92cedb" targetNamespace="http://schemas.microsoft.com/office/2006/metadata/properties" ma:root="true" ma:fieldsID="57145d26c3ff53e3af31bf33e52d6649" ns2:_="" ns3:_="">
    <xsd:import namespace="fc3dc6dc-1d59-4c8c-8d3c-24f06266975d"/>
    <xsd:import namespace="2d833277-0b38-4b3a-8158-1894cb92ced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Odkaz"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dc6dc-1d59-4c8c-8d3c-24f0626697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Odkaz" ma:index="16"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9dd7e011-bb30-4412-ae0c-25ab964016f0"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833277-0b38-4b3a-8158-1894cb92ced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49bf8dfb-a81e-4293-a8ce-79483852c45c}" ma:internalName="TaxCatchAll" ma:showField="CatchAllData" ma:web="2d833277-0b38-4b3a-8158-1894cb92ce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1B619F-AB92-4BEC-BB39-F104E767A386}">
  <ds:schemaRefs>
    <ds:schemaRef ds:uri="http://schemas.microsoft.com/office/2006/metadata/properties"/>
    <ds:schemaRef ds:uri="http://schemas.microsoft.com/office/infopath/2007/PartnerControls"/>
    <ds:schemaRef ds:uri="fc3dc6dc-1d59-4c8c-8d3c-24f06266975d"/>
    <ds:schemaRef ds:uri="2d833277-0b38-4b3a-8158-1894cb92cedb"/>
  </ds:schemaRefs>
</ds:datastoreItem>
</file>

<file path=customXml/itemProps2.xml><?xml version="1.0" encoding="utf-8"?>
<ds:datastoreItem xmlns:ds="http://schemas.openxmlformats.org/officeDocument/2006/customXml" ds:itemID="{9E819AFD-D284-41B7-9114-75D4C98CBB46}">
  <ds:schemaRefs>
    <ds:schemaRef ds:uri="http://schemas.microsoft.com/sharepoint/v3/contenttype/forms"/>
  </ds:schemaRefs>
</ds:datastoreItem>
</file>

<file path=customXml/itemProps3.xml><?xml version="1.0" encoding="utf-8"?>
<ds:datastoreItem xmlns:ds="http://schemas.openxmlformats.org/officeDocument/2006/customXml" ds:itemID="{0B9A7D8E-CB5C-41B9-BCE0-4AF7B937B918}">
  <ds:schemaRefs>
    <ds:schemaRef ds:uri="http://schemas.openxmlformats.org/officeDocument/2006/bibliography"/>
  </ds:schemaRefs>
</ds:datastoreItem>
</file>

<file path=customXml/itemProps4.xml><?xml version="1.0" encoding="utf-8"?>
<ds:datastoreItem xmlns:ds="http://schemas.openxmlformats.org/officeDocument/2006/customXml" ds:itemID="{114F12C1-92D2-41D2-88AE-76F9AFFBC0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3dc6dc-1d59-4c8c-8d3c-24f06266975d"/>
    <ds:schemaRef ds:uri="2d833277-0b38-4b3a-8158-1894cb92ce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Minutes en x.dot</Template>
  <TotalTime>287</TotalTime>
  <Pages>11</Pages>
  <Words>1168</Words>
  <Characters>6896</Characters>
  <Application>Microsoft Office Word</Application>
  <DocSecurity>0</DocSecurity>
  <Lines>57</Lines>
  <Paragraphs>16</Paragraphs>
  <ScaleCrop>false</ScaleCrop>
  <HeadingPairs>
    <vt:vector size="2" baseType="variant">
      <vt:variant>
        <vt:lpstr>Název</vt:lpstr>
      </vt:variant>
      <vt:variant>
        <vt:i4>1</vt:i4>
      </vt:variant>
    </vt:vector>
  </HeadingPairs>
  <TitlesOfParts>
    <vt:vector size="1" baseType="lpstr">
      <vt:lpstr>DUR A Úvodní údaje, identifikace</vt:lpstr>
    </vt:vector>
  </TitlesOfParts>
  <Company>Sweco Hydroprojekt a.s.</Company>
  <LinksUpToDate>false</LinksUpToDate>
  <CharactersWithSpaces>8048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 A Úvodní údaje, identifikace</dc:title>
  <dc:subject/>
  <dc:creator>Sweco Hydroprojekt a.s.</dc:creator>
  <cp:keywords/>
  <dc:description/>
  <cp:lastModifiedBy>Novotná, Markéta</cp:lastModifiedBy>
  <cp:revision>38</cp:revision>
  <cp:lastPrinted>2022-09-29T13:33:00Z</cp:lastPrinted>
  <dcterms:created xsi:type="dcterms:W3CDTF">2022-08-09T14:59:00Z</dcterms:created>
  <dcterms:modified xsi:type="dcterms:W3CDTF">2022-09-29T13:33:00Z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3f08ec5-d6d9-4227-8387-ccbfcb3632c4_Enabled">
    <vt:lpwstr>true</vt:lpwstr>
  </property>
  <property fmtid="{D5CDD505-2E9C-101B-9397-08002B2CF9AE}" pid="3" name="MSIP_Label_43f08ec5-d6d9-4227-8387-ccbfcb3632c4_SetDate">
    <vt:lpwstr>2022-01-05T14:35:50Z</vt:lpwstr>
  </property>
  <property fmtid="{D5CDD505-2E9C-101B-9397-08002B2CF9AE}" pid="4" name="MSIP_Label_43f08ec5-d6d9-4227-8387-ccbfcb3632c4_Method">
    <vt:lpwstr>Standard</vt:lpwstr>
  </property>
  <property fmtid="{D5CDD505-2E9C-101B-9397-08002B2CF9AE}" pid="5" name="MSIP_Label_43f08ec5-d6d9-4227-8387-ccbfcb3632c4_Name">
    <vt:lpwstr>Sweco Restricted</vt:lpwstr>
  </property>
  <property fmtid="{D5CDD505-2E9C-101B-9397-08002B2CF9AE}" pid="6" name="MSIP_Label_43f08ec5-d6d9-4227-8387-ccbfcb3632c4_SiteId">
    <vt:lpwstr>b7872ef0-9a00-4c18-8a4a-c7d25c778a9e</vt:lpwstr>
  </property>
  <property fmtid="{D5CDD505-2E9C-101B-9397-08002B2CF9AE}" pid="7" name="MSIP_Label_43f08ec5-d6d9-4227-8387-ccbfcb3632c4_ActionId">
    <vt:lpwstr>1f8bb81e-4696-4981-b096-289c1cc326d5</vt:lpwstr>
  </property>
  <property fmtid="{D5CDD505-2E9C-101B-9397-08002B2CF9AE}" pid="8" name="MSIP_Label_43f08ec5-d6d9-4227-8387-ccbfcb3632c4_ContentBits">
    <vt:lpwstr>0</vt:lpwstr>
  </property>
  <property fmtid="{D5CDD505-2E9C-101B-9397-08002B2CF9AE}" pid="9" name="ContentTypeId">
    <vt:lpwstr>0x01010024CD74A902729D4C9B8888271949BAA9</vt:lpwstr>
  </property>
  <property fmtid="{D5CDD505-2E9C-101B-9397-08002B2CF9AE}" pid="10" name="MediaServiceImageTags">
    <vt:lpwstr/>
  </property>
</Properties>
</file>